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6F" w:rsidRPr="00A35A84" w:rsidRDefault="002E2555" w:rsidP="0004576F">
      <w:pPr>
        <w:rPr>
          <w:b/>
          <w:sz w:val="22"/>
          <w:szCs w:val="28"/>
        </w:rPr>
      </w:pPr>
      <w:r w:rsidRPr="00703C32">
        <w:rPr>
          <w:b/>
          <w:sz w:val="28"/>
          <w:szCs w:val="28"/>
        </w:rPr>
        <w:t>201</w:t>
      </w:r>
      <w:r w:rsidR="004C38F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ENDI 2</w:t>
      </w:r>
      <w:r w:rsidRPr="00703C32">
        <w:rPr>
          <w:b/>
          <w:sz w:val="28"/>
          <w:szCs w:val="28"/>
        </w:rPr>
        <w:t xml:space="preserve">-Week Schedule (June </w:t>
      </w:r>
      <w:r w:rsidR="004C38F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– June 2</w:t>
      </w:r>
      <w:r w:rsidR="004C38F6">
        <w:rPr>
          <w:b/>
          <w:sz w:val="28"/>
          <w:szCs w:val="28"/>
        </w:rPr>
        <w:t>2</w:t>
      </w:r>
      <w:r w:rsidRPr="00703C32">
        <w:rPr>
          <w:b/>
          <w:sz w:val="28"/>
          <w:szCs w:val="28"/>
        </w:rPr>
        <w:t>)</w:t>
      </w:r>
      <w:r w:rsidR="0004576F">
        <w:rPr>
          <w:b/>
          <w:sz w:val="28"/>
          <w:szCs w:val="28"/>
        </w:rPr>
        <w:t xml:space="preserve"> </w:t>
      </w:r>
    </w:p>
    <w:p w:rsidR="002E2555" w:rsidRDefault="002E2555" w:rsidP="002E2555">
      <w:pPr>
        <w:rPr>
          <w:b/>
          <w:sz w:val="28"/>
          <w:szCs w:val="28"/>
        </w:rPr>
      </w:pPr>
    </w:p>
    <w:p w:rsidR="00334CC6" w:rsidRDefault="0004576F" w:rsidP="002E2555">
      <w:pPr>
        <w:rPr>
          <w:b/>
          <w:sz w:val="28"/>
          <w:szCs w:val="28"/>
        </w:rPr>
      </w:pPr>
      <w:r w:rsidRPr="0004576F">
        <w:rPr>
          <w:b/>
          <w:sz w:val="28"/>
          <w:szCs w:val="28"/>
        </w:rPr>
        <w:t>Resolved: The United States federal government should substantially increase</w:t>
      </w:r>
      <w:r w:rsidR="00D97951">
        <w:rPr>
          <w:b/>
          <w:sz w:val="28"/>
          <w:szCs w:val="28"/>
        </w:rPr>
        <w:t xml:space="preserve"> its economic engagement toward </w:t>
      </w:r>
      <w:r w:rsidRPr="0004576F">
        <w:rPr>
          <w:b/>
          <w:sz w:val="28"/>
          <w:szCs w:val="28"/>
        </w:rPr>
        <w:t>Cuba, Mexico, or Venezuela.</w:t>
      </w:r>
    </w:p>
    <w:p w:rsidR="00334CC6" w:rsidRDefault="00334CC6" w:rsidP="002E2555">
      <w:pPr>
        <w:rPr>
          <w:b/>
          <w:sz w:val="28"/>
          <w:szCs w:val="28"/>
        </w:rPr>
      </w:pPr>
    </w:p>
    <w:p w:rsidR="008802FC" w:rsidRDefault="008802FC" w:rsidP="00FD13F7">
      <w:pPr>
        <w:rPr>
          <w:b/>
          <w:sz w:val="22"/>
          <w:szCs w:val="28"/>
        </w:rPr>
        <w:sectPr w:rsidR="008802FC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6564C" w:rsidRDefault="00F6564C" w:rsidP="00FD13F7">
      <w:pPr>
        <w:rPr>
          <w:b/>
          <w:sz w:val="22"/>
          <w:szCs w:val="28"/>
        </w:rPr>
      </w:pPr>
      <w:r w:rsidRPr="00A35A84">
        <w:rPr>
          <w:b/>
          <w:sz w:val="22"/>
          <w:szCs w:val="28"/>
        </w:rPr>
        <w:lastRenderedPageBreak/>
        <w:t>Week 1</w:t>
      </w:r>
      <w:r w:rsidR="00E567D2">
        <w:rPr>
          <w:b/>
          <w:sz w:val="22"/>
          <w:szCs w:val="28"/>
        </w:rPr>
        <w:t xml:space="preserve"> (June 9-15)</w:t>
      </w:r>
    </w:p>
    <w:p w:rsidR="00F905D7" w:rsidRPr="00A35A84" w:rsidRDefault="00F905D7" w:rsidP="00FD13F7">
      <w:pPr>
        <w:rPr>
          <w:b/>
          <w:sz w:val="22"/>
          <w:szCs w:val="28"/>
        </w:rPr>
      </w:pPr>
    </w:p>
    <w:p w:rsidR="001970DD" w:rsidRDefault="00F6564C" w:rsidP="00FD13F7">
      <w:pPr>
        <w:rPr>
          <w:sz w:val="18"/>
          <w:szCs w:val="28"/>
        </w:rPr>
      </w:pPr>
      <w:r>
        <w:rPr>
          <w:sz w:val="18"/>
          <w:szCs w:val="28"/>
        </w:rPr>
        <w:t xml:space="preserve">Monday – </w:t>
      </w:r>
      <w:r w:rsidR="0004576F">
        <w:rPr>
          <w:sz w:val="18"/>
          <w:szCs w:val="28"/>
        </w:rPr>
        <w:t xml:space="preserve">Intro to Debating – </w:t>
      </w:r>
    </w:p>
    <w:p w:rsidR="0004576F" w:rsidRDefault="001970DD" w:rsidP="001970DD">
      <w:pPr>
        <w:pStyle w:val="ListParagraph"/>
        <w:numPr>
          <w:ilvl w:val="0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Why are you here?</w:t>
      </w:r>
    </w:p>
    <w:p w:rsidR="00494C30" w:rsidRDefault="00494C30" w:rsidP="00494C30">
      <w:pPr>
        <w:pStyle w:val="ListParagraph"/>
        <w:numPr>
          <w:ilvl w:val="0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What is debate?</w:t>
      </w:r>
    </w:p>
    <w:p w:rsidR="0004576F" w:rsidRDefault="0004576F" w:rsidP="00A90374">
      <w:pPr>
        <w:pStyle w:val="ListParagraph"/>
        <w:numPr>
          <w:ilvl w:val="0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What is debate’s role in civic life?</w:t>
      </w:r>
    </w:p>
    <w:p w:rsidR="003663C9" w:rsidRDefault="0064376D" w:rsidP="0064376D">
      <w:pPr>
        <w:pStyle w:val="ListParagraph"/>
        <w:numPr>
          <w:ilvl w:val="0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Cuba Debates</w:t>
      </w:r>
      <w:r w:rsidR="004249F3">
        <w:rPr>
          <w:sz w:val="18"/>
          <w:szCs w:val="28"/>
        </w:rPr>
        <w:t xml:space="preserve"> </w:t>
      </w:r>
      <w:r>
        <w:rPr>
          <w:sz w:val="18"/>
          <w:szCs w:val="28"/>
        </w:rPr>
        <w:t>(</w:t>
      </w:r>
      <w:r w:rsidR="00A5209A">
        <w:rPr>
          <w:sz w:val="18"/>
          <w:szCs w:val="28"/>
        </w:rPr>
        <w:t>~ 20</w:t>
      </w:r>
      <w:r>
        <w:rPr>
          <w:sz w:val="18"/>
          <w:szCs w:val="28"/>
        </w:rPr>
        <w:t xml:space="preserve"> minutes</w:t>
      </w:r>
      <w:r w:rsidR="00A5209A">
        <w:rPr>
          <w:sz w:val="18"/>
          <w:szCs w:val="28"/>
        </w:rPr>
        <w:t>/debate</w:t>
      </w:r>
      <w:r>
        <w:rPr>
          <w:sz w:val="18"/>
          <w:szCs w:val="28"/>
        </w:rPr>
        <w:t>)</w:t>
      </w:r>
    </w:p>
    <w:p w:rsidR="007645C0" w:rsidRDefault="007645C0" w:rsidP="007645C0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Mini-debates</w:t>
      </w:r>
    </w:p>
    <w:p w:rsidR="00B95150" w:rsidRDefault="00B95150" w:rsidP="00B95150">
      <w:pPr>
        <w:pStyle w:val="ListParagraph"/>
        <w:ind w:left="1440"/>
        <w:rPr>
          <w:sz w:val="18"/>
          <w:szCs w:val="28"/>
        </w:rPr>
      </w:pPr>
    </w:p>
    <w:p w:rsidR="00013923" w:rsidRDefault="00F6564C" w:rsidP="00013923">
      <w:pPr>
        <w:rPr>
          <w:sz w:val="18"/>
          <w:szCs w:val="28"/>
        </w:rPr>
      </w:pPr>
      <w:r>
        <w:rPr>
          <w:sz w:val="18"/>
          <w:szCs w:val="28"/>
        </w:rPr>
        <w:t xml:space="preserve">Tuesday – </w:t>
      </w:r>
      <w:r w:rsidR="002D4BB5">
        <w:rPr>
          <w:sz w:val="18"/>
          <w:szCs w:val="28"/>
        </w:rPr>
        <w:t>Affirmative</w:t>
      </w:r>
      <w:r w:rsidR="00FB53A1">
        <w:rPr>
          <w:sz w:val="18"/>
          <w:szCs w:val="28"/>
        </w:rPr>
        <w:t>s</w:t>
      </w:r>
    </w:p>
    <w:p w:rsidR="00FB53A1" w:rsidRPr="00FB53A1" w:rsidRDefault="00FB53A1" w:rsidP="00FB53A1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Affirmative Construction</w:t>
      </w:r>
    </w:p>
    <w:p w:rsidR="002D4BB5" w:rsidRDefault="002D4BB5" w:rsidP="002D4BB5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Mini-Case Debates</w:t>
      </w:r>
    </w:p>
    <w:p w:rsidR="00FB53A1" w:rsidRDefault="00FB53A1" w:rsidP="002D4BB5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Research a Negative Response (Evening)</w:t>
      </w:r>
    </w:p>
    <w:p w:rsidR="00F905D7" w:rsidRPr="002D4BB5" w:rsidRDefault="00F905D7" w:rsidP="00F905D7">
      <w:pPr>
        <w:pStyle w:val="ListParagraph"/>
        <w:ind w:left="1440"/>
        <w:rPr>
          <w:sz w:val="18"/>
          <w:szCs w:val="28"/>
        </w:rPr>
      </w:pPr>
    </w:p>
    <w:p w:rsidR="00F6564C" w:rsidRDefault="00F6564C" w:rsidP="00FD13F7">
      <w:pPr>
        <w:rPr>
          <w:sz w:val="18"/>
          <w:szCs w:val="28"/>
        </w:rPr>
      </w:pPr>
      <w:r>
        <w:rPr>
          <w:sz w:val="18"/>
          <w:szCs w:val="28"/>
        </w:rPr>
        <w:t xml:space="preserve">Wednesday – </w:t>
      </w:r>
      <w:r w:rsidR="00FB53A1">
        <w:rPr>
          <w:sz w:val="18"/>
          <w:szCs w:val="28"/>
        </w:rPr>
        <w:t>Disadvantages</w:t>
      </w:r>
    </w:p>
    <w:p w:rsidR="00FB53A1" w:rsidRPr="00FB53A1" w:rsidRDefault="00FB53A1" w:rsidP="00FB53A1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Disadvantage Construction</w:t>
      </w:r>
    </w:p>
    <w:p w:rsidR="0069312E" w:rsidRDefault="0069312E" w:rsidP="0069312E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Mini-</w:t>
      </w:r>
      <w:proofErr w:type="spellStart"/>
      <w:r>
        <w:rPr>
          <w:sz w:val="18"/>
          <w:szCs w:val="28"/>
        </w:rPr>
        <w:t>Disad</w:t>
      </w:r>
      <w:proofErr w:type="spellEnd"/>
      <w:r>
        <w:rPr>
          <w:sz w:val="18"/>
          <w:szCs w:val="28"/>
        </w:rPr>
        <w:t xml:space="preserve"> Debates</w:t>
      </w:r>
    </w:p>
    <w:p w:rsidR="00FB53A1" w:rsidRDefault="00FB53A1" w:rsidP="0069312E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Research an Aff Answer (Evening)</w:t>
      </w:r>
    </w:p>
    <w:p w:rsidR="00F905D7" w:rsidRPr="0069312E" w:rsidRDefault="00F905D7" w:rsidP="00F905D7">
      <w:pPr>
        <w:pStyle w:val="ListParagraph"/>
        <w:ind w:left="1440"/>
        <w:rPr>
          <w:sz w:val="18"/>
          <w:szCs w:val="28"/>
        </w:rPr>
      </w:pPr>
    </w:p>
    <w:p w:rsidR="00F6564C" w:rsidRDefault="00F6564C" w:rsidP="00FD13F7">
      <w:pPr>
        <w:rPr>
          <w:sz w:val="18"/>
          <w:szCs w:val="28"/>
        </w:rPr>
      </w:pPr>
      <w:r>
        <w:rPr>
          <w:sz w:val="18"/>
          <w:szCs w:val="28"/>
        </w:rPr>
        <w:t xml:space="preserve">Thursday – </w:t>
      </w:r>
      <w:r w:rsidR="00FB53A1">
        <w:rPr>
          <w:sz w:val="18"/>
          <w:szCs w:val="28"/>
        </w:rPr>
        <w:t>Counterplans</w:t>
      </w:r>
    </w:p>
    <w:p w:rsidR="00FB53A1" w:rsidRPr="00FB53A1" w:rsidRDefault="00FB53A1" w:rsidP="00FB53A1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Counterplan Construction</w:t>
      </w:r>
    </w:p>
    <w:p w:rsidR="004504FB" w:rsidRDefault="004504FB" w:rsidP="004504FB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Mini-Counterplan Debates</w:t>
      </w:r>
    </w:p>
    <w:p w:rsidR="00FB53A1" w:rsidRDefault="00FB53A1" w:rsidP="004504FB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Research an Aff Answer (Evening)</w:t>
      </w:r>
    </w:p>
    <w:p w:rsidR="00F905D7" w:rsidRPr="004504FB" w:rsidRDefault="00F905D7" w:rsidP="00F905D7">
      <w:pPr>
        <w:pStyle w:val="ListParagraph"/>
        <w:ind w:left="1440"/>
        <w:rPr>
          <w:sz w:val="18"/>
          <w:szCs w:val="28"/>
        </w:rPr>
      </w:pPr>
    </w:p>
    <w:p w:rsidR="00F6564C" w:rsidRDefault="00F6564C" w:rsidP="00FD13F7">
      <w:pPr>
        <w:rPr>
          <w:sz w:val="18"/>
          <w:szCs w:val="28"/>
        </w:rPr>
      </w:pPr>
      <w:r>
        <w:rPr>
          <w:sz w:val="18"/>
          <w:szCs w:val="28"/>
        </w:rPr>
        <w:t xml:space="preserve">Friday – </w:t>
      </w:r>
      <w:r w:rsidR="00F214C7">
        <w:rPr>
          <w:sz w:val="18"/>
          <w:szCs w:val="28"/>
        </w:rPr>
        <w:t>Critiques</w:t>
      </w:r>
    </w:p>
    <w:p w:rsidR="00F214C7" w:rsidRDefault="00F214C7" w:rsidP="00F214C7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Critique Construction</w:t>
      </w:r>
    </w:p>
    <w:p w:rsidR="00F214C7" w:rsidRDefault="00F214C7" w:rsidP="00F214C7">
      <w:pPr>
        <w:pStyle w:val="ListParagraph"/>
        <w:numPr>
          <w:ilvl w:val="1"/>
          <w:numId w:val="1"/>
        </w:numPr>
        <w:rPr>
          <w:sz w:val="18"/>
          <w:szCs w:val="28"/>
        </w:rPr>
      </w:pPr>
      <w:r>
        <w:rPr>
          <w:sz w:val="18"/>
          <w:szCs w:val="28"/>
        </w:rPr>
        <w:t>Critique Mini-Debates</w:t>
      </w:r>
    </w:p>
    <w:p w:rsidR="00F905D7" w:rsidRDefault="00F214C7" w:rsidP="00F905D7">
      <w:pPr>
        <w:pStyle w:val="ListParagraph"/>
        <w:numPr>
          <w:ilvl w:val="1"/>
          <w:numId w:val="1"/>
        </w:numPr>
        <w:rPr>
          <w:sz w:val="18"/>
          <w:szCs w:val="28"/>
        </w:rPr>
      </w:pPr>
      <w:r w:rsidRPr="008802FC">
        <w:rPr>
          <w:sz w:val="18"/>
          <w:szCs w:val="28"/>
        </w:rPr>
        <w:t>Research an Aff Answer (Evening)</w:t>
      </w:r>
    </w:p>
    <w:p w:rsidR="00A47DF0" w:rsidRPr="008802FC" w:rsidRDefault="00A47DF0" w:rsidP="00A47DF0">
      <w:pPr>
        <w:pStyle w:val="ListParagraph"/>
        <w:ind w:left="1440"/>
        <w:rPr>
          <w:sz w:val="18"/>
          <w:szCs w:val="28"/>
        </w:rPr>
      </w:pPr>
    </w:p>
    <w:p w:rsidR="00F6564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 xml:space="preserve">Saturday – Demo Debate, </w:t>
      </w:r>
      <w:r w:rsidR="00E327A4">
        <w:rPr>
          <w:sz w:val="18"/>
          <w:szCs w:val="28"/>
        </w:rPr>
        <w:t>Jason’s Choice</w:t>
      </w:r>
    </w:p>
    <w:p w:rsidR="00E15ACC" w:rsidRDefault="00E567D2" w:rsidP="00FD13F7">
      <w:pPr>
        <w:rPr>
          <w:b/>
          <w:sz w:val="22"/>
          <w:szCs w:val="28"/>
        </w:rPr>
      </w:pPr>
      <w:r>
        <w:rPr>
          <w:b/>
          <w:sz w:val="22"/>
          <w:szCs w:val="28"/>
        </w:rPr>
        <w:lastRenderedPageBreak/>
        <w:t>W</w:t>
      </w:r>
      <w:r w:rsidR="00E15ACC" w:rsidRPr="00A35A84">
        <w:rPr>
          <w:b/>
          <w:sz w:val="22"/>
          <w:szCs w:val="28"/>
        </w:rPr>
        <w:t>eek 2</w:t>
      </w:r>
      <w:r>
        <w:rPr>
          <w:b/>
          <w:sz w:val="22"/>
          <w:szCs w:val="28"/>
        </w:rPr>
        <w:t xml:space="preserve"> (June 16-22)</w:t>
      </w:r>
    </w:p>
    <w:p w:rsidR="00E567D2" w:rsidRDefault="00E567D2" w:rsidP="00FD13F7">
      <w:pPr>
        <w:rPr>
          <w:sz w:val="18"/>
          <w:szCs w:val="28"/>
        </w:rPr>
      </w:pPr>
      <w:bookmarkStart w:id="0" w:name="_GoBack"/>
      <w:bookmarkEnd w:id="0"/>
    </w:p>
    <w:p w:rsidR="00E15AC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>Monday –</w:t>
      </w:r>
      <w:r w:rsidR="00DE127D">
        <w:rPr>
          <w:sz w:val="18"/>
          <w:szCs w:val="28"/>
        </w:rPr>
        <w:t xml:space="preserve"> </w:t>
      </w:r>
      <w:r w:rsidR="00054CAD">
        <w:rPr>
          <w:sz w:val="18"/>
          <w:szCs w:val="28"/>
        </w:rPr>
        <w:t>Practice Debates, Rebuttals</w:t>
      </w:r>
    </w:p>
    <w:p w:rsidR="00E567D2" w:rsidRDefault="00E567D2" w:rsidP="00FD13F7">
      <w:pPr>
        <w:rPr>
          <w:sz w:val="18"/>
          <w:szCs w:val="28"/>
        </w:rPr>
      </w:pPr>
    </w:p>
    <w:p w:rsidR="00E15AC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>Tuesday – Practice Debates, Rebuttals</w:t>
      </w:r>
    </w:p>
    <w:p w:rsidR="00E567D2" w:rsidRDefault="00E567D2" w:rsidP="00FD13F7">
      <w:pPr>
        <w:rPr>
          <w:sz w:val="18"/>
          <w:szCs w:val="28"/>
        </w:rPr>
      </w:pPr>
    </w:p>
    <w:p w:rsidR="00E15AC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>Wednesday – Tournament Prep</w:t>
      </w:r>
    </w:p>
    <w:p w:rsidR="00E567D2" w:rsidRDefault="00E567D2" w:rsidP="00FD13F7">
      <w:pPr>
        <w:rPr>
          <w:sz w:val="18"/>
          <w:szCs w:val="28"/>
        </w:rPr>
      </w:pPr>
    </w:p>
    <w:p w:rsidR="00E15AC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>Thursday – TOURNAMENT!</w:t>
      </w:r>
    </w:p>
    <w:p w:rsidR="00E567D2" w:rsidRDefault="00E567D2" w:rsidP="00FD13F7">
      <w:pPr>
        <w:rPr>
          <w:sz w:val="18"/>
          <w:szCs w:val="28"/>
        </w:rPr>
      </w:pPr>
    </w:p>
    <w:p w:rsidR="00E15ACC" w:rsidRDefault="00E15ACC" w:rsidP="00FD13F7">
      <w:pPr>
        <w:rPr>
          <w:sz w:val="18"/>
          <w:szCs w:val="28"/>
        </w:rPr>
      </w:pPr>
      <w:r>
        <w:rPr>
          <w:sz w:val="18"/>
          <w:szCs w:val="28"/>
        </w:rPr>
        <w:t>Friday – TOURNAMENT!</w:t>
      </w:r>
    </w:p>
    <w:p w:rsidR="00786A0D" w:rsidRDefault="00786A0D" w:rsidP="00FD13F7">
      <w:pPr>
        <w:rPr>
          <w:sz w:val="18"/>
          <w:szCs w:val="28"/>
        </w:rPr>
      </w:pPr>
    </w:p>
    <w:p w:rsidR="008802FC" w:rsidRDefault="008802FC" w:rsidP="00FD13F7">
      <w:pPr>
        <w:rPr>
          <w:sz w:val="18"/>
          <w:szCs w:val="28"/>
        </w:rPr>
      </w:pPr>
    </w:p>
    <w:p w:rsidR="00786A0D" w:rsidRPr="00A35A84" w:rsidRDefault="00786A0D" w:rsidP="00786A0D">
      <w:pPr>
        <w:rPr>
          <w:b/>
          <w:sz w:val="22"/>
          <w:szCs w:val="28"/>
        </w:rPr>
      </w:pPr>
      <w:r w:rsidRPr="00A35A84">
        <w:rPr>
          <w:b/>
          <w:sz w:val="22"/>
          <w:szCs w:val="28"/>
        </w:rPr>
        <w:t>Afternoon Lab Schedule</w:t>
      </w:r>
      <w:r w:rsidR="004C38F6">
        <w:rPr>
          <w:b/>
          <w:sz w:val="22"/>
          <w:szCs w:val="28"/>
        </w:rPr>
        <w:t xml:space="preserve"> – Week 1</w:t>
      </w:r>
    </w:p>
    <w:p w:rsidR="00786A0D" w:rsidRPr="00FD13F7" w:rsidRDefault="00786A0D" w:rsidP="00786A0D">
      <w:pPr>
        <w:rPr>
          <w:sz w:val="18"/>
          <w:szCs w:val="28"/>
        </w:rPr>
      </w:pPr>
      <w:r w:rsidRPr="00FD13F7">
        <w:rPr>
          <w:sz w:val="18"/>
          <w:szCs w:val="28"/>
        </w:rPr>
        <w:t>1:00-1:</w:t>
      </w:r>
      <w:r w:rsidR="00EB243E">
        <w:rPr>
          <w:sz w:val="18"/>
          <w:szCs w:val="28"/>
        </w:rPr>
        <w:t>5</w:t>
      </w:r>
      <w:r w:rsidRPr="00FD13F7">
        <w:rPr>
          <w:sz w:val="18"/>
          <w:szCs w:val="28"/>
        </w:rPr>
        <w:t xml:space="preserve">0 </w:t>
      </w:r>
      <w:r w:rsidR="00EB243E" w:rsidRPr="00FD13F7">
        <w:rPr>
          <w:sz w:val="18"/>
          <w:szCs w:val="28"/>
        </w:rPr>
        <w:t>Lecture debriefing, Q and A</w:t>
      </w:r>
    </w:p>
    <w:p w:rsidR="00786A0D" w:rsidRPr="00FD13F7" w:rsidRDefault="00786A0D" w:rsidP="00786A0D">
      <w:pPr>
        <w:rPr>
          <w:sz w:val="18"/>
          <w:szCs w:val="28"/>
        </w:rPr>
      </w:pPr>
      <w:r w:rsidRPr="00FD13F7">
        <w:rPr>
          <w:sz w:val="18"/>
          <w:szCs w:val="28"/>
        </w:rPr>
        <w:t>1:</w:t>
      </w:r>
      <w:r w:rsidR="00EB243E">
        <w:rPr>
          <w:sz w:val="18"/>
          <w:szCs w:val="28"/>
        </w:rPr>
        <w:t>5</w:t>
      </w:r>
      <w:r w:rsidRPr="00FD13F7">
        <w:rPr>
          <w:sz w:val="18"/>
          <w:szCs w:val="28"/>
        </w:rPr>
        <w:t>0-</w:t>
      </w:r>
      <w:r w:rsidR="00EB243E">
        <w:rPr>
          <w:sz w:val="18"/>
          <w:szCs w:val="28"/>
        </w:rPr>
        <w:t>2:00</w:t>
      </w:r>
      <w:r w:rsidRPr="00FD13F7">
        <w:rPr>
          <w:sz w:val="18"/>
          <w:szCs w:val="28"/>
        </w:rPr>
        <w:t xml:space="preserve"> Break</w:t>
      </w:r>
    </w:p>
    <w:p w:rsidR="00786A0D" w:rsidRPr="00FD13F7" w:rsidRDefault="00786A0D" w:rsidP="00786A0D">
      <w:pPr>
        <w:rPr>
          <w:sz w:val="18"/>
          <w:szCs w:val="28"/>
        </w:rPr>
      </w:pPr>
      <w:r w:rsidRPr="00FD13F7">
        <w:rPr>
          <w:sz w:val="18"/>
          <w:szCs w:val="28"/>
        </w:rPr>
        <w:t>2:00-</w:t>
      </w:r>
      <w:r w:rsidR="00D21C69">
        <w:rPr>
          <w:sz w:val="18"/>
          <w:szCs w:val="28"/>
        </w:rPr>
        <w:t>3</w:t>
      </w:r>
      <w:r w:rsidRPr="00FD13F7">
        <w:rPr>
          <w:sz w:val="18"/>
          <w:szCs w:val="28"/>
        </w:rPr>
        <w:t>:</w:t>
      </w:r>
      <w:r w:rsidR="00D21C69">
        <w:rPr>
          <w:sz w:val="18"/>
          <w:szCs w:val="28"/>
        </w:rPr>
        <w:t>00</w:t>
      </w:r>
      <w:r w:rsidRPr="00FD13F7">
        <w:rPr>
          <w:sz w:val="18"/>
          <w:szCs w:val="28"/>
        </w:rPr>
        <w:t xml:space="preserve"> </w:t>
      </w:r>
      <w:r w:rsidR="00D21C69">
        <w:rPr>
          <w:sz w:val="18"/>
          <w:szCs w:val="28"/>
        </w:rPr>
        <w:t>Introduce Mini-Debate topic, prep</w:t>
      </w:r>
      <w:r w:rsidRPr="00FD13F7">
        <w:rPr>
          <w:sz w:val="18"/>
          <w:szCs w:val="28"/>
        </w:rPr>
        <w:t xml:space="preserve"> </w:t>
      </w:r>
    </w:p>
    <w:p w:rsidR="00786A0D" w:rsidRPr="00FD13F7" w:rsidRDefault="009D65CC" w:rsidP="00786A0D">
      <w:pPr>
        <w:rPr>
          <w:sz w:val="18"/>
          <w:szCs w:val="28"/>
        </w:rPr>
      </w:pPr>
      <w:r>
        <w:rPr>
          <w:sz w:val="18"/>
          <w:szCs w:val="28"/>
        </w:rPr>
        <w:t>3:00-3:1</w:t>
      </w:r>
      <w:r w:rsidR="00786A0D" w:rsidRPr="00FD13F7">
        <w:rPr>
          <w:sz w:val="18"/>
          <w:szCs w:val="28"/>
        </w:rPr>
        <w:t>0 Break</w:t>
      </w:r>
    </w:p>
    <w:p w:rsidR="00786A0D" w:rsidRPr="00FD13F7" w:rsidRDefault="009D65CC" w:rsidP="00786A0D">
      <w:pPr>
        <w:rPr>
          <w:sz w:val="18"/>
          <w:szCs w:val="28"/>
        </w:rPr>
      </w:pPr>
      <w:r>
        <w:rPr>
          <w:sz w:val="18"/>
          <w:szCs w:val="28"/>
        </w:rPr>
        <w:t>3</w:t>
      </w:r>
      <w:r w:rsidR="00575E3B">
        <w:rPr>
          <w:sz w:val="18"/>
          <w:szCs w:val="28"/>
        </w:rPr>
        <w:t>:10</w:t>
      </w:r>
      <w:r w:rsidR="00786A0D" w:rsidRPr="00FD13F7">
        <w:rPr>
          <w:sz w:val="18"/>
          <w:szCs w:val="28"/>
        </w:rPr>
        <w:t>-</w:t>
      </w:r>
      <w:r w:rsidR="00575E3B">
        <w:rPr>
          <w:sz w:val="18"/>
          <w:szCs w:val="28"/>
        </w:rPr>
        <w:t>4</w:t>
      </w:r>
      <w:r w:rsidR="00786A0D" w:rsidRPr="00FD13F7">
        <w:rPr>
          <w:sz w:val="18"/>
          <w:szCs w:val="28"/>
        </w:rPr>
        <w:t>:</w:t>
      </w:r>
      <w:r w:rsidR="00575E3B">
        <w:rPr>
          <w:sz w:val="18"/>
          <w:szCs w:val="28"/>
        </w:rPr>
        <w:t>00</w:t>
      </w:r>
      <w:r w:rsidR="00786A0D" w:rsidRPr="00FD13F7">
        <w:rPr>
          <w:sz w:val="18"/>
          <w:szCs w:val="28"/>
        </w:rPr>
        <w:t xml:space="preserve"> Skills Work in Lab Groups</w:t>
      </w:r>
    </w:p>
    <w:p w:rsidR="00786A0D" w:rsidRPr="00FD13F7" w:rsidRDefault="00575E3B" w:rsidP="00786A0D">
      <w:pPr>
        <w:rPr>
          <w:sz w:val="18"/>
          <w:szCs w:val="28"/>
        </w:rPr>
      </w:pPr>
      <w:r>
        <w:rPr>
          <w:sz w:val="18"/>
          <w:szCs w:val="28"/>
        </w:rPr>
        <w:t>4:00</w:t>
      </w:r>
      <w:r w:rsidR="00786A0D" w:rsidRPr="00FD13F7">
        <w:rPr>
          <w:sz w:val="18"/>
          <w:szCs w:val="28"/>
        </w:rPr>
        <w:t>-4:</w:t>
      </w:r>
      <w:r>
        <w:rPr>
          <w:sz w:val="18"/>
          <w:szCs w:val="28"/>
        </w:rPr>
        <w:t>1</w:t>
      </w:r>
      <w:r w:rsidR="00786A0D" w:rsidRPr="00FD13F7">
        <w:rPr>
          <w:sz w:val="18"/>
          <w:szCs w:val="28"/>
        </w:rPr>
        <w:t>0 Break</w:t>
      </w:r>
    </w:p>
    <w:p w:rsidR="00786A0D" w:rsidRDefault="00786A0D" w:rsidP="00786A0D">
      <w:pPr>
        <w:rPr>
          <w:sz w:val="18"/>
          <w:szCs w:val="28"/>
        </w:rPr>
      </w:pPr>
      <w:r w:rsidRPr="00FD13F7">
        <w:rPr>
          <w:sz w:val="18"/>
          <w:szCs w:val="28"/>
        </w:rPr>
        <w:t>4:</w:t>
      </w:r>
      <w:r w:rsidR="00575E3B">
        <w:rPr>
          <w:sz w:val="18"/>
          <w:szCs w:val="28"/>
        </w:rPr>
        <w:t>1</w:t>
      </w:r>
      <w:r w:rsidRPr="00FD13F7">
        <w:rPr>
          <w:sz w:val="18"/>
          <w:szCs w:val="28"/>
        </w:rPr>
        <w:t>0-5:00 Skills Work in Lab Groups</w:t>
      </w:r>
    </w:p>
    <w:p w:rsidR="00113564" w:rsidRDefault="00113564" w:rsidP="00786A0D">
      <w:pPr>
        <w:rPr>
          <w:sz w:val="18"/>
          <w:szCs w:val="28"/>
        </w:rPr>
      </w:pPr>
    </w:p>
    <w:p w:rsidR="00113564" w:rsidRPr="00113564" w:rsidRDefault="00113564" w:rsidP="00786A0D">
      <w:pPr>
        <w:rPr>
          <w:b/>
          <w:sz w:val="22"/>
          <w:szCs w:val="28"/>
        </w:rPr>
      </w:pPr>
      <w:r w:rsidRPr="00113564">
        <w:rPr>
          <w:b/>
          <w:sz w:val="22"/>
          <w:szCs w:val="28"/>
        </w:rPr>
        <w:t>Evening Lab Schedule – Week 1</w:t>
      </w:r>
    </w:p>
    <w:p w:rsidR="0069312E" w:rsidRDefault="0069312E" w:rsidP="00786A0D">
      <w:pPr>
        <w:rPr>
          <w:sz w:val="18"/>
          <w:szCs w:val="28"/>
        </w:rPr>
      </w:pPr>
    </w:p>
    <w:p w:rsidR="00173FE2" w:rsidRDefault="00173FE2" w:rsidP="00786A0D">
      <w:pPr>
        <w:rPr>
          <w:sz w:val="18"/>
          <w:szCs w:val="28"/>
        </w:rPr>
      </w:pPr>
      <w:r>
        <w:rPr>
          <w:sz w:val="18"/>
          <w:szCs w:val="28"/>
        </w:rPr>
        <w:t>6:30-7:00 Discussion of Argument to Research</w:t>
      </w:r>
    </w:p>
    <w:p w:rsidR="00173FE2" w:rsidRDefault="00173FE2" w:rsidP="00173FE2">
      <w:pPr>
        <w:rPr>
          <w:sz w:val="18"/>
          <w:szCs w:val="28"/>
        </w:rPr>
      </w:pPr>
      <w:r>
        <w:rPr>
          <w:sz w:val="18"/>
          <w:szCs w:val="28"/>
        </w:rPr>
        <w:t>7:00-7:30 Research Tips (Jason or WMJ)</w:t>
      </w:r>
    </w:p>
    <w:p w:rsidR="00173FE2" w:rsidRDefault="00173FE2" w:rsidP="00786A0D">
      <w:pPr>
        <w:rPr>
          <w:sz w:val="18"/>
          <w:szCs w:val="28"/>
        </w:rPr>
      </w:pPr>
      <w:r>
        <w:rPr>
          <w:sz w:val="18"/>
          <w:szCs w:val="28"/>
        </w:rPr>
        <w:t>7:30-7:45 Break</w:t>
      </w:r>
    </w:p>
    <w:p w:rsidR="00173FE2" w:rsidRDefault="00173FE2" w:rsidP="00786A0D">
      <w:pPr>
        <w:rPr>
          <w:sz w:val="18"/>
          <w:szCs w:val="28"/>
        </w:rPr>
      </w:pPr>
      <w:r>
        <w:rPr>
          <w:sz w:val="18"/>
          <w:szCs w:val="28"/>
        </w:rPr>
        <w:t xml:space="preserve">7:45- 8:45 </w:t>
      </w:r>
      <w:proofErr w:type="gramStart"/>
      <w:r>
        <w:rPr>
          <w:sz w:val="18"/>
          <w:szCs w:val="28"/>
        </w:rPr>
        <w:t>Research</w:t>
      </w:r>
      <w:proofErr w:type="gramEnd"/>
    </w:p>
    <w:p w:rsidR="00DB2B9D" w:rsidRDefault="00DB2B9D" w:rsidP="00786A0D">
      <w:pPr>
        <w:rPr>
          <w:sz w:val="18"/>
          <w:szCs w:val="28"/>
        </w:rPr>
      </w:pPr>
      <w:r>
        <w:rPr>
          <w:sz w:val="18"/>
          <w:szCs w:val="28"/>
        </w:rPr>
        <w:t>8:45-9:00 Debrief, preview</w:t>
      </w:r>
    </w:p>
    <w:p w:rsidR="008802FC" w:rsidRDefault="008802FC" w:rsidP="00786A0D">
      <w:pPr>
        <w:rPr>
          <w:sz w:val="18"/>
          <w:szCs w:val="28"/>
        </w:rPr>
        <w:sectPr w:rsidR="008802FC" w:rsidSect="008802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C096D" w:rsidRDefault="001C096D">
      <w:pPr>
        <w:spacing w:after="200" w:line="276" w:lineRule="auto"/>
        <w:rPr>
          <w:sz w:val="18"/>
          <w:szCs w:val="28"/>
        </w:rPr>
      </w:pPr>
      <w:r>
        <w:rPr>
          <w:sz w:val="18"/>
          <w:szCs w:val="28"/>
        </w:rPr>
        <w:lastRenderedPageBreak/>
        <w:br w:type="page"/>
      </w:r>
    </w:p>
    <w:p w:rsidR="002E2555" w:rsidRPr="001C096D" w:rsidRDefault="002E2555" w:rsidP="002E2555">
      <w:pPr>
        <w:pStyle w:val="Heading4"/>
        <w:rPr>
          <w:sz w:val="22"/>
        </w:rPr>
      </w:pPr>
      <w:r w:rsidRPr="001C096D">
        <w:rPr>
          <w:sz w:val="22"/>
        </w:rPr>
        <w:lastRenderedPageBreak/>
        <w:t>WEEK 1</w:t>
      </w:r>
    </w:p>
    <w:p w:rsidR="002E2555" w:rsidRPr="001C096D" w:rsidRDefault="002E2555" w:rsidP="002E2555">
      <w:pPr>
        <w:rPr>
          <w:b/>
          <w:sz w:val="16"/>
        </w:rPr>
      </w:pPr>
      <w:r w:rsidRPr="001C096D">
        <w:rPr>
          <w:b/>
          <w:sz w:val="16"/>
        </w:rPr>
        <w:t xml:space="preserve">Sunday, June </w:t>
      </w:r>
      <w:r w:rsidR="004C38F6" w:rsidRPr="001C096D">
        <w:rPr>
          <w:b/>
          <w:sz w:val="16"/>
        </w:rPr>
        <w:t>9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1:00 - 3:00 p.m.</w:t>
      </w:r>
      <w:r w:rsidRPr="001C096D">
        <w:rPr>
          <w:sz w:val="17"/>
        </w:rPr>
        <w:tab/>
        <w:t xml:space="preserve">Registration at </w:t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3:00 – 5:00 p.m.</w:t>
      </w:r>
      <w:r w:rsidRPr="001C096D">
        <w:rPr>
          <w:sz w:val="17"/>
        </w:rPr>
        <w:tab/>
      </w:r>
      <w:proofErr w:type="gramStart"/>
      <w:r w:rsidRPr="001C096D">
        <w:rPr>
          <w:sz w:val="17"/>
        </w:rPr>
        <w:t>Unpack</w:t>
      </w:r>
      <w:proofErr w:type="gramEnd"/>
      <w:r w:rsidRPr="001C096D">
        <w:rPr>
          <w:sz w:val="17"/>
        </w:rPr>
        <w:t xml:space="preserve"> and Get to know Emory’s campus</w:t>
      </w:r>
      <w:r w:rsidRPr="001C096D">
        <w:rPr>
          <w:sz w:val="17"/>
        </w:rPr>
        <w:tab/>
      </w:r>
      <w:r w:rsidR="00ED0145">
        <w:rPr>
          <w:sz w:val="17"/>
        </w:rPr>
        <w:tab/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Introduction/Activities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 &amp; Orientation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rPr>
          <w:b/>
          <w:sz w:val="16"/>
        </w:rPr>
      </w:pPr>
      <w:r w:rsidRPr="001C096D">
        <w:rPr>
          <w:b/>
          <w:sz w:val="16"/>
        </w:rPr>
        <w:t>Monday, June 1</w:t>
      </w:r>
      <w:r w:rsidR="004C38F6" w:rsidRPr="001C096D">
        <w:rPr>
          <w:b/>
          <w:sz w:val="16"/>
        </w:rPr>
        <w:t>0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</w:r>
      <w:r w:rsidR="00EB243E" w:rsidRPr="001C096D">
        <w:rPr>
          <w:sz w:val="17"/>
        </w:rPr>
        <w:t>Topic Lecture (Herndon)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8A6BEA" w:rsidRPr="001C096D">
        <w:rPr>
          <w:sz w:val="17"/>
        </w:rPr>
        <w:t xml:space="preserve"> </w:t>
      </w:r>
      <w:r w:rsidR="0004576F" w:rsidRPr="001C096D">
        <w:rPr>
          <w:sz w:val="17"/>
        </w:rPr>
        <w:t>– Intro to Debating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</w:r>
      <w:r w:rsidR="00013923" w:rsidRPr="001C096D">
        <w:rPr>
          <w:sz w:val="17"/>
        </w:rPr>
        <w:t>Labs -</w:t>
      </w:r>
      <w:r w:rsidR="00930A7F" w:rsidRPr="001C096D">
        <w:rPr>
          <w:sz w:val="17"/>
        </w:rPr>
        <w:t xml:space="preserve"> Mini-debates (Cuba)</w:t>
      </w:r>
      <w:r w:rsidR="00930A7F"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rPr>
          <w:b/>
          <w:sz w:val="16"/>
        </w:rPr>
      </w:pPr>
      <w:r w:rsidRPr="001C096D">
        <w:rPr>
          <w:b/>
          <w:sz w:val="16"/>
        </w:rPr>
        <w:t>Tuesday, June 1</w:t>
      </w:r>
      <w:r w:rsidR="004C38F6" w:rsidRPr="001C096D">
        <w:rPr>
          <w:b/>
          <w:sz w:val="16"/>
        </w:rPr>
        <w:t>1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</w:t>
      </w:r>
      <w:r w:rsidR="002A1074" w:rsidRPr="001C096D">
        <w:rPr>
          <w:sz w:val="17"/>
        </w:rPr>
        <w:t>1</w:t>
      </w:r>
      <w:r w:rsidRPr="001C096D">
        <w:rPr>
          <w:sz w:val="17"/>
        </w:rPr>
        <w:t>:30 a.m.</w:t>
      </w:r>
      <w:r w:rsidRPr="001C096D">
        <w:rPr>
          <w:sz w:val="17"/>
        </w:rPr>
        <w:tab/>
        <w:t>Lectures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EB243E" w:rsidRPr="001C096D" w:rsidRDefault="00ED0145" w:rsidP="002E2555">
      <w:pPr>
        <w:pStyle w:val="DayDetail"/>
        <w:numPr>
          <w:ilvl w:val="3"/>
          <w:numId w:val="1"/>
        </w:numPr>
        <w:rPr>
          <w:sz w:val="17"/>
        </w:rPr>
      </w:pPr>
      <w:r>
        <w:rPr>
          <w:sz w:val="17"/>
        </w:rPr>
        <w:t>Debate Camp</w:t>
      </w:r>
      <w:r w:rsidR="00EB243E" w:rsidRPr="001C096D">
        <w:rPr>
          <w:sz w:val="17"/>
        </w:rPr>
        <w:t xml:space="preserve"> (Ed Lee)</w:t>
      </w:r>
    </w:p>
    <w:p w:rsidR="00EB243E" w:rsidRPr="001C096D" w:rsidRDefault="00EB243E" w:rsidP="002E2555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Cross-Ex (Melissa Wade)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EB243E" w:rsidRPr="001C096D">
        <w:rPr>
          <w:sz w:val="17"/>
        </w:rPr>
        <w:t xml:space="preserve"> </w:t>
      </w:r>
      <w:r w:rsidR="002D4BB5" w:rsidRPr="001C096D">
        <w:rPr>
          <w:sz w:val="17"/>
        </w:rPr>
        <w:t>– Aff Construction – Case Debates</w:t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EB243E" w:rsidRPr="001C096D">
        <w:rPr>
          <w:sz w:val="17"/>
        </w:rPr>
        <w:t xml:space="preserve"> </w:t>
      </w:r>
      <w:r w:rsidR="00022504" w:rsidRPr="001C096D">
        <w:rPr>
          <w:sz w:val="17"/>
        </w:rPr>
        <w:t xml:space="preserve">– Research </w:t>
      </w:r>
      <w:r w:rsidR="00334346" w:rsidRPr="001C096D">
        <w:rPr>
          <w:sz w:val="17"/>
        </w:rPr>
        <w:t>a</w:t>
      </w:r>
      <w:r w:rsidR="00022504" w:rsidRPr="001C096D">
        <w:rPr>
          <w:sz w:val="17"/>
        </w:rPr>
        <w:t xml:space="preserve"> Negative Argument</w:t>
      </w:r>
      <w:r w:rsidRPr="001C096D">
        <w:rPr>
          <w:sz w:val="17"/>
        </w:rPr>
        <w:tab/>
      </w:r>
      <w:r w:rsidR="00334346"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rPr>
          <w:b/>
          <w:sz w:val="16"/>
        </w:rPr>
      </w:pPr>
      <w:r w:rsidRPr="001C096D">
        <w:rPr>
          <w:b/>
          <w:sz w:val="16"/>
        </w:rPr>
        <w:t>Wednesday, June 1</w:t>
      </w:r>
      <w:r w:rsidR="004C38F6" w:rsidRPr="001C096D">
        <w:rPr>
          <w:b/>
          <w:sz w:val="16"/>
        </w:rPr>
        <w:t>2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  <w:t>Lectures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EB243E" w:rsidRPr="001C096D" w:rsidRDefault="00ED0145" w:rsidP="00EB243E">
      <w:pPr>
        <w:pStyle w:val="DayDetail"/>
        <w:numPr>
          <w:ilvl w:val="3"/>
          <w:numId w:val="1"/>
        </w:numPr>
        <w:rPr>
          <w:sz w:val="17"/>
        </w:rPr>
      </w:pPr>
      <w:r>
        <w:rPr>
          <w:sz w:val="17"/>
        </w:rPr>
        <w:t xml:space="preserve">Star Wars </w:t>
      </w:r>
      <w:r w:rsidR="00EB243E" w:rsidRPr="001C096D">
        <w:rPr>
          <w:sz w:val="17"/>
        </w:rPr>
        <w:t>(</w:t>
      </w:r>
      <w:r>
        <w:rPr>
          <w:sz w:val="17"/>
        </w:rPr>
        <w:t>WMJ</w:t>
      </w:r>
      <w:r w:rsidR="00EB243E" w:rsidRPr="001C096D">
        <w:rPr>
          <w:sz w:val="17"/>
        </w:rPr>
        <w:t>)</w:t>
      </w:r>
    </w:p>
    <w:p w:rsidR="00EB243E" w:rsidRPr="001C096D" w:rsidRDefault="00EB243E" w:rsidP="00EB243E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Counterplans (</w:t>
      </w:r>
      <w:proofErr w:type="spellStart"/>
      <w:r w:rsidRPr="001C096D">
        <w:rPr>
          <w:sz w:val="17"/>
        </w:rPr>
        <w:t>Newnam</w:t>
      </w:r>
      <w:proofErr w:type="spellEnd"/>
      <w:r w:rsidRPr="001C096D">
        <w:rPr>
          <w:sz w:val="17"/>
        </w:rPr>
        <w:t>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C02A46" w:rsidRPr="001C096D">
        <w:rPr>
          <w:sz w:val="17"/>
        </w:rPr>
        <w:t xml:space="preserve"> </w:t>
      </w:r>
      <w:r w:rsidR="00850594" w:rsidRPr="001C096D">
        <w:rPr>
          <w:sz w:val="17"/>
        </w:rPr>
        <w:t xml:space="preserve">– Disadvantage Construction – Debates </w:t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</w:r>
      <w:r w:rsidR="008E5323" w:rsidRPr="008E5323">
        <w:rPr>
          <w:sz w:val="17"/>
        </w:rPr>
        <w:t>Dinner at Dobbs Hall (Do not go to the DUC)</w:t>
      </w:r>
      <w:r w:rsidR="008E5323">
        <w:rPr>
          <w:sz w:val="17"/>
        </w:rPr>
        <w:t xml:space="preserve">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E5323">
        <w:rPr>
          <w:sz w:val="17"/>
        </w:rPr>
        <w:t>Dobbs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2D4BB5" w:rsidRPr="001C096D">
        <w:rPr>
          <w:sz w:val="17"/>
        </w:rPr>
        <w:t xml:space="preserve"> </w:t>
      </w:r>
      <w:r w:rsidR="00B30B74" w:rsidRPr="001C096D">
        <w:rPr>
          <w:sz w:val="17"/>
        </w:rPr>
        <w:t>– Research an Affirmative Response</w:t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rPr>
          <w:b/>
          <w:sz w:val="20"/>
        </w:rPr>
      </w:pPr>
      <w:r w:rsidRPr="001C096D">
        <w:rPr>
          <w:b/>
          <w:sz w:val="16"/>
        </w:rPr>
        <w:t>Thursday, June 1</w:t>
      </w:r>
      <w:r w:rsidR="004C38F6" w:rsidRPr="001C096D">
        <w:rPr>
          <w:b/>
          <w:sz w:val="16"/>
        </w:rPr>
        <w:t>3</w:t>
      </w:r>
      <w:r w:rsidRPr="001C096D">
        <w:rPr>
          <w:b/>
          <w:sz w:val="16"/>
        </w:rPr>
        <w:t xml:space="preserve"> </w:t>
      </w:r>
      <w:r w:rsidR="00ED0145">
        <w:rPr>
          <w:b/>
          <w:sz w:val="16"/>
        </w:rPr>
        <w:t>(Late Start Day)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9:30 - 10:15 a.m.</w:t>
      </w:r>
      <w:r w:rsidRPr="001C096D">
        <w:rPr>
          <w:sz w:val="17"/>
        </w:rPr>
        <w:tab/>
        <w:t xml:space="preserve">Breakfast at </w:t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  <w:r w:rsidR="008E5323">
        <w:rPr>
          <w:sz w:val="17"/>
        </w:rPr>
        <w:t xml:space="preserve"> </w:t>
      </w:r>
      <w:r w:rsidR="008E5323" w:rsidRPr="008E5323">
        <w:rPr>
          <w:sz w:val="17"/>
        </w:rPr>
        <w:t>(Do not go to the DUC)</w:t>
      </w:r>
      <w:r w:rsidR="008E5323">
        <w:rPr>
          <w:sz w:val="17"/>
        </w:rPr>
        <w:t xml:space="preserve"> </w:t>
      </w:r>
      <w:r w:rsidR="008E5323"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10:30 - 11:30 a.m.</w:t>
      </w:r>
      <w:r w:rsidRPr="001C096D">
        <w:rPr>
          <w:sz w:val="17"/>
        </w:rPr>
        <w:tab/>
        <w:t>Lectures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EB243E" w:rsidRPr="001C096D" w:rsidRDefault="00EB243E" w:rsidP="00EB243E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Going Negative (Jason)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C02A46" w:rsidRPr="001C096D">
        <w:rPr>
          <w:sz w:val="17"/>
        </w:rPr>
        <w:t xml:space="preserve"> – Counterplan Construction – CP Debates</w:t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806024" w:rsidRPr="001C096D">
        <w:rPr>
          <w:sz w:val="17"/>
        </w:rPr>
        <w:t xml:space="preserve"> – Research an Affirmative Response</w:t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b/>
          <w:sz w:val="17"/>
        </w:rPr>
      </w:pPr>
    </w:p>
    <w:p w:rsidR="001C096D" w:rsidRDefault="001C096D">
      <w:pPr>
        <w:spacing w:after="200" w:line="276" w:lineRule="auto"/>
        <w:rPr>
          <w:b/>
          <w:sz w:val="18"/>
        </w:rPr>
      </w:pPr>
      <w:r>
        <w:rPr>
          <w:b/>
          <w:sz w:val="18"/>
        </w:rPr>
        <w:br w:type="page"/>
      </w: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lastRenderedPageBreak/>
        <w:t>Friday, June 1</w:t>
      </w:r>
      <w:r w:rsidR="0004576F" w:rsidRPr="001C096D">
        <w:rPr>
          <w:rFonts w:ascii="Times New Roman" w:hAnsi="Times New Roman"/>
          <w:b/>
          <w:sz w:val="18"/>
          <w:u w:val="none"/>
        </w:rPr>
        <w:t>4</w:t>
      </w:r>
      <w:r w:rsidRPr="001C096D">
        <w:rPr>
          <w:rFonts w:ascii="Times New Roman" w:hAnsi="Times New Roman"/>
          <w:b/>
          <w:sz w:val="18"/>
          <w:u w:val="none"/>
        </w:rPr>
        <w:tab/>
      </w:r>
      <w:r w:rsidRPr="001C096D">
        <w:rPr>
          <w:rFonts w:ascii="Times New Roman" w:hAnsi="Times New Roman"/>
          <w:b/>
          <w:sz w:val="18"/>
          <w:u w:val="none"/>
        </w:rPr>
        <w:tab/>
      </w:r>
      <w:r w:rsidRPr="001C096D">
        <w:rPr>
          <w:rFonts w:ascii="Times New Roman" w:hAnsi="Times New Roman"/>
          <w:b/>
          <w:sz w:val="18"/>
          <w:u w:val="none"/>
        </w:rPr>
        <w:tab/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  <w:t xml:space="preserve">Lectures 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EB243E" w:rsidRPr="001C096D" w:rsidRDefault="00EB243E" w:rsidP="00EB243E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Paperless Debating (Julia)</w:t>
      </w:r>
    </w:p>
    <w:p w:rsidR="00EB243E" w:rsidRPr="001C096D" w:rsidRDefault="00EB243E" w:rsidP="00EB243E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Debating the K (Turner)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8F31EE" w:rsidRPr="001C096D">
        <w:rPr>
          <w:sz w:val="17"/>
        </w:rPr>
        <w:t xml:space="preserve"> – Critiques – Debates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</w:r>
      <w:r w:rsidR="007736D7" w:rsidRPr="007736D7">
        <w:rPr>
          <w:sz w:val="17"/>
        </w:rPr>
        <w:t xml:space="preserve">Dinner at </w:t>
      </w:r>
      <w:r w:rsidR="007736D7" w:rsidRPr="00042674">
        <w:rPr>
          <w:sz w:val="17"/>
        </w:rPr>
        <w:t>Dobbs Hall</w:t>
      </w:r>
      <w:r w:rsidR="007736D7" w:rsidRPr="007736D7">
        <w:rPr>
          <w:sz w:val="17"/>
        </w:rPr>
        <w:t xml:space="preserve"> (Do not go to the DUC)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7736D7">
        <w:rPr>
          <w:sz w:val="17"/>
        </w:rPr>
        <w:t>Dobbs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8F31EE"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5310"/>
          <w:tab w:val="left" w:pos="7920"/>
        </w:tabs>
        <w:rPr>
          <w:sz w:val="18"/>
        </w:rPr>
      </w:pPr>
    </w:p>
    <w:p w:rsidR="002E2555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Saturday, June 1</w:t>
      </w:r>
      <w:r w:rsidR="0004576F" w:rsidRPr="001C096D">
        <w:rPr>
          <w:rFonts w:ascii="Times New Roman" w:hAnsi="Times New Roman"/>
          <w:b/>
          <w:sz w:val="18"/>
          <w:u w:val="none"/>
        </w:rPr>
        <w:t>5</w:t>
      </w:r>
      <w:r w:rsidR="004C38F6" w:rsidRPr="001C096D">
        <w:rPr>
          <w:rFonts w:ascii="Times New Roman" w:hAnsi="Times New Roman"/>
          <w:b/>
          <w:sz w:val="18"/>
          <w:u w:val="none"/>
        </w:rPr>
        <w:t xml:space="preserve"> (</w:t>
      </w:r>
      <w:r w:rsidR="00562B82" w:rsidRPr="001C096D">
        <w:rPr>
          <w:rFonts w:ascii="Times New Roman" w:hAnsi="Times New Roman"/>
          <w:b/>
          <w:sz w:val="18"/>
          <w:u w:val="none"/>
        </w:rPr>
        <w:t>Demo Debate Day)</w:t>
      </w:r>
    </w:p>
    <w:p w:rsidR="007736D7" w:rsidRPr="001C096D" w:rsidRDefault="007736D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 xml:space="preserve">Breakfast at </w:t>
      </w:r>
      <w:r w:rsidR="00ED0145" w:rsidRPr="00042674">
        <w:rPr>
          <w:sz w:val="17"/>
        </w:rPr>
        <w:t>Dobbs</w:t>
      </w:r>
      <w:r w:rsidRPr="00042674">
        <w:rPr>
          <w:sz w:val="17"/>
        </w:rPr>
        <w:t xml:space="preserve"> Hall</w:t>
      </w:r>
      <w:r w:rsidR="007736D7">
        <w:rPr>
          <w:b/>
          <w:sz w:val="17"/>
        </w:rPr>
        <w:t xml:space="preserve"> </w:t>
      </w:r>
      <w:r w:rsidR="007736D7" w:rsidRPr="007736D7">
        <w:rPr>
          <w:sz w:val="17"/>
        </w:rPr>
        <w:t>(Do not go to the DUC)</w:t>
      </w:r>
      <w:r w:rsidRPr="001C096D">
        <w:rPr>
          <w:sz w:val="17"/>
        </w:rPr>
        <w:tab/>
      </w:r>
      <w:r w:rsidR="00042674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787DA4" w:rsidP="002E2555">
      <w:pPr>
        <w:pStyle w:val="DayDetail"/>
        <w:rPr>
          <w:sz w:val="17"/>
        </w:rPr>
      </w:pPr>
      <w:r w:rsidRPr="001C096D">
        <w:rPr>
          <w:sz w:val="17"/>
        </w:rPr>
        <w:t>10:</w:t>
      </w:r>
      <w:r w:rsidR="002E2555" w:rsidRPr="001C096D">
        <w:rPr>
          <w:sz w:val="17"/>
        </w:rPr>
        <w:t>30 - 11:30 a.m.</w:t>
      </w:r>
      <w:r w:rsidR="002E2555" w:rsidRPr="001C096D">
        <w:rPr>
          <w:sz w:val="17"/>
        </w:rPr>
        <w:tab/>
        <w:t>Lectures</w:t>
      </w:r>
      <w:r w:rsidR="002E2555" w:rsidRPr="001C096D">
        <w:rPr>
          <w:sz w:val="17"/>
        </w:rPr>
        <w:tab/>
      </w:r>
      <w:r w:rsidR="002E2555"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562B82" w:rsidRPr="001C096D" w:rsidRDefault="00562B82" w:rsidP="00562B82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Watching a Debate (Nick)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1:00 - 3:00 p.m.</w:t>
      </w:r>
      <w:r w:rsidRPr="001C096D">
        <w:rPr>
          <w:sz w:val="17"/>
        </w:rPr>
        <w:tab/>
      </w:r>
      <w:r w:rsidR="00ED0145">
        <w:rPr>
          <w:sz w:val="17"/>
        </w:rPr>
        <w:t>Demonstration Debate</w:t>
      </w:r>
      <w:r w:rsidRPr="001C096D">
        <w:rPr>
          <w:sz w:val="17"/>
        </w:rPr>
        <w:tab/>
      </w:r>
      <w:r w:rsidRPr="001C096D">
        <w:rPr>
          <w:sz w:val="17"/>
        </w:rPr>
        <w:tab/>
        <w:t>TBD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3:00 - 5:00 p.m.</w:t>
      </w:r>
      <w:r w:rsidRPr="001C096D">
        <w:rPr>
          <w:sz w:val="17"/>
        </w:rPr>
        <w:tab/>
        <w:t>Labs</w:t>
      </w:r>
      <w:r w:rsidR="00F94233" w:rsidRPr="001C096D">
        <w:rPr>
          <w:sz w:val="17"/>
        </w:rPr>
        <w:t xml:space="preserve"> (</w:t>
      </w:r>
      <w:r w:rsidR="00607DB2" w:rsidRPr="001C096D">
        <w:rPr>
          <w:sz w:val="17"/>
        </w:rPr>
        <w:t>Debate De-Briefing</w:t>
      </w:r>
      <w:r w:rsidR="00F94233" w:rsidRPr="001C096D">
        <w:rPr>
          <w:sz w:val="17"/>
        </w:rPr>
        <w:t>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275DA8" w:rsidRPr="001C096D">
        <w:rPr>
          <w:sz w:val="17"/>
        </w:rPr>
        <w:t xml:space="preserve"> (</w:t>
      </w:r>
      <w:r w:rsidR="00E327A4" w:rsidRPr="001C096D">
        <w:rPr>
          <w:sz w:val="17"/>
        </w:rPr>
        <w:t>Jason’s Choice</w:t>
      </w:r>
      <w:r w:rsidR="00E470C6" w:rsidRPr="001C096D">
        <w:rPr>
          <w:sz w:val="17"/>
        </w:rPr>
        <w:t xml:space="preserve">)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18"/>
        </w:rPr>
      </w:pPr>
    </w:p>
    <w:p w:rsidR="002E2555" w:rsidRDefault="002E2555" w:rsidP="002E2555">
      <w:pPr>
        <w:pStyle w:val="Heading4"/>
        <w:rPr>
          <w:sz w:val="22"/>
        </w:rPr>
      </w:pPr>
      <w:r w:rsidRPr="001C096D">
        <w:rPr>
          <w:sz w:val="22"/>
        </w:rPr>
        <w:t>WEEK 2</w:t>
      </w:r>
    </w:p>
    <w:p w:rsidR="001D217F" w:rsidRPr="001D217F" w:rsidRDefault="001D217F" w:rsidP="001D217F"/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Sunday, June 1</w:t>
      </w:r>
      <w:r w:rsidR="000A5A14" w:rsidRPr="001C096D">
        <w:rPr>
          <w:rFonts w:ascii="Times New Roman" w:hAnsi="Times New Roman"/>
          <w:b/>
          <w:sz w:val="18"/>
          <w:u w:val="none"/>
        </w:rPr>
        <w:t>6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– 10:30 a.m.</w:t>
      </w:r>
      <w:r w:rsidRPr="001C096D">
        <w:rPr>
          <w:sz w:val="17"/>
        </w:rPr>
        <w:tab/>
        <w:t xml:space="preserve">Breakfast at </w:t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  <w:r w:rsidR="006A027C">
        <w:rPr>
          <w:sz w:val="17"/>
        </w:rPr>
        <w:t xml:space="preserve"> </w:t>
      </w:r>
      <w:r w:rsidR="006A027C" w:rsidRPr="007736D7">
        <w:rPr>
          <w:sz w:val="17"/>
        </w:rPr>
        <w:t>(Do not go to the DUC)</w:t>
      </w:r>
      <w:r w:rsidR="006A027C" w:rsidRPr="001C096D">
        <w:rPr>
          <w:sz w:val="17"/>
        </w:rPr>
        <w:tab/>
      </w:r>
      <w:r w:rsidR="006A027C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10:30 – 11:30</w:t>
      </w:r>
      <w:r w:rsidRPr="001C096D">
        <w:rPr>
          <w:sz w:val="17"/>
        </w:rPr>
        <w:tab/>
        <w:t>Free Time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11:30 - 12:30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1:00 - 3:00 p.m.</w:t>
      </w:r>
      <w:r w:rsidRPr="001C096D">
        <w:rPr>
          <w:sz w:val="17"/>
        </w:rPr>
        <w:tab/>
        <w:t>Mandatory Fun with Dorm Staff!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3:00 - 5:30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5:30 - 6:30 p.m.</w:t>
      </w:r>
      <w:r w:rsidRPr="001C096D">
        <w:rPr>
          <w:sz w:val="17"/>
        </w:rPr>
        <w:tab/>
      </w:r>
      <w:r w:rsidR="008A0615">
        <w:rPr>
          <w:sz w:val="17"/>
        </w:rPr>
        <w:t>Dinner</w:t>
      </w:r>
      <w:r w:rsidRPr="001C096D">
        <w:rPr>
          <w:sz w:val="17"/>
        </w:rPr>
        <w:t xml:space="preserve"> at </w:t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  <w:r w:rsidR="006A027C">
        <w:rPr>
          <w:sz w:val="17"/>
        </w:rPr>
        <w:t xml:space="preserve"> </w:t>
      </w:r>
      <w:r w:rsidR="006A027C" w:rsidRPr="007736D7">
        <w:rPr>
          <w:sz w:val="17"/>
        </w:rPr>
        <w:t>(Do not go to the DUC)</w:t>
      </w:r>
      <w:r w:rsidR="006A027C" w:rsidRPr="001C096D">
        <w:rPr>
          <w:sz w:val="17"/>
        </w:rPr>
        <w:tab/>
      </w:r>
      <w:r w:rsidR="008A0615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6:30 - 10:00 p.m.</w:t>
      </w:r>
      <w:r w:rsidRPr="001C096D">
        <w:rPr>
          <w:sz w:val="17"/>
        </w:rPr>
        <w:tab/>
        <w:t>Movie Night with Dorm Staff!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Monday, June 1</w:t>
      </w:r>
      <w:r w:rsidR="000A5A14" w:rsidRPr="001C096D">
        <w:rPr>
          <w:rFonts w:ascii="Times New Roman" w:hAnsi="Times New Roman"/>
          <w:b/>
          <w:sz w:val="18"/>
          <w:u w:val="none"/>
        </w:rPr>
        <w:t>7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  <w:t>Lectures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White Hall 101</w:t>
      </w:r>
    </w:p>
    <w:p w:rsidR="004172E2" w:rsidRPr="001C096D" w:rsidRDefault="004172E2" w:rsidP="004172E2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Impact Calculus (Stephen)</w:t>
      </w:r>
    </w:p>
    <w:p w:rsidR="004172E2" w:rsidRPr="001C096D" w:rsidRDefault="004172E2" w:rsidP="004172E2">
      <w:pPr>
        <w:pStyle w:val="DayDetail"/>
        <w:numPr>
          <w:ilvl w:val="3"/>
          <w:numId w:val="1"/>
        </w:numPr>
        <w:rPr>
          <w:sz w:val="17"/>
        </w:rPr>
      </w:pPr>
      <w:r w:rsidRPr="001C096D">
        <w:rPr>
          <w:sz w:val="17"/>
        </w:rPr>
        <w:t>Persuasion (Nick)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9F2353" w:rsidRPr="001C096D">
        <w:rPr>
          <w:sz w:val="17"/>
        </w:rPr>
        <w:t xml:space="preserve"> </w:t>
      </w:r>
      <w:r w:rsidR="00AB0EF4"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437F9D" w:rsidRPr="001C096D">
        <w:rPr>
          <w:sz w:val="17"/>
        </w:rPr>
        <w:t xml:space="preserve"> </w:t>
      </w:r>
      <w:r w:rsidR="000A5A14"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Tuesday, June 1</w:t>
      </w:r>
      <w:r w:rsidR="000A5A14" w:rsidRPr="001C096D">
        <w:rPr>
          <w:rFonts w:ascii="Times New Roman" w:hAnsi="Times New Roman"/>
          <w:b/>
          <w:sz w:val="18"/>
          <w:u w:val="none"/>
        </w:rPr>
        <w:t>8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  <w:t>Labs</w:t>
      </w:r>
      <w:r w:rsidR="00D91B8D" w:rsidRPr="001C096D">
        <w:rPr>
          <w:sz w:val="17"/>
        </w:rPr>
        <w:t xml:space="preserve"> (</w:t>
      </w:r>
      <w:r w:rsidR="00DE310B" w:rsidRPr="001C096D">
        <w:rPr>
          <w:sz w:val="17"/>
        </w:rPr>
        <w:t>Practice Debate</w:t>
      </w:r>
      <w:r w:rsidR="00D91B8D" w:rsidRPr="001C096D">
        <w:rPr>
          <w:sz w:val="17"/>
        </w:rPr>
        <w:t>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EF77C6" w:rsidRPr="001C096D">
        <w:rPr>
          <w:sz w:val="17"/>
        </w:rPr>
        <w:t xml:space="preserve"> </w:t>
      </w:r>
      <w:r w:rsidR="00DE310B" w:rsidRPr="001C096D">
        <w:rPr>
          <w:sz w:val="17"/>
        </w:rPr>
        <w:t>(Aff Rebuttals)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DE310B" w:rsidRPr="001C096D">
        <w:rPr>
          <w:sz w:val="17"/>
        </w:rPr>
        <w:t xml:space="preserve"> (Neg Rebuttals)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</w:rPr>
      </w:pPr>
    </w:p>
    <w:p w:rsidR="001C096D" w:rsidRDefault="001C096D">
      <w:pPr>
        <w:spacing w:after="200" w:line="276" w:lineRule="auto"/>
        <w:rPr>
          <w:b/>
          <w:sz w:val="18"/>
        </w:rPr>
      </w:pPr>
      <w:r>
        <w:rPr>
          <w:b/>
          <w:sz w:val="18"/>
        </w:rPr>
        <w:br w:type="page"/>
      </w: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lastRenderedPageBreak/>
        <w:t xml:space="preserve">Wednesday, June </w:t>
      </w:r>
      <w:r w:rsidR="000A5A14" w:rsidRPr="001C096D">
        <w:rPr>
          <w:rFonts w:ascii="Times New Roman" w:hAnsi="Times New Roman"/>
          <w:b/>
          <w:sz w:val="18"/>
          <w:u w:val="none"/>
        </w:rPr>
        <w:t>19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9:30 - 11:30 a.m.</w:t>
      </w:r>
      <w:r w:rsidRPr="001C096D">
        <w:rPr>
          <w:sz w:val="17"/>
        </w:rPr>
        <w:tab/>
        <w:t>Labs</w:t>
      </w:r>
      <w:r w:rsidR="00D91B8D" w:rsidRPr="001C096D">
        <w:rPr>
          <w:sz w:val="17"/>
        </w:rPr>
        <w:t xml:space="preserve"> (Tournament Prep)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11:30 - 12:45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1:00 - 5:00 p.m.</w:t>
      </w:r>
      <w:r w:rsidRPr="001C096D">
        <w:rPr>
          <w:sz w:val="17"/>
        </w:rPr>
        <w:tab/>
        <w:t>Labs</w:t>
      </w:r>
      <w:r w:rsidR="003239EE" w:rsidRPr="001C096D">
        <w:rPr>
          <w:sz w:val="17"/>
        </w:rPr>
        <w:t xml:space="preserve"> (Tournament Prep) 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5:00 - 6:30 p.m.</w:t>
      </w:r>
      <w:r w:rsidRPr="001C096D">
        <w:rPr>
          <w:sz w:val="17"/>
        </w:rPr>
        <w:tab/>
        <w:t>Dinner</w:t>
      </w:r>
      <w:r w:rsidR="000C38DC">
        <w:rPr>
          <w:sz w:val="17"/>
        </w:rPr>
        <w:t xml:space="preserve"> at Dobbs Hall </w:t>
      </w:r>
      <w:r w:rsidR="000C38DC" w:rsidRPr="007736D7">
        <w:rPr>
          <w:sz w:val="17"/>
        </w:rPr>
        <w:t>(Do not go to the DUC)</w:t>
      </w:r>
      <w:r w:rsidR="000C38DC" w:rsidRPr="001C096D">
        <w:rPr>
          <w:sz w:val="17"/>
        </w:rPr>
        <w:tab/>
      </w:r>
      <w:r w:rsidRPr="001C096D">
        <w:rPr>
          <w:sz w:val="17"/>
        </w:rPr>
        <w:tab/>
      </w:r>
      <w:r w:rsidR="000C38DC">
        <w:rPr>
          <w:sz w:val="17"/>
        </w:rPr>
        <w:t>Dobbs Hall</w:t>
      </w:r>
    </w:p>
    <w:p w:rsidR="002E2555" w:rsidRPr="001C096D" w:rsidRDefault="002E2555" w:rsidP="002E2555">
      <w:pPr>
        <w:tabs>
          <w:tab w:val="left" w:pos="1980"/>
        </w:tabs>
        <w:rPr>
          <w:sz w:val="17"/>
        </w:rPr>
      </w:pPr>
      <w:r w:rsidRPr="001C096D">
        <w:rPr>
          <w:sz w:val="17"/>
        </w:rPr>
        <w:t>6:30 - 9:00 p.m.</w:t>
      </w:r>
      <w:r w:rsidRPr="001C096D">
        <w:rPr>
          <w:sz w:val="17"/>
        </w:rPr>
        <w:tab/>
        <w:t>Labs</w:t>
      </w:r>
      <w:r w:rsidR="003239EE" w:rsidRPr="001C096D">
        <w:rPr>
          <w:sz w:val="17"/>
        </w:rPr>
        <w:t xml:space="preserve"> (Tournament Prep)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tabs>
          <w:tab w:val="left" w:pos="1980"/>
        </w:tabs>
        <w:rPr>
          <w:sz w:val="20"/>
        </w:rPr>
      </w:pPr>
      <w:r w:rsidRPr="001C096D">
        <w:rPr>
          <w:sz w:val="17"/>
        </w:rPr>
        <w:t>9:00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20"/>
        </w:rPr>
      </w:pP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Thursday, June 2</w:t>
      </w:r>
      <w:r w:rsidR="000A5A14" w:rsidRPr="001C096D">
        <w:rPr>
          <w:rFonts w:ascii="Times New Roman" w:hAnsi="Times New Roman"/>
          <w:b/>
          <w:sz w:val="18"/>
          <w:u w:val="none"/>
        </w:rPr>
        <w:t>0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8:00 - 9:00 a.m.</w:t>
      </w:r>
      <w:r w:rsidRPr="001C096D">
        <w:rPr>
          <w:sz w:val="17"/>
        </w:rPr>
        <w:tab/>
        <w:t xml:space="preserve">Breakfast – served at </w:t>
      </w:r>
      <w:r w:rsidR="00ED0145">
        <w:rPr>
          <w:sz w:val="17"/>
        </w:rPr>
        <w:t>Dobbs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proofErr w:type="spellStart"/>
      <w:r w:rsidR="00ED0145">
        <w:rPr>
          <w:sz w:val="17"/>
        </w:rPr>
        <w:t>Dobbs</w:t>
      </w:r>
      <w:proofErr w:type="spellEnd"/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8:30 - 10:30 a.m.</w:t>
      </w:r>
      <w:r w:rsidRPr="001C096D">
        <w:rPr>
          <w:sz w:val="17"/>
        </w:rPr>
        <w:tab/>
        <w:t>Round 1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10:30 - 12:15 p.m.</w:t>
      </w:r>
      <w:r w:rsidRPr="001C096D">
        <w:rPr>
          <w:sz w:val="17"/>
        </w:rPr>
        <w:tab/>
        <w:t>Round 2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12:15 - 1:30 p.m.</w:t>
      </w:r>
      <w:r w:rsidRPr="001C096D">
        <w:rPr>
          <w:sz w:val="17"/>
        </w:rPr>
        <w:tab/>
        <w:t>Lunch/Free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1:30 - 4:00 p.m.</w:t>
      </w:r>
      <w:r w:rsidRPr="001C096D">
        <w:rPr>
          <w:sz w:val="17"/>
        </w:rPr>
        <w:tab/>
        <w:t>Labs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4:00 - 5:30 p.m.</w:t>
      </w:r>
      <w:r w:rsidRPr="001C096D">
        <w:rPr>
          <w:sz w:val="17"/>
        </w:rPr>
        <w:tab/>
        <w:t>Round 3</w:t>
      </w:r>
      <w:r w:rsidRPr="001C096D">
        <w:rPr>
          <w:sz w:val="17"/>
        </w:rPr>
        <w:tab/>
      </w:r>
      <w:r w:rsidRPr="001C096D">
        <w:rPr>
          <w:sz w:val="17"/>
        </w:rPr>
        <w:tab/>
        <w:t>See Pairings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5:30 - 6:45 p.m.</w:t>
      </w:r>
      <w:r w:rsidRPr="001C096D">
        <w:rPr>
          <w:sz w:val="17"/>
        </w:rPr>
        <w:tab/>
        <w:t>Dinner/Free Time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6:45 - 8:30 p.m.</w:t>
      </w:r>
      <w:r w:rsidRPr="001C096D">
        <w:rPr>
          <w:sz w:val="17"/>
        </w:rPr>
        <w:tab/>
        <w:t>Round 4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8:30 – 10:00 p.m.</w:t>
      </w:r>
      <w:r w:rsidRPr="001C096D">
        <w:rPr>
          <w:sz w:val="17"/>
        </w:rPr>
        <w:tab/>
        <w:t>Free Time at the Dorms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Friday, June 2</w:t>
      </w:r>
      <w:r w:rsidR="000A5A14" w:rsidRPr="001C096D">
        <w:rPr>
          <w:rFonts w:ascii="Times New Roman" w:hAnsi="Times New Roman"/>
          <w:b/>
          <w:sz w:val="18"/>
          <w:u w:val="none"/>
        </w:rPr>
        <w:t>1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8:00 – 9:00 a.m.</w:t>
      </w:r>
      <w:r w:rsidRPr="001C096D">
        <w:rPr>
          <w:sz w:val="17"/>
        </w:rPr>
        <w:tab/>
        <w:t>Breakfast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8:30 – 10:30 a.m.</w:t>
      </w:r>
      <w:r w:rsidRPr="001C096D">
        <w:rPr>
          <w:sz w:val="17"/>
        </w:rPr>
        <w:tab/>
        <w:t>Round 5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10:30 – 12:15 p.m.</w:t>
      </w:r>
      <w:r w:rsidRPr="001C096D">
        <w:rPr>
          <w:sz w:val="17"/>
        </w:rPr>
        <w:tab/>
        <w:t>Round 6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12:00 - 1:30 p.m.</w:t>
      </w:r>
      <w:r w:rsidRPr="001C096D">
        <w:rPr>
          <w:sz w:val="17"/>
        </w:rPr>
        <w:tab/>
        <w:t>Lunch</w:t>
      </w:r>
      <w:r w:rsidRPr="001C096D">
        <w:rPr>
          <w:sz w:val="17"/>
        </w:rPr>
        <w:tab/>
      </w:r>
      <w:r w:rsidRPr="001C096D">
        <w:rPr>
          <w:sz w:val="17"/>
        </w:rPr>
        <w:tab/>
        <w:t>DUC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1:30 - 2:30 p.m.</w:t>
      </w:r>
      <w:r w:rsidRPr="001C096D">
        <w:rPr>
          <w:sz w:val="17"/>
        </w:rPr>
        <w:tab/>
        <w:t>Packing/Free Time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2:30 – 6:30 p.m.</w:t>
      </w:r>
      <w:r w:rsidRPr="001C096D">
        <w:rPr>
          <w:sz w:val="17"/>
        </w:rPr>
        <w:tab/>
        <w:t>Labs &amp; Lab Awards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816CE7">
        <w:rPr>
          <w:sz w:val="17"/>
        </w:rPr>
        <w:t>Rich 104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6:30 - 9:30 p.m.</w:t>
      </w:r>
      <w:r w:rsidRPr="001C096D">
        <w:rPr>
          <w:sz w:val="17"/>
        </w:rPr>
        <w:tab/>
      </w:r>
      <w:r w:rsidR="008E5323" w:rsidRPr="008E5323">
        <w:rPr>
          <w:sz w:val="17"/>
        </w:rPr>
        <w:t>Dinner &amp; Awards Ceremony at Dobbs Hall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10:00 p.m.</w:t>
      </w:r>
      <w:r w:rsidRPr="001C096D">
        <w:rPr>
          <w:sz w:val="17"/>
        </w:rPr>
        <w:tab/>
        <w:t>Dorm Check-In &amp; Room Cleaning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10:15 p.m. - ???</w:t>
      </w:r>
      <w:r w:rsidRPr="001C096D">
        <w:rPr>
          <w:sz w:val="17"/>
        </w:rPr>
        <w:tab/>
        <w:t>Dorm Party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2E2555" w:rsidRPr="001C096D" w:rsidRDefault="002E2555" w:rsidP="002E2555">
      <w:pPr>
        <w:tabs>
          <w:tab w:val="left" w:pos="1980"/>
          <w:tab w:val="left" w:pos="5310"/>
          <w:tab w:val="left" w:pos="7920"/>
        </w:tabs>
        <w:rPr>
          <w:sz w:val="18"/>
        </w:rPr>
      </w:pPr>
    </w:p>
    <w:p w:rsidR="002E2555" w:rsidRPr="001C096D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sz w:val="18"/>
          <w:u w:val="none"/>
        </w:rPr>
      </w:pPr>
      <w:r w:rsidRPr="001C096D">
        <w:rPr>
          <w:rFonts w:ascii="Times New Roman" w:hAnsi="Times New Roman"/>
          <w:b/>
          <w:sz w:val="18"/>
          <w:u w:val="none"/>
        </w:rPr>
        <w:t>Saturday, June 2</w:t>
      </w:r>
      <w:r w:rsidR="000A5A14" w:rsidRPr="001C096D">
        <w:rPr>
          <w:rFonts w:ascii="Times New Roman" w:hAnsi="Times New Roman"/>
          <w:b/>
          <w:sz w:val="18"/>
          <w:u w:val="none"/>
        </w:rPr>
        <w:t>2</w:t>
      </w:r>
      <w:r w:rsidRPr="001C096D">
        <w:rPr>
          <w:rFonts w:ascii="Times New Roman" w:hAnsi="Times New Roman"/>
          <w:b/>
          <w:sz w:val="18"/>
          <w:u w:val="none"/>
        </w:rPr>
        <w:t xml:space="preserve"> (No breakfast or lunch)</w:t>
      </w:r>
    </w:p>
    <w:p w:rsidR="002E2555" w:rsidRPr="001C096D" w:rsidRDefault="002E2555" w:rsidP="002E2555">
      <w:pPr>
        <w:pStyle w:val="DayDetail"/>
        <w:rPr>
          <w:sz w:val="17"/>
        </w:rPr>
      </w:pPr>
      <w:r w:rsidRPr="001C096D">
        <w:rPr>
          <w:sz w:val="17"/>
        </w:rPr>
        <w:t>9:00 - 11:00 a.m.</w:t>
      </w:r>
      <w:r w:rsidRPr="001C096D">
        <w:rPr>
          <w:sz w:val="17"/>
        </w:rPr>
        <w:tab/>
        <w:t>Check-Out/Departure</w:t>
      </w:r>
      <w:r w:rsidRPr="001C096D">
        <w:rPr>
          <w:sz w:val="17"/>
        </w:rPr>
        <w:tab/>
      </w:r>
      <w:r w:rsidRPr="001C096D">
        <w:rPr>
          <w:sz w:val="17"/>
        </w:rPr>
        <w:tab/>
      </w:r>
      <w:r w:rsidR="00ED0145">
        <w:rPr>
          <w:sz w:val="17"/>
        </w:rPr>
        <w:t>Dobbs</w:t>
      </w:r>
      <w:r w:rsidRPr="001C096D">
        <w:rPr>
          <w:sz w:val="17"/>
        </w:rPr>
        <w:t xml:space="preserve"> Hall</w:t>
      </w:r>
    </w:p>
    <w:p w:rsidR="008A6B17" w:rsidRDefault="008A6B17" w:rsidP="008A6B17"/>
    <w:p w:rsidR="002E2555" w:rsidRDefault="002E2555" w:rsidP="008A6B17"/>
    <w:sectPr w:rsidR="002E2555" w:rsidSect="008802F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1C" w:rsidRDefault="00B0671C" w:rsidP="005F5576">
      <w:r>
        <w:separator/>
      </w:r>
    </w:p>
  </w:endnote>
  <w:endnote w:type="continuationSeparator" w:id="0">
    <w:p w:rsidR="00B0671C" w:rsidRDefault="00B0671C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4677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61E5" w:rsidRDefault="009F61E5">
        <w:pPr>
          <w:pStyle w:val="Footer"/>
          <w:jc w:val="right"/>
        </w:pPr>
        <w:r>
          <w:t xml:space="preserve">ENDI 2 Week – </w:t>
        </w:r>
        <w:proofErr w:type="spellStart"/>
        <w:r>
          <w:t>Sigalos</w:t>
        </w:r>
        <w:proofErr w:type="spellEnd"/>
        <w:r>
          <w:t xml:space="preserve">/WMJ Lab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9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1E5" w:rsidRDefault="009F6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1C" w:rsidRDefault="00B0671C" w:rsidP="005F5576">
      <w:r>
        <w:separator/>
      </w:r>
    </w:p>
  </w:footnote>
  <w:footnote w:type="continuationSeparator" w:id="0">
    <w:p w:rsidR="00B0671C" w:rsidRDefault="00B0671C" w:rsidP="005F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150" w:rsidRDefault="00B95150">
    <w:pPr>
      <w:pStyle w:val="Header"/>
    </w:pPr>
    <w:proofErr w:type="spellStart"/>
    <w:r w:rsidRPr="0004576F">
      <w:t>Sigalos</w:t>
    </w:r>
    <w:proofErr w:type="spellEnd"/>
    <w:r w:rsidRPr="0004576F">
      <w:t>/WMJ Lab</w:t>
    </w:r>
  </w:p>
  <w:p w:rsidR="00B95150" w:rsidRDefault="00B95150">
    <w:pPr>
      <w:pStyle w:val="Header"/>
    </w:pPr>
    <w:r w:rsidRPr="0004576F">
      <w:t xml:space="preserve">2013 ENDI 2-Week Schedule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06D5"/>
    <w:multiLevelType w:val="hybridMultilevel"/>
    <w:tmpl w:val="10F2989C"/>
    <w:lvl w:ilvl="0" w:tplc="FC340842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55"/>
    <w:rsid w:val="000022F2"/>
    <w:rsid w:val="000077A5"/>
    <w:rsid w:val="00013923"/>
    <w:rsid w:val="00021F29"/>
    <w:rsid w:val="00022504"/>
    <w:rsid w:val="00027EED"/>
    <w:rsid w:val="000302CB"/>
    <w:rsid w:val="00033028"/>
    <w:rsid w:val="000360A7"/>
    <w:rsid w:val="000403B8"/>
    <w:rsid w:val="00042674"/>
    <w:rsid w:val="0004576F"/>
    <w:rsid w:val="00052A1D"/>
    <w:rsid w:val="00054CAD"/>
    <w:rsid w:val="00055E12"/>
    <w:rsid w:val="00062AC7"/>
    <w:rsid w:val="00064A59"/>
    <w:rsid w:val="0007162E"/>
    <w:rsid w:val="00090287"/>
    <w:rsid w:val="00090BA2"/>
    <w:rsid w:val="00097D7E"/>
    <w:rsid w:val="000A1D39"/>
    <w:rsid w:val="000A1DEE"/>
    <w:rsid w:val="000A4FA5"/>
    <w:rsid w:val="000A5A14"/>
    <w:rsid w:val="000C38DC"/>
    <w:rsid w:val="000D0B76"/>
    <w:rsid w:val="000D2AE5"/>
    <w:rsid w:val="000D3A26"/>
    <w:rsid w:val="000D3D8D"/>
    <w:rsid w:val="000E41A3"/>
    <w:rsid w:val="000F0B0A"/>
    <w:rsid w:val="000F3330"/>
    <w:rsid w:val="000F337B"/>
    <w:rsid w:val="000F37E7"/>
    <w:rsid w:val="000F7398"/>
    <w:rsid w:val="00106B04"/>
    <w:rsid w:val="00113564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3FE2"/>
    <w:rsid w:val="00175018"/>
    <w:rsid w:val="00177A1E"/>
    <w:rsid w:val="00182D51"/>
    <w:rsid w:val="0019587B"/>
    <w:rsid w:val="001970DD"/>
    <w:rsid w:val="001A4F0E"/>
    <w:rsid w:val="001B7E07"/>
    <w:rsid w:val="001C096D"/>
    <w:rsid w:val="001C1D82"/>
    <w:rsid w:val="001C2147"/>
    <w:rsid w:val="001C2534"/>
    <w:rsid w:val="001C7C90"/>
    <w:rsid w:val="001D0D51"/>
    <w:rsid w:val="001D217F"/>
    <w:rsid w:val="001D40C1"/>
    <w:rsid w:val="001E5AA5"/>
    <w:rsid w:val="0020006E"/>
    <w:rsid w:val="002009AE"/>
    <w:rsid w:val="002101DA"/>
    <w:rsid w:val="00217877"/>
    <w:rsid w:val="002243A3"/>
    <w:rsid w:val="0024023F"/>
    <w:rsid w:val="00240C4E"/>
    <w:rsid w:val="00243DC0"/>
    <w:rsid w:val="00250E16"/>
    <w:rsid w:val="00257696"/>
    <w:rsid w:val="0026382E"/>
    <w:rsid w:val="00272786"/>
    <w:rsid w:val="00275DA8"/>
    <w:rsid w:val="00275F59"/>
    <w:rsid w:val="00287AB7"/>
    <w:rsid w:val="002A1074"/>
    <w:rsid w:val="002A213E"/>
    <w:rsid w:val="002A612B"/>
    <w:rsid w:val="002B5597"/>
    <w:rsid w:val="002C5772"/>
    <w:rsid w:val="002D2946"/>
    <w:rsid w:val="002D4BB5"/>
    <w:rsid w:val="002D6BD6"/>
    <w:rsid w:val="002E2555"/>
    <w:rsid w:val="002E4DD9"/>
    <w:rsid w:val="002F0314"/>
    <w:rsid w:val="002F0CDC"/>
    <w:rsid w:val="0031182D"/>
    <w:rsid w:val="00314B9D"/>
    <w:rsid w:val="00315CA2"/>
    <w:rsid w:val="003207D4"/>
    <w:rsid w:val="003239EE"/>
    <w:rsid w:val="00326EEB"/>
    <w:rsid w:val="0033078A"/>
    <w:rsid w:val="00334346"/>
    <w:rsid w:val="00334CC6"/>
    <w:rsid w:val="00341D6C"/>
    <w:rsid w:val="00347123"/>
    <w:rsid w:val="0034756E"/>
    <w:rsid w:val="00347E74"/>
    <w:rsid w:val="003538DC"/>
    <w:rsid w:val="00354B5B"/>
    <w:rsid w:val="00364D95"/>
    <w:rsid w:val="003663C9"/>
    <w:rsid w:val="00383E0A"/>
    <w:rsid w:val="00385298"/>
    <w:rsid w:val="00395C83"/>
    <w:rsid w:val="003A1F39"/>
    <w:rsid w:val="003A2A3B"/>
    <w:rsid w:val="003A440C"/>
    <w:rsid w:val="003B024E"/>
    <w:rsid w:val="003B0C84"/>
    <w:rsid w:val="003B183E"/>
    <w:rsid w:val="003B2F3E"/>
    <w:rsid w:val="003C0ADF"/>
    <w:rsid w:val="003E4831"/>
    <w:rsid w:val="003E48DE"/>
    <w:rsid w:val="003E7E8B"/>
    <w:rsid w:val="00403971"/>
    <w:rsid w:val="004138EF"/>
    <w:rsid w:val="00415AEB"/>
    <w:rsid w:val="004172E2"/>
    <w:rsid w:val="004249F3"/>
    <w:rsid w:val="00437F9D"/>
    <w:rsid w:val="004504FB"/>
    <w:rsid w:val="00450882"/>
    <w:rsid w:val="00450C0C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94C30"/>
    <w:rsid w:val="004A0015"/>
    <w:rsid w:val="004A127A"/>
    <w:rsid w:val="004A6083"/>
    <w:rsid w:val="004A6E81"/>
    <w:rsid w:val="004A7806"/>
    <w:rsid w:val="004C38F6"/>
    <w:rsid w:val="004D1681"/>
    <w:rsid w:val="004D3745"/>
    <w:rsid w:val="004D3987"/>
    <w:rsid w:val="004D549B"/>
    <w:rsid w:val="004E3132"/>
    <w:rsid w:val="004E552E"/>
    <w:rsid w:val="004E642F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20139"/>
    <w:rsid w:val="005262C7"/>
    <w:rsid w:val="005269CF"/>
    <w:rsid w:val="00530E58"/>
    <w:rsid w:val="005349E1"/>
    <w:rsid w:val="00534A60"/>
    <w:rsid w:val="00537EF5"/>
    <w:rsid w:val="005420CC"/>
    <w:rsid w:val="005434D0"/>
    <w:rsid w:val="0054437C"/>
    <w:rsid w:val="00546D61"/>
    <w:rsid w:val="005579BF"/>
    <w:rsid w:val="00562B82"/>
    <w:rsid w:val="00563468"/>
    <w:rsid w:val="00565EAE"/>
    <w:rsid w:val="00573677"/>
    <w:rsid w:val="00575CD8"/>
    <w:rsid w:val="00575E3B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04D23"/>
    <w:rsid w:val="00607DB2"/>
    <w:rsid w:val="0061680A"/>
    <w:rsid w:val="00623B70"/>
    <w:rsid w:val="0063578B"/>
    <w:rsid w:val="00636B3D"/>
    <w:rsid w:val="00640142"/>
    <w:rsid w:val="00641025"/>
    <w:rsid w:val="0064376D"/>
    <w:rsid w:val="00663BE5"/>
    <w:rsid w:val="006672D8"/>
    <w:rsid w:val="00670D96"/>
    <w:rsid w:val="00671C5B"/>
    <w:rsid w:val="00672877"/>
    <w:rsid w:val="00681289"/>
    <w:rsid w:val="00683154"/>
    <w:rsid w:val="00690115"/>
    <w:rsid w:val="00690898"/>
    <w:rsid w:val="00693039"/>
    <w:rsid w:val="0069312E"/>
    <w:rsid w:val="006A027C"/>
    <w:rsid w:val="006A55DB"/>
    <w:rsid w:val="006C64D4"/>
    <w:rsid w:val="006E0C6D"/>
    <w:rsid w:val="006E53F0"/>
    <w:rsid w:val="006F2B4E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645C0"/>
    <w:rsid w:val="00771E18"/>
    <w:rsid w:val="007736D7"/>
    <w:rsid w:val="007739F1"/>
    <w:rsid w:val="007745C6"/>
    <w:rsid w:val="007755F6"/>
    <w:rsid w:val="007815E5"/>
    <w:rsid w:val="00786A0D"/>
    <w:rsid w:val="00787343"/>
    <w:rsid w:val="00787DA4"/>
    <w:rsid w:val="00790BFA"/>
    <w:rsid w:val="00791121"/>
    <w:rsid w:val="00791C88"/>
    <w:rsid w:val="007A3D06"/>
    <w:rsid w:val="007D65A7"/>
    <w:rsid w:val="007F6B2C"/>
    <w:rsid w:val="00806024"/>
    <w:rsid w:val="008133F9"/>
    <w:rsid w:val="00816CE7"/>
    <w:rsid w:val="0082211A"/>
    <w:rsid w:val="00823AAC"/>
    <w:rsid w:val="008368E0"/>
    <w:rsid w:val="00841440"/>
    <w:rsid w:val="00850594"/>
    <w:rsid w:val="00854C66"/>
    <w:rsid w:val="008553E1"/>
    <w:rsid w:val="0087643B"/>
    <w:rsid w:val="00877669"/>
    <w:rsid w:val="008802FC"/>
    <w:rsid w:val="00897F92"/>
    <w:rsid w:val="008A0615"/>
    <w:rsid w:val="008A64C9"/>
    <w:rsid w:val="008A6B17"/>
    <w:rsid w:val="008A6BEA"/>
    <w:rsid w:val="008B24B7"/>
    <w:rsid w:val="008C0165"/>
    <w:rsid w:val="008C68EE"/>
    <w:rsid w:val="008C7F44"/>
    <w:rsid w:val="008D4273"/>
    <w:rsid w:val="008D4EF3"/>
    <w:rsid w:val="008E0E4F"/>
    <w:rsid w:val="008E5323"/>
    <w:rsid w:val="008F0697"/>
    <w:rsid w:val="008F31EE"/>
    <w:rsid w:val="008F322F"/>
    <w:rsid w:val="00907DFE"/>
    <w:rsid w:val="00914596"/>
    <w:rsid w:val="009146BF"/>
    <w:rsid w:val="00930A7F"/>
    <w:rsid w:val="00930D1F"/>
    <w:rsid w:val="00935127"/>
    <w:rsid w:val="0094025E"/>
    <w:rsid w:val="0094256C"/>
    <w:rsid w:val="00966D36"/>
    <w:rsid w:val="009706C1"/>
    <w:rsid w:val="00984B38"/>
    <w:rsid w:val="00987875"/>
    <w:rsid w:val="00996A26"/>
    <w:rsid w:val="009A0636"/>
    <w:rsid w:val="009A6FF5"/>
    <w:rsid w:val="009B2B47"/>
    <w:rsid w:val="009C4255"/>
    <w:rsid w:val="009C4298"/>
    <w:rsid w:val="009C4793"/>
    <w:rsid w:val="009D318C"/>
    <w:rsid w:val="009D65CC"/>
    <w:rsid w:val="009F17E7"/>
    <w:rsid w:val="009F2353"/>
    <w:rsid w:val="009F61E5"/>
    <w:rsid w:val="00A10B8B"/>
    <w:rsid w:val="00A17A1F"/>
    <w:rsid w:val="00A26733"/>
    <w:rsid w:val="00A30D7E"/>
    <w:rsid w:val="00A3595E"/>
    <w:rsid w:val="00A35A84"/>
    <w:rsid w:val="00A40DFB"/>
    <w:rsid w:val="00A46C7F"/>
    <w:rsid w:val="00A47DF0"/>
    <w:rsid w:val="00A5209A"/>
    <w:rsid w:val="00A66DF8"/>
    <w:rsid w:val="00A77145"/>
    <w:rsid w:val="00A82989"/>
    <w:rsid w:val="00A90374"/>
    <w:rsid w:val="00A904FE"/>
    <w:rsid w:val="00A9799B"/>
    <w:rsid w:val="00AB0EF4"/>
    <w:rsid w:val="00AC222F"/>
    <w:rsid w:val="00AC7B3B"/>
    <w:rsid w:val="00AD3CE6"/>
    <w:rsid w:val="00AE1307"/>
    <w:rsid w:val="00AE7586"/>
    <w:rsid w:val="00AF7A65"/>
    <w:rsid w:val="00B03696"/>
    <w:rsid w:val="00B06710"/>
    <w:rsid w:val="00B0671C"/>
    <w:rsid w:val="00B166CB"/>
    <w:rsid w:val="00B22C0D"/>
    <w:rsid w:val="00B235E1"/>
    <w:rsid w:val="00B26650"/>
    <w:rsid w:val="00B30B74"/>
    <w:rsid w:val="00B3145D"/>
    <w:rsid w:val="00B357BA"/>
    <w:rsid w:val="00B438D0"/>
    <w:rsid w:val="00B564DB"/>
    <w:rsid w:val="00B66633"/>
    <w:rsid w:val="00B74B28"/>
    <w:rsid w:val="00B768B6"/>
    <w:rsid w:val="00B816A3"/>
    <w:rsid w:val="00B908D1"/>
    <w:rsid w:val="00B91DCF"/>
    <w:rsid w:val="00B95150"/>
    <w:rsid w:val="00BE2408"/>
    <w:rsid w:val="00BE3EC6"/>
    <w:rsid w:val="00BE5BEB"/>
    <w:rsid w:val="00BE6528"/>
    <w:rsid w:val="00C01F52"/>
    <w:rsid w:val="00C02A46"/>
    <w:rsid w:val="00C27212"/>
    <w:rsid w:val="00C34185"/>
    <w:rsid w:val="00C42DD6"/>
    <w:rsid w:val="00C54557"/>
    <w:rsid w:val="00C559F3"/>
    <w:rsid w:val="00C66858"/>
    <w:rsid w:val="00C7411E"/>
    <w:rsid w:val="00C84988"/>
    <w:rsid w:val="00C86936"/>
    <w:rsid w:val="00CA4AF6"/>
    <w:rsid w:val="00CA59CA"/>
    <w:rsid w:val="00CB2356"/>
    <w:rsid w:val="00CB4075"/>
    <w:rsid w:val="00CB4E6D"/>
    <w:rsid w:val="00CB5980"/>
    <w:rsid w:val="00CC23DE"/>
    <w:rsid w:val="00CD3E3A"/>
    <w:rsid w:val="00CE55A6"/>
    <w:rsid w:val="00CF0FB5"/>
    <w:rsid w:val="00CF6C18"/>
    <w:rsid w:val="00CF7EA8"/>
    <w:rsid w:val="00D004DA"/>
    <w:rsid w:val="00D07BA4"/>
    <w:rsid w:val="00D109BA"/>
    <w:rsid w:val="00D215F6"/>
    <w:rsid w:val="00D21C69"/>
    <w:rsid w:val="00D27223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3206"/>
    <w:rsid w:val="00D86024"/>
    <w:rsid w:val="00D91B8D"/>
    <w:rsid w:val="00D94CA3"/>
    <w:rsid w:val="00D96595"/>
    <w:rsid w:val="00D97951"/>
    <w:rsid w:val="00DA018C"/>
    <w:rsid w:val="00DA109B"/>
    <w:rsid w:val="00DB0F7E"/>
    <w:rsid w:val="00DB2B9D"/>
    <w:rsid w:val="00DB5489"/>
    <w:rsid w:val="00DB5CD9"/>
    <w:rsid w:val="00DB6C98"/>
    <w:rsid w:val="00DC670D"/>
    <w:rsid w:val="00DC701C"/>
    <w:rsid w:val="00DE127D"/>
    <w:rsid w:val="00DE310B"/>
    <w:rsid w:val="00E00376"/>
    <w:rsid w:val="00E01016"/>
    <w:rsid w:val="00E0530E"/>
    <w:rsid w:val="00E14EBD"/>
    <w:rsid w:val="00E15ACC"/>
    <w:rsid w:val="00E16734"/>
    <w:rsid w:val="00E2367A"/>
    <w:rsid w:val="00E327A4"/>
    <w:rsid w:val="00E3552F"/>
    <w:rsid w:val="00E35FC9"/>
    <w:rsid w:val="00E377A4"/>
    <w:rsid w:val="00E407B5"/>
    <w:rsid w:val="00E420E9"/>
    <w:rsid w:val="00E4635D"/>
    <w:rsid w:val="00E470C6"/>
    <w:rsid w:val="00E567D2"/>
    <w:rsid w:val="00E61D76"/>
    <w:rsid w:val="00E70912"/>
    <w:rsid w:val="00E90AA6"/>
    <w:rsid w:val="00E977B8"/>
    <w:rsid w:val="00E97AD1"/>
    <w:rsid w:val="00EA109B"/>
    <w:rsid w:val="00EA2926"/>
    <w:rsid w:val="00EB243E"/>
    <w:rsid w:val="00EC1A81"/>
    <w:rsid w:val="00EC76FD"/>
    <w:rsid w:val="00EC7E5C"/>
    <w:rsid w:val="00ED0145"/>
    <w:rsid w:val="00ED78F1"/>
    <w:rsid w:val="00EE03CC"/>
    <w:rsid w:val="00EF0F62"/>
    <w:rsid w:val="00EF77C6"/>
    <w:rsid w:val="00F007E1"/>
    <w:rsid w:val="00F057C6"/>
    <w:rsid w:val="00F214C7"/>
    <w:rsid w:val="00F26250"/>
    <w:rsid w:val="00F472CF"/>
    <w:rsid w:val="00F5019D"/>
    <w:rsid w:val="00F634D6"/>
    <w:rsid w:val="00F64385"/>
    <w:rsid w:val="00F6473F"/>
    <w:rsid w:val="00F6564C"/>
    <w:rsid w:val="00F76366"/>
    <w:rsid w:val="00F805C0"/>
    <w:rsid w:val="00F81946"/>
    <w:rsid w:val="00F905D7"/>
    <w:rsid w:val="00F94233"/>
    <w:rsid w:val="00F959DE"/>
    <w:rsid w:val="00FB4261"/>
    <w:rsid w:val="00FB43B1"/>
    <w:rsid w:val="00FB53A1"/>
    <w:rsid w:val="00FC0608"/>
    <w:rsid w:val="00FC2155"/>
    <w:rsid w:val="00FC41A7"/>
    <w:rsid w:val="00FD13F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2E25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82211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82211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82211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2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82211A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82211A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82211A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82211A"/>
    <w:rPr>
      <w:rFonts w:ascii="Times New Roman" w:hAnsi="Times New Roman"/>
      <w:b/>
      <w:i w:val="0"/>
      <w:iCs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82211A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966D36"/>
    <w:rPr>
      <w:rFonts w:ascii="Times New Roman" w:hAnsi="Times New Roman"/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82211A"/>
    <w:rPr>
      <w:rFonts w:ascii="Times New Roman" w:hAnsi="Times New Roman"/>
      <w:b/>
      <w:bCs/>
      <w:sz w:val="26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  <w:rPr>
      <w:rFonts w:eastAsia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5F5576"/>
    <w:pPr>
      <w:tabs>
        <w:tab w:val="center" w:pos="4680"/>
        <w:tab w:val="right" w:pos="9360"/>
      </w:tabs>
    </w:pPr>
    <w:rPr>
      <w:rFonts w:eastAsia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82211A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  <w:rPr>
      <w:rFonts w:eastAsiaTheme="minorHAnsi" w:cstheme="minorBidi"/>
      <w:sz w:val="22"/>
      <w:szCs w:val="22"/>
    </w:rPr>
  </w:style>
  <w:style w:type="paragraph" w:customStyle="1" w:styleId="Days">
    <w:name w:val="Days"/>
    <w:basedOn w:val="Normal"/>
    <w:rsid w:val="002E2555"/>
    <w:pPr>
      <w:tabs>
        <w:tab w:val="left" w:pos="1980"/>
      </w:tabs>
    </w:pPr>
    <w:rPr>
      <w:rFonts w:ascii="GillSans ExtraBold" w:hAnsi="GillSans ExtraBold"/>
      <w:sz w:val="22"/>
      <w:u w:val="single"/>
    </w:rPr>
  </w:style>
  <w:style w:type="paragraph" w:customStyle="1" w:styleId="DayDetail">
    <w:name w:val="Day Detail"/>
    <w:basedOn w:val="Normal"/>
    <w:rsid w:val="002E2555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D9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95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2E25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82211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82211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82211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szCs w:val="2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82211A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82211A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82211A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82211A"/>
    <w:rPr>
      <w:rFonts w:ascii="Times New Roman" w:hAnsi="Times New Roman"/>
      <w:b/>
      <w:i w:val="0"/>
      <w:iCs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93512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82211A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966D36"/>
    <w:rPr>
      <w:rFonts w:ascii="Times New Roman" w:hAnsi="Times New Roman"/>
      <w:b w:val="0"/>
      <w:bCs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82211A"/>
    <w:rPr>
      <w:rFonts w:ascii="Times New Roman" w:hAnsi="Times New Roman"/>
      <w:b/>
      <w:bCs/>
      <w:sz w:val="26"/>
    </w:rPr>
  </w:style>
  <w:style w:type="paragraph" w:styleId="Header">
    <w:name w:val="header"/>
    <w:basedOn w:val="Normal"/>
    <w:link w:val="HeaderChar"/>
    <w:uiPriority w:val="99"/>
    <w:semiHidden/>
    <w:rsid w:val="005F5576"/>
    <w:pPr>
      <w:tabs>
        <w:tab w:val="center" w:pos="4680"/>
        <w:tab w:val="right" w:pos="9360"/>
      </w:tabs>
    </w:pPr>
    <w:rPr>
      <w:rFonts w:eastAsia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5576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5F5576"/>
    <w:pPr>
      <w:tabs>
        <w:tab w:val="center" w:pos="4680"/>
        <w:tab w:val="right" w:pos="9360"/>
      </w:tabs>
    </w:pPr>
    <w:rPr>
      <w:rFonts w:eastAsia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F5576"/>
    <w:rPr>
      <w:rFonts w:ascii="Calibri" w:hAnsi="Calibri"/>
    </w:rPr>
  </w:style>
  <w:style w:type="character" w:styleId="Hyperlink">
    <w:name w:val="Hyperlink"/>
    <w:basedOn w:val="DefaultParagraphFont"/>
    <w:uiPriority w:val="99"/>
    <w:semiHidden/>
    <w:rsid w:val="009146BF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F322F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82211A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  <w:rPr>
      <w:rFonts w:eastAsiaTheme="minorHAnsi" w:cstheme="minorBidi"/>
      <w:sz w:val="22"/>
      <w:szCs w:val="22"/>
    </w:rPr>
  </w:style>
  <w:style w:type="paragraph" w:customStyle="1" w:styleId="Days">
    <w:name w:val="Days"/>
    <w:basedOn w:val="Normal"/>
    <w:rsid w:val="002E2555"/>
    <w:pPr>
      <w:tabs>
        <w:tab w:val="left" w:pos="1980"/>
      </w:tabs>
    </w:pPr>
    <w:rPr>
      <w:rFonts w:ascii="GillSans ExtraBold" w:hAnsi="GillSans ExtraBold"/>
      <w:sz w:val="22"/>
      <w:u w:val="single"/>
    </w:rPr>
  </w:style>
  <w:style w:type="paragraph" w:customStyle="1" w:styleId="DayDetail">
    <w:name w:val="Day Detail"/>
    <w:basedOn w:val="Normal"/>
    <w:rsid w:val="002E2555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D9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9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J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319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Herndon</dc:creator>
  <cp:lastModifiedBy>William Mosley-Jensen</cp:lastModifiedBy>
  <cp:revision>76</cp:revision>
  <cp:lastPrinted>2013-06-09T18:16:00Z</cp:lastPrinted>
  <dcterms:created xsi:type="dcterms:W3CDTF">2013-05-22T16:21:00Z</dcterms:created>
  <dcterms:modified xsi:type="dcterms:W3CDTF">2013-06-09T20:56:00Z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