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17" w:rsidRDefault="008A6B17" w:rsidP="008A6B17"/>
    <w:p w:rsidR="00703C32" w:rsidRDefault="00E93391" w:rsidP="00C36F6F">
      <w:pPr>
        <w:jc w:val="center"/>
        <w:rPr>
          <w:b/>
          <w:sz w:val="28"/>
          <w:szCs w:val="28"/>
        </w:rPr>
      </w:pPr>
      <w:r w:rsidRPr="00703C32">
        <w:rPr>
          <w:b/>
          <w:sz w:val="28"/>
          <w:szCs w:val="28"/>
        </w:rPr>
        <w:t>201</w:t>
      </w:r>
      <w:r w:rsidR="00841098">
        <w:rPr>
          <w:b/>
          <w:sz w:val="28"/>
          <w:szCs w:val="28"/>
        </w:rPr>
        <w:t>3</w:t>
      </w:r>
      <w:r w:rsidRPr="00703C32">
        <w:rPr>
          <w:b/>
          <w:sz w:val="28"/>
          <w:szCs w:val="28"/>
        </w:rPr>
        <w:t xml:space="preserve"> ENDI 6-Week Schedule (June </w:t>
      </w:r>
      <w:r w:rsidR="00841098">
        <w:rPr>
          <w:b/>
          <w:sz w:val="28"/>
          <w:szCs w:val="28"/>
        </w:rPr>
        <w:t>9 – July 20</w:t>
      </w:r>
      <w:r w:rsidRPr="00703C32">
        <w:rPr>
          <w:b/>
          <w:sz w:val="28"/>
          <w:szCs w:val="28"/>
        </w:rPr>
        <w:t>)</w:t>
      </w:r>
    </w:p>
    <w:p w:rsidR="004C6301" w:rsidRPr="00703C32" w:rsidRDefault="004C6301" w:rsidP="00E93391">
      <w:pPr>
        <w:rPr>
          <w:b/>
          <w:sz w:val="28"/>
          <w:szCs w:val="28"/>
        </w:rPr>
      </w:pPr>
    </w:p>
    <w:p w:rsidR="00703C32" w:rsidRPr="00703C32" w:rsidRDefault="00703C32" w:rsidP="00703C32">
      <w:pPr>
        <w:pStyle w:val="Heading4"/>
      </w:pPr>
      <w:r w:rsidRPr="00703C32">
        <w:t xml:space="preserve">WEEK </w:t>
      </w:r>
      <w:r>
        <w:t>1</w:t>
      </w:r>
    </w:p>
    <w:p w:rsidR="00FF661C" w:rsidRPr="00E93391" w:rsidRDefault="00FF661C" w:rsidP="00FF661C">
      <w:pPr>
        <w:rPr>
          <w:b/>
        </w:rPr>
      </w:pPr>
      <w:r>
        <w:rPr>
          <w:b/>
        </w:rPr>
        <w:t>Sunday, June 9</w:t>
      </w:r>
    </w:p>
    <w:p w:rsidR="00FF661C" w:rsidRDefault="00FF661C" w:rsidP="00FF661C">
      <w:pPr>
        <w:pStyle w:val="DayDetail"/>
      </w:pPr>
      <w:r>
        <w:t>1:00 - 3:00 p.m.</w:t>
      </w:r>
      <w:r>
        <w:tab/>
        <w:t>Registration at Dobbs Hall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3:00 – 5:00 p.m.</w:t>
      </w:r>
      <w:r>
        <w:tab/>
      </w:r>
      <w:proofErr w:type="gramStart"/>
      <w:r>
        <w:t>Unpack</w:t>
      </w:r>
      <w:proofErr w:type="gramEnd"/>
      <w:r>
        <w:t xml:space="preserve"> and Get to know Emory’s campus</w:t>
      </w:r>
      <w:r>
        <w:tab/>
        <w:t>Dobbs Hall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</w:r>
      <w:proofErr w:type="gramStart"/>
      <w:r>
        <w:t>The</w:t>
      </w:r>
      <w:proofErr w:type="gramEnd"/>
      <w:r>
        <w:t xml:space="preserve"> DUC</w:t>
      </w:r>
    </w:p>
    <w:p w:rsidR="00FF661C" w:rsidRDefault="00FF661C" w:rsidP="00FF661C">
      <w:pPr>
        <w:pStyle w:val="DayDetail"/>
      </w:pPr>
      <w:r>
        <w:t>6:30 - 9:00 p.m.</w:t>
      </w:r>
      <w:r>
        <w:tab/>
        <w:t>Introduction/Activities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 &amp; Orientation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5310"/>
          <w:tab w:val="left" w:pos="7920"/>
        </w:tabs>
      </w:pPr>
    </w:p>
    <w:p w:rsidR="00FF661C" w:rsidRPr="00E93391" w:rsidRDefault="00FF661C" w:rsidP="00FF661C">
      <w:pPr>
        <w:rPr>
          <w:b/>
        </w:rPr>
      </w:pPr>
      <w:r>
        <w:rPr>
          <w:b/>
        </w:rPr>
        <w:t>Monday, June 10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>Lecture</w:t>
      </w:r>
      <w:r>
        <w:tab/>
      </w:r>
      <w:r>
        <w:tab/>
      </w:r>
      <w:proofErr w:type="spellStart"/>
      <w:r>
        <w:t>Lecture</w:t>
      </w:r>
      <w:proofErr w:type="spellEnd"/>
      <w:r>
        <w:t xml:space="preserve"> Room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5310"/>
          <w:tab w:val="left" w:pos="7920"/>
        </w:tabs>
      </w:pPr>
    </w:p>
    <w:p w:rsidR="00FF661C" w:rsidRPr="00E93391" w:rsidRDefault="00FF661C" w:rsidP="00FF661C">
      <w:pPr>
        <w:rPr>
          <w:b/>
        </w:rPr>
      </w:pPr>
      <w:r>
        <w:rPr>
          <w:b/>
        </w:rPr>
        <w:t>Tuesday, June 11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9:30 - 10:30 a.m.</w:t>
      </w:r>
      <w:r>
        <w:tab/>
        <w:t>Lectures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10:30 – 11:30 a.m.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 xml:space="preserve">DUC 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Pr="00E93391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5310"/>
          <w:tab w:val="left" w:pos="7920"/>
        </w:tabs>
      </w:pPr>
    </w:p>
    <w:p w:rsidR="00FF661C" w:rsidRPr="00E93391" w:rsidRDefault="00FF661C" w:rsidP="00FF661C">
      <w:pPr>
        <w:rPr>
          <w:b/>
        </w:rPr>
      </w:pPr>
      <w:r>
        <w:rPr>
          <w:b/>
        </w:rPr>
        <w:t>Wednesday, June 12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5310"/>
          <w:tab w:val="left" w:pos="7920"/>
        </w:tabs>
      </w:pPr>
    </w:p>
    <w:p w:rsidR="00FF661C" w:rsidRPr="00703C32" w:rsidRDefault="00FF661C" w:rsidP="00FF661C">
      <w:pPr>
        <w:rPr>
          <w:b/>
        </w:rPr>
      </w:pPr>
      <w:r w:rsidRPr="00703C32">
        <w:rPr>
          <w:b/>
        </w:rPr>
        <w:t>Thursday, June 1</w:t>
      </w:r>
      <w:r>
        <w:rPr>
          <w:b/>
        </w:rPr>
        <w:t>3</w:t>
      </w:r>
      <w:r w:rsidRPr="00703C32">
        <w:rPr>
          <w:b/>
        </w:rPr>
        <w:t xml:space="preserve"> [late start day]</w:t>
      </w:r>
    </w:p>
    <w:p w:rsidR="00FF661C" w:rsidRDefault="00FF661C" w:rsidP="00FF661C">
      <w:pPr>
        <w:pStyle w:val="DayDetail"/>
      </w:pPr>
      <w:r>
        <w:t>9:30 - 10:15 a.m.</w:t>
      </w:r>
      <w:r>
        <w:tab/>
        <w:t>Breakfast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10:30 - 11:30 a.m.</w:t>
      </w:r>
      <w:r>
        <w:tab/>
        <w:t>Lectures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pStyle w:val="DayDetail"/>
        <w:rPr>
          <w:b/>
        </w:rPr>
      </w:pPr>
    </w:p>
    <w:p w:rsidR="00FF661C" w:rsidRPr="000D0DC3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Friday, June 14</w:t>
      </w:r>
      <w:r w:rsidRPr="000D0DC3">
        <w:rPr>
          <w:rFonts w:ascii="Times New Roman" w:hAnsi="Times New Roman"/>
          <w:b/>
          <w:u w:val="none"/>
        </w:rPr>
        <w:tab/>
      </w:r>
      <w:r w:rsidRPr="000D0DC3">
        <w:rPr>
          <w:rFonts w:ascii="Times New Roman" w:hAnsi="Times New Roman"/>
          <w:b/>
          <w:u w:val="none"/>
        </w:rPr>
        <w:tab/>
      </w:r>
      <w:r w:rsidRPr="000D0DC3">
        <w:rPr>
          <w:rFonts w:ascii="Times New Roman" w:hAnsi="Times New Roman"/>
          <w:b/>
          <w:u w:val="none"/>
        </w:rPr>
        <w:tab/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 xml:space="preserve">Lectures  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5310"/>
          <w:tab w:val="left" w:pos="7920"/>
        </w:tabs>
      </w:pPr>
    </w:p>
    <w:p w:rsidR="00FF661C" w:rsidRPr="00703C32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Saturday, June 15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1:00 - 3:00 p.m.</w:t>
      </w:r>
      <w:r>
        <w:tab/>
        <w:t>Exhibition Debate</w:t>
      </w:r>
      <w:r>
        <w:tab/>
      </w:r>
      <w:r>
        <w:tab/>
        <w:t>TBD</w:t>
      </w:r>
    </w:p>
    <w:p w:rsidR="00FF661C" w:rsidRDefault="00FF661C" w:rsidP="00FF661C">
      <w:pPr>
        <w:pStyle w:val="DayDetail"/>
      </w:pPr>
      <w:r>
        <w:t>3:00 - 5:00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EE3F3C" w:rsidRDefault="00E93391" w:rsidP="00703C32">
      <w:pPr>
        <w:pStyle w:val="Heading4"/>
      </w:pPr>
      <w:r w:rsidRPr="00EE3F3C">
        <w:t>WEEK 2</w:t>
      </w: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Sunday, June 16</w:t>
      </w:r>
    </w:p>
    <w:p w:rsidR="00FF661C" w:rsidRDefault="00FF661C" w:rsidP="00FF661C">
      <w:pPr>
        <w:pStyle w:val="DayDetail"/>
      </w:pPr>
      <w:r>
        <w:t>9:30 – 10:30 a.m.</w:t>
      </w:r>
      <w:r>
        <w:tab/>
        <w:t>Breakfast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10:30 – 11:30</w:t>
      </w:r>
      <w:r>
        <w:tab/>
        <w:t>Free Time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1:00 - 3:00 p.m.</w:t>
      </w:r>
      <w:r>
        <w:tab/>
        <w:t>Mandatory Fun with Dorm Staff!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3:00 - 5:30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5:30 - 6:30 p.m.</w:t>
      </w:r>
      <w:r>
        <w:tab/>
        <w:t>Dinner at Dobbs Hall (Do not go to the DUC)</w:t>
      </w:r>
      <w:r>
        <w:tab/>
        <w:t>Dobbs Hall</w:t>
      </w:r>
    </w:p>
    <w:p w:rsidR="00FF661C" w:rsidRDefault="00FF661C" w:rsidP="00FF661C">
      <w:pPr>
        <w:pStyle w:val="DayDetail"/>
      </w:pPr>
      <w:r>
        <w:t>6:30 - 10:00 p.m.</w:t>
      </w:r>
      <w:r>
        <w:tab/>
        <w:t>Movie Night with Dorm Staff!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1980"/>
          <w:tab w:val="left" w:pos="5310"/>
          <w:tab w:val="left" w:pos="7920"/>
        </w:tabs>
      </w:pP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Monday, June 17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>Lectures</w:t>
      </w:r>
      <w:r>
        <w:tab/>
      </w:r>
      <w:r>
        <w:tab/>
        <w:t>Lecture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1980"/>
          <w:tab w:val="left" w:pos="5310"/>
          <w:tab w:val="left" w:pos="7920"/>
        </w:tabs>
      </w:pP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Tuesday, June 18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Wednesday, June 19</w:t>
      </w:r>
    </w:p>
    <w:p w:rsidR="00FF661C" w:rsidRDefault="00FF661C" w:rsidP="00FF661C">
      <w:pPr>
        <w:pStyle w:val="DayDetail"/>
      </w:pPr>
      <w:r w:rsidRPr="00F27A15">
        <w:t>8:00</w:t>
      </w:r>
      <w:r>
        <w:t xml:space="preserve">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FF661C" w:rsidRDefault="00FF661C" w:rsidP="00FF661C">
      <w:pPr>
        <w:tabs>
          <w:tab w:val="left" w:pos="1980"/>
        </w:tabs>
        <w:rPr>
          <w:sz w:val="21"/>
        </w:rPr>
      </w:pPr>
      <w:r w:rsidRPr="00313F02">
        <w:rPr>
          <w:sz w:val="21"/>
        </w:rPr>
        <w:t>6:30 - 9:00 p.m.</w:t>
      </w:r>
      <w:r w:rsidRPr="00313F02">
        <w:rPr>
          <w:sz w:val="21"/>
        </w:rPr>
        <w:tab/>
        <w:t>Labs</w:t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  <w:t>Lab Rooms</w:t>
      </w:r>
    </w:p>
    <w:p w:rsidR="00FF661C" w:rsidRDefault="00FF661C" w:rsidP="00FF661C">
      <w:pPr>
        <w:tabs>
          <w:tab w:val="left" w:pos="1980"/>
        </w:tabs>
      </w:pPr>
      <w:r>
        <w:rPr>
          <w:sz w:val="21"/>
        </w:rPr>
        <w:t>9:00 – 10:00 p.m.</w:t>
      </w:r>
      <w:r>
        <w:rPr>
          <w:sz w:val="21"/>
        </w:rPr>
        <w:tab/>
        <w:t>Free Time at the Dorms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1980"/>
          <w:tab w:val="left" w:pos="5310"/>
          <w:tab w:val="left" w:pos="7920"/>
        </w:tabs>
      </w:pP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u w:val="none"/>
        </w:rPr>
      </w:pPr>
      <w:r w:rsidRPr="002E2555">
        <w:rPr>
          <w:rFonts w:ascii="Times New Roman" w:hAnsi="Times New Roman"/>
          <w:b/>
          <w:u w:val="none"/>
        </w:rPr>
        <w:t>Thursday, June 2</w:t>
      </w:r>
      <w:r>
        <w:rPr>
          <w:rFonts w:ascii="Times New Roman" w:hAnsi="Times New Roman"/>
          <w:b/>
          <w:u w:val="none"/>
        </w:rPr>
        <w:t>0</w:t>
      </w:r>
    </w:p>
    <w:p w:rsidR="00FF661C" w:rsidRDefault="00FF661C" w:rsidP="00FF661C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8:30 - 10:30 a.m.</w:t>
      </w:r>
      <w:r>
        <w:tab/>
        <w:t>Round 1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10:30 - 12:15 p.m.</w:t>
      </w:r>
      <w:r>
        <w:tab/>
        <w:t>Round 2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12:15 - 1:30 p.m.</w:t>
      </w:r>
      <w:r>
        <w:tab/>
        <w:t>Lunch/Free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1:30 - 4:00 p.m.</w:t>
      </w:r>
      <w:r>
        <w:tab/>
        <w:t>Labs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4:00 - 5:30 p.m.</w:t>
      </w:r>
      <w:r>
        <w:tab/>
        <w:t>Round 3</w:t>
      </w:r>
      <w:r>
        <w:tab/>
      </w:r>
      <w:r>
        <w:tab/>
        <w:t>See Pairings</w:t>
      </w:r>
    </w:p>
    <w:p w:rsidR="00FF661C" w:rsidRDefault="00FF661C" w:rsidP="00FF661C">
      <w:pPr>
        <w:pStyle w:val="DayDetail"/>
      </w:pPr>
      <w:r>
        <w:t>5:30 - 6:45 p.m.</w:t>
      </w:r>
      <w:r>
        <w:tab/>
        <w:t>Dinner/Free Time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6:45 - 8:30 p.m.</w:t>
      </w:r>
      <w:r>
        <w:tab/>
        <w:t>Round 4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FF661C" w:rsidRDefault="00FF661C" w:rsidP="00FF661C">
      <w:pPr>
        <w:tabs>
          <w:tab w:val="left" w:pos="1980"/>
          <w:tab w:val="left" w:pos="5310"/>
          <w:tab w:val="left" w:pos="7920"/>
        </w:tabs>
      </w:pPr>
    </w:p>
    <w:p w:rsidR="00FF661C" w:rsidRPr="002E2555" w:rsidRDefault="00FF661C" w:rsidP="00FF661C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Friday, June 21</w:t>
      </w:r>
    </w:p>
    <w:p w:rsidR="00FF661C" w:rsidRDefault="00FF661C" w:rsidP="00FF661C">
      <w:pPr>
        <w:pStyle w:val="DayDetail"/>
      </w:pPr>
      <w:r>
        <w:t>8:00 – 9:00 a.m.</w:t>
      </w:r>
      <w:r>
        <w:tab/>
        <w:t>Breakfast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8:30 – 10:30 a.m.</w:t>
      </w:r>
      <w:r>
        <w:tab/>
        <w:t>Round 5</w:t>
      </w:r>
      <w:r>
        <w:tab/>
      </w:r>
      <w:r>
        <w:tab/>
        <w:t>Dobbs</w:t>
      </w:r>
    </w:p>
    <w:p w:rsidR="00FF661C" w:rsidRDefault="00FF661C" w:rsidP="00FF661C">
      <w:pPr>
        <w:pStyle w:val="DayDetail"/>
      </w:pPr>
      <w:r>
        <w:t>10:30 – 12:15 p.m.</w:t>
      </w:r>
      <w:r>
        <w:tab/>
        <w:t>Round 6</w:t>
      </w:r>
      <w:r>
        <w:tab/>
      </w:r>
      <w:r>
        <w:tab/>
        <w:t>Dobbs</w:t>
      </w:r>
    </w:p>
    <w:p w:rsidR="00FF661C" w:rsidRDefault="00FF661C" w:rsidP="00FF661C">
      <w:pPr>
        <w:pStyle w:val="DayDetail"/>
      </w:pPr>
      <w:r>
        <w:t>12:00 - 1:30 p.m.</w:t>
      </w:r>
      <w:r>
        <w:tab/>
        <w:t>Lunch</w:t>
      </w:r>
      <w:r>
        <w:tab/>
      </w:r>
      <w:r>
        <w:tab/>
        <w:t>DUC</w:t>
      </w:r>
    </w:p>
    <w:p w:rsidR="00FF661C" w:rsidRDefault="00FF661C" w:rsidP="00FF661C">
      <w:pPr>
        <w:pStyle w:val="DayDetail"/>
      </w:pPr>
      <w:r>
        <w:t>1:30 - 2:30 p.m.</w:t>
      </w:r>
      <w:r>
        <w:tab/>
        <w:t>Packing/Free Time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2:30 – 6:30 p.m.</w:t>
      </w:r>
      <w:r>
        <w:tab/>
        <w:t>Labs &amp; Lab Awards</w:t>
      </w:r>
      <w:r>
        <w:tab/>
      </w:r>
      <w:r>
        <w:tab/>
        <w:t>Lab Rooms</w:t>
      </w:r>
    </w:p>
    <w:p w:rsidR="00FF661C" w:rsidRDefault="00FF661C" w:rsidP="00FF661C">
      <w:pPr>
        <w:pStyle w:val="DayDetail"/>
      </w:pPr>
      <w:r>
        <w:t>6:30 - 8:30 p.m.</w:t>
      </w:r>
      <w:r>
        <w:tab/>
        <w:t>Dinner &amp; Awards Ceremony at Dobbs Hall</w:t>
      </w:r>
      <w:r>
        <w:tab/>
        <w:t>Dobbs Hall</w:t>
      </w:r>
    </w:p>
    <w:p w:rsidR="00FF661C" w:rsidRDefault="00FF661C" w:rsidP="00FF661C">
      <w:pPr>
        <w:pStyle w:val="DayDetail"/>
      </w:pPr>
      <w:r>
        <w:t>8:30 p.m.</w:t>
      </w:r>
      <w:r>
        <w:tab/>
        <w:t>Dorm Check-In &amp; Room Cleaning</w:t>
      </w:r>
      <w:r>
        <w:tab/>
      </w:r>
      <w:r>
        <w:tab/>
        <w:t>Dobbs Hall</w:t>
      </w:r>
    </w:p>
    <w:p w:rsidR="00FF661C" w:rsidRDefault="00FF661C" w:rsidP="00FF661C">
      <w:pPr>
        <w:pStyle w:val="DayDetail"/>
      </w:pPr>
      <w:r>
        <w:t>10:15 p.m. - ???</w:t>
      </w:r>
      <w:r>
        <w:tab/>
        <w:t>Dorm Party</w:t>
      </w:r>
      <w:r>
        <w:tab/>
      </w:r>
      <w:r>
        <w:tab/>
        <w:t>Dobbs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DC6768" w:rsidRDefault="00E93391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 w:rsidRPr="00DC6768">
        <w:rPr>
          <w:rFonts w:ascii="Times New Roman" w:hAnsi="Times New Roman"/>
          <w:b/>
          <w:u w:val="none"/>
        </w:rPr>
        <w:t>Saturday, June 2</w:t>
      </w:r>
      <w:r w:rsidR="00841098">
        <w:rPr>
          <w:rFonts w:ascii="Times New Roman" w:hAnsi="Times New Roman"/>
          <w:b/>
          <w:u w:val="none"/>
        </w:rPr>
        <w:t>2</w:t>
      </w:r>
    </w:p>
    <w:p w:rsidR="00487545" w:rsidRDefault="00133DD0" w:rsidP="00487545">
      <w:pPr>
        <w:pStyle w:val="DayDetail"/>
      </w:pPr>
      <w:r>
        <w:t>9:30 – 10:30</w:t>
      </w:r>
      <w:r w:rsidR="00487545">
        <w:t xml:space="preserve"> a.m.</w:t>
      </w:r>
      <w:r w:rsidR="00487545">
        <w:tab/>
        <w:t>Breakfast</w:t>
      </w:r>
      <w:r>
        <w:t xml:space="preserve"> in </w:t>
      </w:r>
      <w:r w:rsidR="00841098">
        <w:t>Dobbs</w:t>
      </w:r>
      <w:r>
        <w:t xml:space="preserve"> Hall (Do not go to the DUC)</w:t>
      </w:r>
      <w:r w:rsidR="00487545">
        <w:tab/>
      </w:r>
      <w:r w:rsidR="00841098">
        <w:t>Dobbs</w:t>
      </w:r>
      <w:r w:rsidR="00177819">
        <w:t xml:space="preserve"> Hall</w:t>
      </w:r>
    </w:p>
    <w:p w:rsidR="00487545" w:rsidRDefault="00487545" w:rsidP="00487545">
      <w:pPr>
        <w:pStyle w:val="DayDetail"/>
      </w:pPr>
      <w:r>
        <w:t>9:30 - 11:30 a.m.</w:t>
      </w:r>
      <w:r>
        <w:tab/>
        <w:t>Sleep in Day</w:t>
      </w:r>
      <w:r>
        <w:tab/>
      </w:r>
      <w:r>
        <w:tab/>
      </w:r>
      <w:r w:rsidR="00841098">
        <w:t>Dobbs</w:t>
      </w:r>
      <w:r w:rsidR="00DE0197">
        <w:t xml:space="preserve"> Hall</w:t>
      </w:r>
    </w:p>
    <w:p w:rsidR="00487545" w:rsidRDefault="00487545" w:rsidP="0048754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487545" w:rsidRDefault="00487545" w:rsidP="0048754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487545" w:rsidRDefault="00487545" w:rsidP="0048754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487545" w:rsidRDefault="00487545" w:rsidP="00487545">
      <w:pPr>
        <w:tabs>
          <w:tab w:val="left" w:pos="1980"/>
        </w:tabs>
        <w:rPr>
          <w:sz w:val="21"/>
        </w:rPr>
      </w:pPr>
      <w:r w:rsidRPr="00313F02">
        <w:rPr>
          <w:sz w:val="21"/>
        </w:rPr>
        <w:t>6:30 - 9:00 p.m.</w:t>
      </w:r>
      <w:r w:rsidRPr="00313F02">
        <w:rPr>
          <w:sz w:val="21"/>
        </w:rPr>
        <w:tab/>
      </w:r>
      <w:bookmarkStart w:id="0" w:name="_GoBack"/>
      <w:bookmarkEnd w:id="0"/>
      <w:r w:rsidRPr="00313F02">
        <w:rPr>
          <w:sz w:val="21"/>
        </w:rPr>
        <w:t>Labs</w:t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  <w:t>Lab Rooms</w:t>
      </w:r>
    </w:p>
    <w:p w:rsidR="00487545" w:rsidRDefault="00487545" w:rsidP="00487545">
      <w:pPr>
        <w:tabs>
          <w:tab w:val="left" w:pos="1980"/>
        </w:tabs>
      </w:pPr>
      <w:r>
        <w:rPr>
          <w:sz w:val="21"/>
        </w:rPr>
        <w:t>9:00 – 10:00 p.m.</w:t>
      </w:r>
      <w:r>
        <w:rPr>
          <w:sz w:val="21"/>
        </w:rPr>
        <w:tab/>
        <w:t>Free Time at the Dorms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 w:rsidR="00841098">
        <w:rPr>
          <w:sz w:val="21"/>
        </w:rPr>
        <w:t>Dobbs</w:t>
      </w:r>
      <w:r>
        <w:rPr>
          <w:sz w:val="21"/>
        </w:rPr>
        <w:t xml:space="preserve"> Hall</w:t>
      </w:r>
    </w:p>
    <w:p w:rsidR="00487545" w:rsidRDefault="00487545" w:rsidP="0048754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>
        <w:t xml:space="preserve"> Hall</w:t>
      </w:r>
    </w:p>
    <w:p w:rsidR="00E93391" w:rsidRDefault="00E93391" w:rsidP="00E93391">
      <w:pPr>
        <w:pStyle w:val="DayDetail"/>
      </w:pPr>
    </w:p>
    <w:p w:rsidR="00E93391" w:rsidRPr="00EE3F3C" w:rsidRDefault="00E93391" w:rsidP="00703C32">
      <w:pPr>
        <w:pStyle w:val="Heading4"/>
      </w:pPr>
      <w:r w:rsidRPr="00EE3F3C">
        <w:t>WEEK 3</w:t>
      </w: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>Sunday, June 2</w:t>
      </w:r>
      <w:r w:rsidR="00841098">
        <w:rPr>
          <w:b/>
        </w:rPr>
        <w:t>3</w:t>
      </w:r>
    </w:p>
    <w:p w:rsidR="00487545" w:rsidRDefault="00487545" w:rsidP="00487545">
      <w:pPr>
        <w:pStyle w:val="DayDetail"/>
      </w:pPr>
      <w:r w:rsidRPr="00F27A15">
        <w:t>8:00</w:t>
      </w:r>
      <w:r>
        <w:t xml:space="preserve"> - 9:00 a.m.</w:t>
      </w:r>
      <w:r>
        <w:tab/>
        <w:t>Breakfast</w:t>
      </w:r>
      <w:r w:rsidR="00177819">
        <w:t xml:space="preserve"> at </w:t>
      </w:r>
      <w:r w:rsidR="00841098">
        <w:t>Dobbs</w:t>
      </w:r>
      <w:r w:rsidR="00177819">
        <w:t xml:space="preserve"> (Do not go to the DUC)</w:t>
      </w:r>
      <w:r>
        <w:tab/>
      </w:r>
      <w:r w:rsidR="00841098">
        <w:t>Dobbs</w:t>
      </w:r>
      <w:r w:rsidR="00177819">
        <w:t xml:space="preserve"> Hall</w:t>
      </w:r>
    </w:p>
    <w:p w:rsidR="00487545" w:rsidRDefault="00487545" w:rsidP="00487545">
      <w:pPr>
        <w:pStyle w:val="DayDetail"/>
      </w:pPr>
      <w:r>
        <w:t>9:30 - 11:30 a.m.</w:t>
      </w:r>
      <w:r>
        <w:tab/>
        <w:t>Sleep in Day</w:t>
      </w:r>
      <w:r>
        <w:tab/>
      </w:r>
      <w:r>
        <w:tab/>
        <w:t>Lab Rooms</w:t>
      </w:r>
    </w:p>
    <w:p w:rsidR="00487545" w:rsidRDefault="00487545" w:rsidP="0048754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487545" w:rsidRDefault="00487545" w:rsidP="00487545">
      <w:pPr>
        <w:pStyle w:val="DayDetail"/>
      </w:pPr>
      <w:r>
        <w:t>1:00 - 5:00 p.m.</w:t>
      </w:r>
      <w:r>
        <w:tab/>
        <w:t>Research Time</w:t>
      </w:r>
      <w:r>
        <w:tab/>
      </w:r>
      <w:r>
        <w:tab/>
        <w:t>Library</w:t>
      </w:r>
    </w:p>
    <w:p w:rsidR="00487545" w:rsidRDefault="00487545" w:rsidP="0048754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487545" w:rsidRDefault="00487545" w:rsidP="00487545">
      <w:pPr>
        <w:tabs>
          <w:tab w:val="left" w:pos="1980"/>
        </w:tabs>
        <w:rPr>
          <w:sz w:val="21"/>
        </w:rPr>
      </w:pPr>
      <w:r w:rsidRPr="00313F02">
        <w:rPr>
          <w:sz w:val="21"/>
        </w:rPr>
        <w:t>6:30 - 9:00 p.m.</w:t>
      </w:r>
      <w:r w:rsidRPr="00313F02">
        <w:rPr>
          <w:sz w:val="21"/>
        </w:rPr>
        <w:tab/>
        <w:t>Labs</w:t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</w:r>
      <w:r w:rsidRPr="00313F02">
        <w:rPr>
          <w:sz w:val="21"/>
        </w:rPr>
        <w:tab/>
        <w:t>Lab Rooms</w:t>
      </w:r>
    </w:p>
    <w:p w:rsidR="00487545" w:rsidRDefault="00487545" w:rsidP="00487545">
      <w:pPr>
        <w:tabs>
          <w:tab w:val="left" w:pos="1980"/>
        </w:tabs>
      </w:pPr>
      <w:r>
        <w:rPr>
          <w:sz w:val="21"/>
        </w:rPr>
        <w:t>9:00 – 10:00 p.m.</w:t>
      </w:r>
      <w:r>
        <w:rPr>
          <w:sz w:val="21"/>
        </w:rPr>
        <w:tab/>
        <w:t>Free Time at the Dorms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 w:rsidR="00841098">
        <w:rPr>
          <w:sz w:val="21"/>
        </w:rPr>
        <w:t>Dobbs</w:t>
      </w:r>
      <w:r>
        <w:rPr>
          <w:sz w:val="21"/>
        </w:rPr>
        <w:t xml:space="preserve"> Hall</w:t>
      </w:r>
    </w:p>
    <w:p w:rsidR="00487545" w:rsidRDefault="00487545" w:rsidP="00487545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>
        <w:t xml:space="preserve"> Hall</w:t>
      </w:r>
    </w:p>
    <w:p w:rsidR="00E93391" w:rsidRDefault="00E93391" w:rsidP="00E93391">
      <w:pPr>
        <w:tabs>
          <w:tab w:val="left" w:pos="5310"/>
          <w:tab w:val="left" w:pos="7920"/>
        </w:tabs>
      </w:pPr>
    </w:p>
    <w:p w:rsidR="00E93391" w:rsidRPr="00703C32" w:rsidRDefault="00E93391" w:rsidP="00E93391">
      <w:pPr>
        <w:pStyle w:val="Days"/>
        <w:tabs>
          <w:tab w:val="left" w:pos="531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>Monday, June 2</w:t>
      </w:r>
      <w:r w:rsidR="00841098">
        <w:rPr>
          <w:rFonts w:ascii="Times New Roman" w:hAnsi="Times New Roman"/>
          <w:b/>
          <w:u w:val="none"/>
        </w:rPr>
        <w:t>4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Pr="000A718E" w:rsidRDefault="00E93391" w:rsidP="00E93391">
      <w:pPr>
        <w:pStyle w:val="DayDetail"/>
        <w:rPr>
          <w:sz w:val="20"/>
        </w:rPr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</w:p>
    <w:p w:rsidR="00E93391" w:rsidRDefault="00E93391" w:rsidP="00E93391">
      <w:pPr>
        <w:tabs>
          <w:tab w:val="left" w:pos="5310"/>
          <w:tab w:val="left" w:pos="7920"/>
        </w:tabs>
      </w:pPr>
    </w:p>
    <w:p w:rsidR="00E93391" w:rsidRPr="00703C32" w:rsidRDefault="00E93391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>Tuesday, June 2</w:t>
      </w:r>
      <w:r w:rsidR="00841098">
        <w:rPr>
          <w:rFonts w:ascii="Times New Roman" w:hAnsi="Times New Roman"/>
          <w:b/>
          <w:u w:val="none"/>
        </w:rPr>
        <w:t>5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</w:t>
      </w:r>
      <w:r w:rsidR="00487545">
        <w:t>30 - 11:30 a.m.</w:t>
      </w:r>
      <w:r w:rsidR="00487545">
        <w:tab/>
        <w:t>Labs</w:t>
      </w:r>
      <w:r w:rsidR="00487545">
        <w:tab/>
      </w:r>
      <w:r w:rsidR="00487545"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DE0197">
        <w:t xml:space="preserve"> Hall</w:t>
      </w:r>
    </w:p>
    <w:p w:rsidR="00E93391" w:rsidRDefault="00E93391" w:rsidP="00E93391">
      <w:pPr>
        <w:tabs>
          <w:tab w:val="left" w:pos="5310"/>
          <w:tab w:val="left" w:pos="7920"/>
        </w:tabs>
      </w:pPr>
    </w:p>
    <w:p w:rsidR="00E93391" w:rsidRPr="00703C32" w:rsidRDefault="00841098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>
        <w:rPr>
          <w:rFonts w:ascii="Times New Roman" w:hAnsi="Times New Roman"/>
          <w:b/>
          <w:u w:val="none"/>
        </w:rPr>
        <w:t>Wednesday, June 26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487545" w:rsidRDefault="00487545" w:rsidP="00487545">
      <w:pPr>
        <w:pStyle w:val="DayDetail"/>
      </w:pPr>
      <w:r>
        <w:t>5:00 - 6:30 p.m.</w:t>
      </w:r>
      <w:r>
        <w:tab/>
        <w:t>Dinner</w:t>
      </w:r>
      <w:r w:rsidR="00177819">
        <w:t xml:space="preserve"> at </w:t>
      </w:r>
      <w:r w:rsidR="00841098">
        <w:t>Dobbs</w:t>
      </w:r>
      <w:r w:rsidR="00177819">
        <w:t xml:space="preserve"> Hall (Do not go to the DUC)</w:t>
      </w:r>
      <w:r>
        <w:tab/>
      </w:r>
      <w:r w:rsidR="00841098">
        <w:t>Dobbs</w:t>
      </w:r>
      <w:r w:rsidR="00177819">
        <w:t xml:space="preserve"> Hall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tabs>
          <w:tab w:val="left" w:pos="5310"/>
          <w:tab w:val="left" w:pos="7920"/>
        </w:tabs>
      </w:pPr>
    </w:p>
    <w:p w:rsidR="00E93391" w:rsidRPr="00703C32" w:rsidRDefault="00E93391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  <w:u w:val="none"/>
        </w:rPr>
      </w:pPr>
      <w:r w:rsidRPr="00703C32">
        <w:rPr>
          <w:rFonts w:ascii="Times New Roman" w:hAnsi="Times New Roman"/>
          <w:b/>
          <w:u w:val="none"/>
        </w:rPr>
        <w:t xml:space="preserve">Thursday, June </w:t>
      </w:r>
      <w:r w:rsidR="00841098">
        <w:rPr>
          <w:rFonts w:ascii="Times New Roman" w:hAnsi="Times New Roman"/>
          <w:b/>
          <w:u w:val="none"/>
        </w:rPr>
        <w:t>27</w:t>
      </w:r>
      <w:r w:rsidR="00177819">
        <w:rPr>
          <w:rFonts w:ascii="Times New Roman" w:hAnsi="Times New Roman"/>
          <w:b/>
          <w:u w:val="none"/>
        </w:rPr>
        <w:t xml:space="preserve"> [late start day]</w:t>
      </w:r>
    </w:p>
    <w:p w:rsidR="00E93391" w:rsidRDefault="00E93391" w:rsidP="00E93391">
      <w:pPr>
        <w:pStyle w:val="DayDetail"/>
      </w:pPr>
      <w:r>
        <w:t>9:30 - 10:15 a.m.</w:t>
      </w:r>
      <w:r>
        <w:tab/>
      </w:r>
      <w:r w:rsidR="00177819">
        <w:t xml:space="preserve">Breakfast at </w:t>
      </w:r>
      <w:r w:rsidR="00841098">
        <w:t>Dobbs</w:t>
      </w:r>
      <w:r w:rsidR="00177819">
        <w:t xml:space="preserve"> Hall (Do not go to the DUC)</w:t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6:30 - 8:30 p.m.</w:t>
      </w:r>
      <w:r>
        <w:tab/>
      </w:r>
      <w:r w:rsidRPr="00487545">
        <w:t>Early Release Night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A266D4" w:rsidRDefault="00A266D4">
      <w:pPr>
        <w:spacing w:after="200" w:line="276" w:lineRule="auto"/>
        <w:rPr>
          <w:b/>
          <w:u w:val="single"/>
        </w:rPr>
      </w:pPr>
      <w:r>
        <w:rPr>
          <w:b/>
        </w:rPr>
        <w:br w:type="page"/>
      </w: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>Friday, Ju</w:t>
      </w:r>
      <w:r w:rsidR="00841098">
        <w:rPr>
          <w:b/>
        </w:rPr>
        <w:t>ne 28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tabs>
          <w:tab w:val="left" w:pos="5310"/>
          <w:tab w:val="left" w:pos="7920"/>
        </w:tabs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 xml:space="preserve">Saturday, </w:t>
      </w:r>
      <w:r w:rsidR="00841098">
        <w:rPr>
          <w:b/>
        </w:rPr>
        <w:t>June 29</w:t>
      </w:r>
    </w:p>
    <w:p w:rsidR="00E93391" w:rsidRDefault="00E93391" w:rsidP="00E93391">
      <w:pPr>
        <w:pStyle w:val="DayDetail"/>
      </w:pPr>
      <w:r>
        <w:t>8:00 - 9:00 a.m.</w:t>
      </w:r>
      <w:r>
        <w:tab/>
      </w:r>
      <w:r w:rsidR="006A155E">
        <w:t xml:space="preserve">Breakfast at </w:t>
      </w:r>
      <w:r w:rsidR="00841098">
        <w:t>Dobbs</w:t>
      </w:r>
      <w:r w:rsidR="006A155E">
        <w:t xml:space="preserve"> Hall (do not go to the DUC)</w:t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9:00 - 11:30</w:t>
      </w:r>
      <w:r>
        <w:tab/>
        <w:t>Practice Debate #1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#2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3:00 – 5:00 p.m.</w:t>
      </w:r>
      <w:r>
        <w:tab/>
        <w:t>Practice Debate #3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Practice Debate #4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E84FAA" w:rsidRDefault="00E93391" w:rsidP="00703C32">
      <w:pPr>
        <w:pStyle w:val="Heading4"/>
      </w:pPr>
      <w:r>
        <w:t>WEEK 4</w:t>
      </w:r>
    </w:p>
    <w:p w:rsidR="00E93391" w:rsidRPr="00703C32" w:rsidRDefault="00841098" w:rsidP="00703C32">
      <w:pPr>
        <w:rPr>
          <w:b/>
        </w:rPr>
      </w:pPr>
      <w:r>
        <w:rPr>
          <w:b/>
        </w:rPr>
        <w:t>Sunday, June</w:t>
      </w:r>
      <w:r w:rsidR="00E93391" w:rsidRPr="00703C32">
        <w:rPr>
          <w:b/>
        </w:rPr>
        <w:t xml:space="preserve"> </w:t>
      </w:r>
      <w:r>
        <w:rPr>
          <w:b/>
        </w:rPr>
        <w:t>30</w:t>
      </w:r>
    </w:p>
    <w:p w:rsidR="00A6754F" w:rsidRDefault="00A6754F" w:rsidP="00A6754F">
      <w:pPr>
        <w:pStyle w:val="DayDetail"/>
      </w:pPr>
      <w:r>
        <w:t>9:30</w:t>
      </w:r>
      <w:r w:rsidR="006A155E">
        <w:t xml:space="preserve"> – 10:30 a.m.</w:t>
      </w:r>
      <w:r w:rsidR="006A155E">
        <w:tab/>
        <w:t xml:space="preserve">Breakfast at </w:t>
      </w:r>
      <w:r w:rsidR="00841098">
        <w:t>Dobbs</w:t>
      </w:r>
      <w:r w:rsidR="006A155E">
        <w:t xml:space="preserve"> Hall (Do not go to the DUC)</w:t>
      </w:r>
      <w:r>
        <w:tab/>
      </w:r>
      <w:r w:rsidR="00841098">
        <w:t>Dobbs</w:t>
      </w:r>
      <w:r w:rsidR="006A155E">
        <w:t xml:space="preserve"> Hall</w:t>
      </w:r>
    </w:p>
    <w:p w:rsidR="00A6754F" w:rsidRDefault="00A6754F" w:rsidP="00A6754F">
      <w:pPr>
        <w:pStyle w:val="DayDetail"/>
      </w:pPr>
      <w:r>
        <w:t>10:30 – 11:30 a.m.</w:t>
      </w:r>
      <w:r>
        <w:tab/>
      </w:r>
      <w:r w:rsidR="006A155E">
        <w:t>Free Time</w:t>
      </w:r>
      <w:r>
        <w:tab/>
      </w:r>
      <w:r>
        <w:tab/>
      </w:r>
      <w:r w:rsidR="00841098">
        <w:t>Dobbs</w:t>
      </w:r>
      <w:r w:rsidR="006A155E">
        <w:t xml:space="preserve"> Hall</w:t>
      </w:r>
    </w:p>
    <w:p w:rsidR="00A6754F" w:rsidRDefault="00A6754F" w:rsidP="00A6754F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A6754F" w:rsidRDefault="006A155E" w:rsidP="00A6754F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A6754F" w:rsidRDefault="00A6754F" w:rsidP="00A6754F">
      <w:pPr>
        <w:pStyle w:val="DayDetail"/>
      </w:pPr>
      <w:r>
        <w:t>5:00 - 6:30 p.m.</w:t>
      </w:r>
      <w:r>
        <w:tab/>
        <w:t xml:space="preserve">Dinner at </w:t>
      </w:r>
      <w:r w:rsidR="00841098">
        <w:t>Dobbs</w:t>
      </w:r>
      <w:r w:rsidR="006A155E">
        <w:t xml:space="preserve"> (Do not go to the DUC)</w:t>
      </w:r>
      <w:r>
        <w:tab/>
      </w:r>
      <w:r w:rsidR="00841098">
        <w:t>Dobbs</w:t>
      </w:r>
      <w:r w:rsidR="006A155E">
        <w:t xml:space="preserve"> Hall</w:t>
      </w:r>
    </w:p>
    <w:p w:rsidR="00A6754F" w:rsidRDefault="00A6754F" w:rsidP="00A6754F">
      <w:pPr>
        <w:pStyle w:val="DayDetail"/>
      </w:pPr>
      <w:r>
        <w:t xml:space="preserve">6:30 – </w:t>
      </w:r>
      <w:r w:rsidR="006A155E">
        <w:t>9:00</w:t>
      </w:r>
      <w:r>
        <w:t xml:space="preserve"> p.m</w:t>
      </w:r>
      <w:r w:rsidR="006A155E">
        <w:t>.</w:t>
      </w:r>
      <w:r w:rsidR="006A155E">
        <w:tab/>
        <w:t>Labs</w:t>
      </w:r>
      <w:r w:rsidR="006A155E">
        <w:tab/>
      </w:r>
      <w:r>
        <w:tab/>
      </w:r>
      <w:r w:rsidR="006A155E">
        <w:t>Lab Rooms</w:t>
      </w:r>
    </w:p>
    <w:p w:rsidR="00A6754F" w:rsidRDefault="00A6754F" w:rsidP="00A6754F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>
        <w:t xml:space="preserve">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>Monday, July</w:t>
      </w:r>
      <w:r w:rsidR="00841098">
        <w:rPr>
          <w:b/>
        </w:rPr>
        <w:t xml:space="preserve"> 1</w:t>
      </w:r>
    </w:p>
    <w:p w:rsidR="00A6754F" w:rsidRDefault="00A6754F" w:rsidP="00A6754F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A6754F" w:rsidRDefault="00A6754F" w:rsidP="00A6754F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A6754F" w:rsidRDefault="00A6754F" w:rsidP="00A6754F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A6754F" w:rsidRDefault="00A6754F" w:rsidP="00A6754F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A6754F" w:rsidRDefault="00A6754F" w:rsidP="00A6754F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A6754F" w:rsidRDefault="00A6754F" w:rsidP="00A6754F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A6754F" w:rsidRDefault="00A6754F" w:rsidP="00A6754F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>
        <w:t xml:space="preserve"> Hall</w:t>
      </w:r>
    </w:p>
    <w:p w:rsidR="00A6754F" w:rsidRDefault="00A6754F" w:rsidP="00A6754F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>
        <w:t xml:space="preserve">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703C32" w:rsidRDefault="00841098" w:rsidP="00703C32">
      <w:pPr>
        <w:rPr>
          <w:b/>
        </w:rPr>
      </w:pPr>
      <w:r>
        <w:rPr>
          <w:b/>
        </w:rPr>
        <w:t>Tuesday, July 2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 xml:space="preserve">Wednesday, July </w:t>
      </w:r>
      <w:r w:rsidR="00841098">
        <w:rPr>
          <w:b/>
        </w:rPr>
        <w:t>3</w:t>
      </w:r>
    </w:p>
    <w:p w:rsidR="00924105" w:rsidRDefault="00924105" w:rsidP="0092410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924105" w:rsidRDefault="00924105" w:rsidP="00924105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924105" w:rsidRDefault="00924105" w:rsidP="0092410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924105" w:rsidRDefault="00924105" w:rsidP="0092410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924105" w:rsidRDefault="00924105" w:rsidP="00924105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924105" w:rsidRDefault="00924105" w:rsidP="00924105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924105" w:rsidRDefault="00924105" w:rsidP="00924105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  <w:t>Dobbs Hall</w:t>
      </w:r>
    </w:p>
    <w:p w:rsidR="00924105" w:rsidRDefault="00924105" w:rsidP="00924105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E93391" w:rsidRDefault="00E93391" w:rsidP="00E93391">
      <w:pPr>
        <w:tabs>
          <w:tab w:val="left" w:pos="1980"/>
          <w:tab w:val="left" w:pos="5310"/>
          <w:tab w:val="left" w:pos="7920"/>
        </w:tabs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 xml:space="preserve">Thursday, July </w:t>
      </w:r>
      <w:r w:rsidR="00841098">
        <w:rPr>
          <w:b/>
        </w:rPr>
        <w:t>4</w:t>
      </w:r>
    </w:p>
    <w:p w:rsidR="00924105" w:rsidRDefault="00924105" w:rsidP="00924105">
      <w:pPr>
        <w:pStyle w:val="DayDetail"/>
      </w:pPr>
      <w:r>
        <w:t>8:00 - 9:00 a.m.</w:t>
      </w:r>
      <w:r>
        <w:tab/>
        <w:t>Breakfast at Dobbs Hall (Do not go to the DUC)</w:t>
      </w:r>
      <w:r>
        <w:tab/>
        <w:t>Dobbs Hall</w:t>
      </w:r>
    </w:p>
    <w:p w:rsidR="00924105" w:rsidRDefault="00924105" w:rsidP="00924105">
      <w:pPr>
        <w:pStyle w:val="DayDetail"/>
      </w:pPr>
      <w:r>
        <w:t>9:30 - 11:30 a.m.</w:t>
      </w:r>
      <w:r>
        <w:tab/>
        <w:t>Sleep in Day</w:t>
      </w:r>
      <w:r>
        <w:tab/>
      </w:r>
      <w:r>
        <w:tab/>
        <w:t>Dobbs Hall</w:t>
      </w:r>
    </w:p>
    <w:p w:rsidR="00924105" w:rsidRDefault="00924105" w:rsidP="00924105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924105" w:rsidRDefault="00924105" w:rsidP="00924105">
      <w:pPr>
        <w:pStyle w:val="DayDetail"/>
      </w:pPr>
      <w:r>
        <w:t>1:00 - 5:00 p.m.</w:t>
      </w:r>
      <w:r>
        <w:tab/>
        <w:t>4</w:t>
      </w:r>
      <w:r w:rsidRPr="006A155E">
        <w:rPr>
          <w:vertAlign w:val="superscript"/>
        </w:rPr>
        <w:t>th</w:t>
      </w:r>
      <w:r>
        <w:t xml:space="preserve"> of July fun with Dorm Staff!</w:t>
      </w:r>
      <w:r>
        <w:tab/>
      </w:r>
      <w:r>
        <w:tab/>
        <w:t>Dobbs Hall</w:t>
      </w:r>
    </w:p>
    <w:p w:rsidR="00924105" w:rsidRDefault="00924105" w:rsidP="00924105">
      <w:pPr>
        <w:pStyle w:val="DayDetail"/>
      </w:pPr>
      <w:r>
        <w:t>5:00 - 6:30 p.m.</w:t>
      </w:r>
      <w:r>
        <w:tab/>
        <w:t>Dinner at Dobbs Hall (Do not go to the DUC)</w:t>
      </w:r>
      <w:r>
        <w:tab/>
        <w:t>Dobbs Hall</w:t>
      </w:r>
    </w:p>
    <w:p w:rsidR="00924105" w:rsidRDefault="00924105" w:rsidP="00924105">
      <w:pPr>
        <w:pStyle w:val="DayDetail"/>
      </w:pPr>
      <w:r>
        <w:t>6:30 - 9:00 p.m.</w:t>
      </w:r>
      <w:r>
        <w:tab/>
        <w:t>4</w:t>
      </w:r>
      <w:r w:rsidRPr="006A155E">
        <w:rPr>
          <w:vertAlign w:val="superscript"/>
        </w:rPr>
        <w:t>th</w:t>
      </w:r>
      <w:r>
        <w:t xml:space="preserve"> of July fun with Dorm Staff!</w:t>
      </w:r>
      <w:r>
        <w:tab/>
      </w:r>
      <w:r>
        <w:tab/>
        <w:t>Dobbs Hall</w:t>
      </w:r>
    </w:p>
    <w:p w:rsidR="00924105" w:rsidRDefault="00924105" w:rsidP="00924105">
      <w:pPr>
        <w:pStyle w:val="DayDetail"/>
      </w:pPr>
      <w:r>
        <w:t>10:00 p.m.</w:t>
      </w:r>
      <w:r>
        <w:tab/>
        <w:t>Dorm Check-In</w:t>
      </w:r>
      <w:r>
        <w:tab/>
      </w:r>
      <w:r>
        <w:tab/>
        <w:t>Dobbs Hall</w:t>
      </w:r>
    </w:p>
    <w:p w:rsidR="00E93391" w:rsidRDefault="00E93391" w:rsidP="00E93391">
      <w:pPr>
        <w:pStyle w:val="DayDetail"/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>Friday, July</w:t>
      </w:r>
      <w:r w:rsidR="00841098">
        <w:rPr>
          <w:b/>
        </w:rPr>
        <w:t xml:space="preserve"> 5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Saturday, July 6</w:t>
      </w:r>
    </w:p>
    <w:p w:rsidR="00E93391" w:rsidRDefault="00E93391" w:rsidP="00E93391">
      <w:pPr>
        <w:pStyle w:val="DayDetail"/>
      </w:pPr>
      <w:r>
        <w:t>8:0</w:t>
      </w:r>
      <w:r w:rsidR="00357C6D">
        <w:t>0 - 9:00 a.m.</w:t>
      </w:r>
      <w:r w:rsidR="00357C6D">
        <w:tab/>
        <w:t xml:space="preserve">Breakfast at </w:t>
      </w:r>
      <w:r w:rsidR="00841098">
        <w:t>Dobbs</w:t>
      </w:r>
      <w:r w:rsidR="00357C6D">
        <w:t xml:space="preserve"> Hall (Do not go to the DUC)</w:t>
      </w:r>
      <w:r>
        <w:tab/>
      </w:r>
      <w:r w:rsidR="00841098">
        <w:t>Dobbs</w:t>
      </w:r>
      <w:r w:rsidR="00357C6D">
        <w:t xml:space="preserve"> Hall</w:t>
      </w:r>
    </w:p>
    <w:p w:rsidR="00E93391" w:rsidRDefault="00E93391" w:rsidP="00E93391">
      <w:pPr>
        <w:pStyle w:val="DayDetail"/>
      </w:pPr>
      <w:r>
        <w:t>9:00 - 11:30</w:t>
      </w:r>
      <w:r>
        <w:tab/>
        <w:t>Practice Debate #5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#6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3:00 – 5:00 p.m.</w:t>
      </w:r>
      <w:r>
        <w:tab/>
        <w:t>Practice Debate #7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5:30 - 6:30 p.m.</w:t>
      </w:r>
      <w:r>
        <w:tab/>
        <w:t>Dinne</w:t>
      </w:r>
      <w:r w:rsidR="00357C6D">
        <w:t xml:space="preserve">r at </w:t>
      </w:r>
      <w:r w:rsidR="00841098">
        <w:t>Dobbs</w:t>
      </w:r>
      <w:r w:rsidR="00357C6D">
        <w:t xml:space="preserve"> Hall (Do not go to the DUC)</w:t>
      </w:r>
      <w:r>
        <w:tab/>
      </w:r>
      <w:r w:rsidR="00841098">
        <w:t>Dobbs</w:t>
      </w:r>
      <w:r w:rsidR="00357C6D">
        <w:t xml:space="preserve"> Hall</w:t>
      </w:r>
    </w:p>
    <w:p w:rsidR="00E93391" w:rsidRDefault="00E93391" w:rsidP="00E93391">
      <w:pPr>
        <w:pStyle w:val="DayDetail"/>
      </w:pPr>
      <w:r>
        <w:t>6:30 - 10:00 p.m.</w:t>
      </w:r>
      <w:r>
        <w:tab/>
      </w:r>
      <w:r w:rsidRPr="00652BE2">
        <w:rPr>
          <w:b/>
        </w:rPr>
        <w:t xml:space="preserve">Night Lab </w:t>
      </w:r>
      <w:proofErr w:type="gramStart"/>
      <w:r w:rsidRPr="00652BE2">
        <w:rPr>
          <w:b/>
        </w:rPr>
        <w:t>Off</w:t>
      </w:r>
      <w:proofErr w:type="gramEnd"/>
      <w:r w:rsidRPr="00652BE2">
        <w:rPr>
          <w:b/>
        </w:rPr>
        <w:t xml:space="preserve"> </w:t>
      </w:r>
      <w:r>
        <w:rPr>
          <w:b/>
        </w:rPr>
        <w:t>–</w:t>
      </w:r>
      <w:r>
        <w:t xml:space="preserve"> Organized Dorm Activities</w:t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E84FAA" w:rsidRDefault="00E93391" w:rsidP="00703C32">
      <w:pPr>
        <w:pStyle w:val="Heading4"/>
      </w:pPr>
      <w:r>
        <w:t>WEEK 5</w:t>
      </w:r>
    </w:p>
    <w:p w:rsidR="00E93391" w:rsidRPr="00703C32" w:rsidRDefault="00703C32" w:rsidP="00703C32">
      <w:pPr>
        <w:rPr>
          <w:b/>
        </w:rPr>
      </w:pPr>
      <w:r w:rsidRPr="00703C32">
        <w:rPr>
          <w:b/>
        </w:rPr>
        <w:t xml:space="preserve">Sunday, July </w:t>
      </w:r>
      <w:r w:rsidR="00841098">
        <w:rPr>
          <w:b/>
        </w:rPr>
        <w:t>7</w:t>
      </w:r>
    </w:p>
    <w:p w:rsidR="00E93391" w:rsidRDefault="00E93391" w:rsidP="00E93391">
      <w:pPr>
        <w:pStyle w:val="DayDetail"/>
      </w:pPr>
      <w:r>
        <w:t>9:30 – 10:30 a.m.</w:t>
      </w:r>
      <w:r>
        <w:tab/>
        <w:t xml:space="preserve">Breakfast at </w:t>
      </w:r>
      <w:r w:rsidR="00841098">
        <w:t>Dobbs</w:t>
      </w:r>
      <w:r w:rsidR="00357C6D">
        <w:t xml:space="preserve"> Hall (Do not go to the DUC)</w:t>
      </w:r>
      <w:r>
        <w:tab/>
      </w:r>
      <w:r w:rsidR="00841098">
        <w:t>Dobbs</w:t>
      </w:r>
      <w:r w:rsidR="00357C6D">
        <w:t xml:space="preserve"> Hall</w:t>
      </w:r>
    </w:p>
    <w:p w:rsidR="00E93391" w:rsidRDefault="00E93391" w:rsidP="00E93391">
      <w:pPr>
        <w:pStyle w:val="DayDetail"/>
      </w:pPr>
      <w:r>
        <w:t>10:30 - 11:30 a.m.</w:t>
      </w:r>
      <w:r>
        <w:tab/>
      </w:r>
      <w:r w:rsidRPr="00DA59A0"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#8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3:00 - 5:00 p.m.</w:t>
      </w:r>
      <w:r>
        <w:tab/>
        <w:t>Rebuttal Re-Dos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  <w:r>
        <w:tab/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Monday, July 8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 Time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Tuesday, July 9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11:30 – 1:00 p.m.</w:t>
      </w:r>
      <w:r>
        <w:tab/>
      </w:r>
      <w:r w:rsidRPr="00DA59A0">
        <w:t>Lunch</w:t>
      </w:r>
      <w:r>
        <w:rPr>
          <w:b/>
        </w:rP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6:30 - 8:30 p.m.</w:t>
      </w:r>
      <w:r>
        <w:tab/>
      </w:r>
      <w:r w:rsidRPr="00357C6D">
        <w:t>Early Release Night Lab</w:t>
      </w:r>
      <w:r w:rsidRPr="00652BE2">
        <w:rPr>
          <w:b/>
        </w:rP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E93391" w:rsidP="00703C32">
      <w:pPr>
        <w:rPr>
          <w:b/>
        </w:rPr>
      </w:pPr>
      <w:r w:rsidRPr="00703C32">
        <w:rPr>
          <w:b/>
        </w:rPr>
        <w:t>Wednesday, July 1</w:t>
      </w:r>
      <w:r w:rsidR="00841098">
        <w:rPr>
          <w:b/>
        </w:rPr>
        <w:t>0</w:t>
      </w:r>
    </w:p>
    <w:p w:rsidR="00924105" w:rsidRDefault="00924105" w:rsidP="00924105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924105" w:rsidRDefault="00924105" w:rsidP="00924105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924105" w:rsidRDefault="00924105" w:rsidP="00924105">
      <w:pPr>
        <w:pStyle w:val="DayDetail"/>
      </w:pPr>
      <w:r>
        <w:t>11:30 – 1:00 p.m.</w:t>
      </w:r>
      <w:r>
        <w:tab/>
      </w:r>
      <w:r w:rsidRPr="00DA59A0">
        <w:t>Lunch</w:t>
      </w:r>
      <w:r>
        <w:rPr>
          <w:b/>
        </w:rPr>
        <w:tab/>
      </w:r>
      <w:r>
        <w:tab/>
        <w:t>DUC</w:t>
      </w:r>
    </w:p>
    <w:p w:rsidR="00924105" w:rsidRDefault="00924105" w:rsidP="00924105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</w:r>
      <w:r w:rsidR="00357C6D" w:rsidRPr="00357C6D">
        <w:t xml:space="preserve">Dinner at </w:t>
      </w:r>
      <w:r w:rsidR="00841098">
        <w:t>Dobbs</w:t>
      </w:r>
      <w:r w:rsidR="00357C6D" w:rsidRPr="00357C6D">
        <w:t xml:space="preserve"> Hall (Do not go to the DUC)</w:t>
      </w:r>
      <w:r>
        <w:tab/>
      </w:r>
      <w:r w:rsidR="00841098">
        <w:t>Dobbs</w:t>
      </w:r>
      <w:r w:rsidR="00357C6D">
        <w:t xml:space="preserve"> Hall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 xml:space="preserve">Free Time at the </w:t>
      </w:r>
      <w:r w:rsidR="00841098">
        <w:t>Dobbs</w:t>
      </w:r>
      <w:r w:rsidR="00487545">
        <w:t xml:space="preserve"> Hall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Thursday, July 11</w:t>
      </w:r>
    </w:p>
    <w:p w:rsidR="00943174" w:rsidRDefault="00E93391" w:rsidP="00E93391">
      <w:pPr>
        <w:pStyle w:val="DayDetail"/>
      </w:pPr>
      <w:r>
        <w:t>8:00 - 9:00 a.m.</w:t>
      </w:r>
      <w:r>
        <w:tab/>
        <w:t>Breakfast</w:t>
      </w:r>
      <w:r w:rsidR="00943174">
        <w:t xml:space="preserve"> at </w:t>
      </w:r>
      <w:r w:rsidR="00841098">
        <w:t>Dobbs</w:t>
      </w:r>
      <w:r w:rsidR="00943174">
        <w:t xml:space="preserve"> Hall (Do not go to the DUC)</w:t>
      </w:r>
      <w:r>
        <w:tab/>
      </w:r>
      <w:r w:rsidR="00841098">
        <w:t>Dobbs</w:t>
      </w:r>
      <w:r w:rsidR="00943174">
        <w:t xml:space="preserve"> Hall</w:t>
      </w:r>
    </w:p>
    <w:p w:rsidR="00E93391" w:rsidRDefault="00E93391" w:rsidP="00E93391">
      <w:pPr>
        <w:pStyle w:val="DayDetail"/>
      </w:pPr>
      <w:r>
        <w:t>9:00 - 11:30</w:t>
      </w:r>
      <w:r>
        <w:tab/>
        <w:t>Practice Debate #9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#10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3:00 – 5:00 p.m.</w:t>
      </w:r>
      <w:r>
        <w:tab/>
        <w:t>Practice Debate #11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5:30 - 6:30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Practice Debate #12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in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Friday, July 12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</w:t>
      </w:r>
      <w:r>
        <w:tab/>
        <w:t>Rebuttal Re-Dos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 xml:space="preserve">5:30 - </w:t>
      </w:r>
      <w:r w:rsidR="00943174">
        <w:t>6:30 p.m.</w:t>
      </w:r>
      <w:r w:rsidR="00943174">
        <w:tab/>
        <w:t>Dinner/Free Time</w:t>
      </w:r>
      <w:r w:rsidR="00943174">
        <w:tab/>
      </w:r>
      <w:r w:rsidR="00943174"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A266D4" w:rsidRDefault="00A266D4">
      <w:pPr>
        <w:spacing w:after="200" w:line="276" w:lineRule="auto"/>
        <w:rPr>
          <w:sz w:val="21"/>
        </w:rPr>
      </w:pPr>
      <w:r>
        <w:br w:type="page"/>
      </w:r>
    </w:p>
    <w:p w:rsidR="00E93391" w:rsidRPr="00703C32" w:rsidRDefault="00841098" w:rsidP="00703C32">
      <w:pPr>
        <w:rPr>
          <w:b/>
        </w:rPr>
      </w:pPr>
      <w:r>
        <w:rPr>
          <w:b/>
        </w:rPr>
        <w:t>Saturday, July 13</w:t>
      </w:r>
    </w:p>
    <w:p w:rsidR="00E93391" w:rsidRDefault="00E93391" w:rsidP="00E93391">
      <w:pPr>
        <w:pStyle w:val="DayDetail"/>
      </w:pPr>
      <w:r>
        <w:t>8:00 - 9:00 a.m.</w:t>
      </w:r>
      <w:r>
        <w:tab/>
      </w:r>
      <w:r w:rsidRPr="00943174">
        <w:t xml:space="preserve">Breakfast at </w:t>
      </w:r>
      <w:r w:rsidR="00841098">
        <w:t>Dobbs</w:t>
      </w:r>
      <w:r w:rsidR="00943174">
        <w:t xml:space="preserve"> Hall (Do not go to the DUC)</w:t>
      </w:r>
      <w:r>
        <w:tab/>
      </w:r>
      <w:r w:rsidR="00841098">
        <w:t>Dobbs</w:t>
      </w:r>
      <w:r w:rsidR="00943174">
        <w:t xml:space="preserve"> Hall</w:t>
      </w:r>
    </w:p>
    <w:p w:rsidR="00E93391" w:rsidRDefault="00E93391" w:rsidP="00E93391">
      <w:pPr>
        <w:pStyle w:val="DayDetail"/>
      </w:pPr>
      <w:r>
        <w:t>9:00 - 11:30</w:t>
      </w:r>
      <w:r>
        <w:tab/>
        <w:t>Practice Debate #13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11:30 - 12:30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#14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3:00 – 5:00 p.m.</w:t>
      </w:r>
      <w:r>
        <w:tab/>
        <w:t>Practice Debate #15</w:t>
      </w:r>
      <w:r>
        <w:tab/>
      </w:r>
      <w:r>
        <w:tab/>
        <w:t>See Pairings</w:t>
      </w:r>
    </w:p>
    <w:p w:rsidR="00E93391" w:rsidRDefault="00E93391" w:rsidP="00E93391">
      <w:pPr>
        <w:pStyle w:val="DayDetail"/>
      </w:pPr>
      <w:r>
        <w:t>5:30 - 6:30 p.m.</w:t>
      </w:r>
      <w:r>
        <w:tab/>
        <w:t>Dinner</w:t>
      </w:r>
      <w:r w:rsidR="00943174">
        <w:t xml:space="preserve"> at </w:t>
      </w:r>
      <w:r w:rsidR="00841098">
        <w:t>Dobbs</w:t>
      </w:r>
      <w:r w:rsidR="00943174">
        <w:t xml:space="preserve"> Hall (Do not go to the DUC)</w:t>
      </w:r>
      <w:r>
        <w:tab/>
      </w:r>
      <w:r w:rsidR="00841098">
        <w:t>Dobbs</w:t>
      </w:r>
      <w:r w:rsidR="00943174">
        <w:t xml:space="preserve"> Hall</w:t>
      </w:r>
    </w:p>
    <w:p w:rsidR="00E93391" w:rsidRDefault="00E93391" w:rsidP="00E93391">
      <w:pPr>
        <w:pStyle w:val="DayDetail"/>
      </w:pPr>
      <w:r>
        <w:t>6:30 - 10:00 p.m.</w:t>
      </w:r>
      <w:r>
        <w:tab/>
      </w:r>
      <w:r w:rsidRPr="00DA59A0">
        <w:rPr>
          <w:b/>
        </w:rPr>
        <w:t xml:space="preserve">Night Lab </w:t>
      </w:r>
      <w:proofErr w:type="gramStart"/>
      <w:r w:rsidRPr="00DA59A0">
        <w:rPr>
          <w:b/>
        </w:rPr>
        <w:t>Off</w:t>
      </w:r>
      <w:proofErr w:type="gramEnd"/>
      <w:r>
        <w:t xml:space="preserve"> – Organized Dorm Activities</w:t>
      </w:r>
      <w:r>
        <w:tab/>
      </w:r>
      <w:r w:rsidR="00841098">
        <w:t>Dobbs</w:t>
      </w:r>
      <w:r w:rsidR="00943174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Pr="00E84FAA" w:rsidRDefault="00E93391" w:rsidP="00703C32">
      <w:pPr>
        <w:pStyle w:val="Heading4"/>
      </w:pPr>
      <w:r>
        <w:t>WEEK 6</w:t>
      </w:r>
    </w:p>
    <w:p w:rsidR="00E93391" w:rsidRPr="00703C32" w:rsidRDefault="00841098" w:rsidP="00703C32">
      <w:pPr>
        <w:rPr>
          <w:b/>
        </w:rPr>
      </w:pPr>
      <w:r>
        <w:rPr>
          <w:b/>
        </w:rPr>
        <w:t>Sunday, July 14</w:t>
      </w:r>
    </w:p>
    <w:p w:rsidR="00E93391" w:rsidRDefault="00E93391" w:rsidP="00E93391">
      <w:pPr>
        <w:pStyle w:val="DayDetail"/>
      </w:pPr>
      <w:r>
        <w:t>9:30 – 10:30 a.m.</w:t>
      </w:r>
      <w:r>
        <w:tab/>
      </w:r>
      <w:r w:rsidRPr="00943174">
        <w:t>Breakfast at</w:t>
      </w:r>
      <w:r w:rsidR="00943174" w:rsidRPr="00943174">
        <w:t xml:space="preserve"> </w:t>
      </w:r>
      <w:r w:rsidR="00841098">
        <w:t>Dobbs</w:t>
      </w:r>
      <w:r w:rsidR="00943174" w:rsidRPr="00943174">
        <w:t xml:space="preserve"> Hall (Do not go to the DUC)</w:t>
      </w:r>
      <w:r>
        <w:tab/>
      </w:r>
      <w:r w:rsidR="00841098">
        <w:t>Dobbs</w:t>
      </w:r>
      <w:r w:rsidR="00943174">
        <w:t xml:space="preserve"> Hall</w:t>
      </w:r>
    </w:p>
    <w:p w:rsidR="00E93391" w:rsidRPr="00DA59A0" w:rsidRDefault="00E93391" w:rsidP="00E93391">
      <w:pPr>
        <w:pStyle w:val="DayDetail"/>
      </w:pPr>
      <w:r w:rsidRPr="00DA59A0">
        <w:t>10:3</w:t>
      </w:r>
      <w:r>
        <w:t>0 - 11:30 a.m.</w:t>
      </w:r>
      <w:r>
        <w:tab/>
        <w:t>Free Time at the Dorms</w:t>
      </w:r>
      <w:r w:rsidRPr="00DA59A0">
        <w:tab/>
      </w:r>
      <w:r w:rsidRPr="00DA59A0"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Practice Debate #16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3:00 - 5:00 p.m.</w:t>
      </w:r>
      <w:r>
        <w:tab/>
        <w:t>Rebuttal Re-Dos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Night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Monday, July 15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1:00 - 5:00 p.m.</w:t>
      </w:r>
      <w:r>
        <w:tab/>
        <w:t>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5:00 - 6:30 p.m.</w:t>
      </w:r>
      <w:r>
        <w:tab/>
      </w:r>
      <w:r w:rsidR="00943174">
        <w:t xml:space="preserve">Dinner at </w:t>
      </w:r>
      <w:r w:rsidR="00841098">
        <w:t>Dobbs</w:t>
      </w:r>
      <w:r w:rsidR="00943174">
        <w:t xml:space="preserve"> Hall (Do not go to the DUC)</w:t>
      </w:r>
      <w:r>
        <w:tab/>
      </w:r>
      <w:r w:rsidR="00841098">
        <w:t>Dobbs</w:t>
      </w:r>
      <w:r w:rsidR="00943174">
        <w:t xml:space="preserve"> Hall</w:t>
      </w:r>
    </w:p>
    <w:p w:rsidR="00E93391" w:rsidRDefault="00A6754F" w:rsidP="00E93391">
      <w:pPr>
        <w:pStyle w:val="DayDetail"/>
      </w:pPr>
      <w:r>
        <w:t>6:30 - 9</w:t>
      </w:r>
      <w:r w:rsidR="00E93391">
        <w:t>:00 p.m.</w:t>
      </w:r>
      <w:r w:rsidR="00E93391">
        <w:tab/>
      </w:r>
      <w:r>
        <w:t>Lab</w:t>
      </w:r>
      <w:r w:rsidR="00E93391">
        <w:tab/>
      </w:r>
      <w:r w:rsidR="00E93391">
        <w:tab/>
      </w:r>
      <w:proofErr w:type="spellStart"/>
      <w:r w:rsidR="00E93391">
        <w:t>Lab</w:t>
      </w:r>
      <w:proofErr w:type="spellEnd"/>
      <w:r w:rsidR="00E93391">
        <w:t xml:space="preserve"> Rooms</w:t>
      </w:r>
    </w:p>
    <w:p w:rsidR="00E93391" w:rsidRDefault="00A6754F" w:rsidP="00E93391">
      <w:pPr>
        <w:pStyle w:val="DayDetail"/>
      </w:pPr>
      <w:r>
        <w:t>9</w:t>
      </w:r>
      <w:r w:rsidR="00E93391">
        <w:t>:00 – 10:00 p.m.</w:t>
      </w:r>
      <w:r w:rsidR="00E93391">
        <w:tab/>
        <w:t>Free Time at the Dorms</w:t>
      </w:r>
      <w:r w:rsidR="00E93391">
        <w:tab/>
      </w:r>
      <w:r w:rsidR="00E93391"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Tuesday, July 16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703C32" w:rsidRDefault="00703C32" w:rsidP="00703C32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1:30 - 5:00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Dinner/Free Time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6:30 - 9:00 p.m.</w:t>
      </w:r>
      <w:r>
        <w:tab/>
        <w:t>Labs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9:00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s"/>
        <w:tabs>
          <w:tab w:val="left" w:pos="5310"/>
          <w:tab w:val="left" w:pos="7920"/>
        </w:tabs>
        <w:rPr>
          <w:rFonts w:ascii="Times New Roman" w:hAnsi="Times New Roman"/>
          <w:b/>
        </w:rPr>
      </w:pPr>
    </w:p>
    <w:p w:rsidR="00E93391" w:rsidRPr="00703C32" w:rsidRDefault="00841098" w:rsidP="00703C32">
      <w:pPr>
        <w:rPr>
          <w:b/>
        </w:rPr>
      </w:pPr>
      <w:r>
        <w:rPr>
          <w:b/>
        </w:rPr>
        <w:t>Wednesday, July 17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</w:r>
      <w:r w:rsidR="004C6301"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Tournament Round #1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3:00 - 5:00 p.m.</w:t>
      </w:r>
      <w:r>
        <w:tab/>
        <w:t>T</w:t>
      </w:r>
      <w:r w:rsidR="00A266D4">
        <w:t>ournament Round #2</w:t>
      </w:r>
      <w:r w:rsidR="00A266D4">
        <w:tab/>
      </w:r>
      <w:r w:rsidR="00A266D4">
        <w:tab/>
      </w:r>
      <w:r w:rsidR="00841098">
        <w:t>Dobbs</w:t>
      </w:r>
      <w:r w:rsidR="00A266D4">
        <w:t xml:space="preserve"> Hall</w:t>
      </w:r>
    </w:p>
    <w:p w:rsidR="00A6754F" w:rsidRDefault="00A6754F" w:rsidP="00A6754F">
      <w:pPr>
        <w:pStyle w:val="DayDetail"/>
      </w:pPr>
      <w:r>
        <w:t>5:00 - 6:30 p.m.</w:t>
      </w:r>
      <w:r>
        <w:tab/>
        <w:t>Dinner</w:t>
      </w:r>
      <w:r w:rsidR="00A266D4">
        <w:t xml:space="preserve"> at </w:t>
      </w:r>
      <w:r w:rsidR="00841098">
        <w:t>Dobbs</w:t>
      </w:r>
      <w:r w:rsidR="00A266D4">
        <w:t xml:space="preserve"> Hall (Do not go to the DUC)</w:t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6:30 - 8:30 p.m.</w:t>
      </w:r>
      <w:r>
        <w:tab/>
        <w:t>Tournament Round #3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Thursday, July 18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</w:r>
      <w:r w:rsidR="00331095"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Tournament Round #4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Tournament Round #5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3:00 - 5:00 p.m.</w:t>
      </w:r>
      <w:r>
        <w:tab/>
        <w:t>Afternoon Lab - Regrouping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5:00 - 6:30 p.m.</w:t>
      </w:r>
      <w:r>
        <w:tab/>
        <w:t>Dinner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6:30 - 8:30 p.m.</w:t>
      </w:r>
      <w:r>
        <w:tab/>
        <w:t>Tournament Round #6</w:t>
      </w:r>
      <w:r>
        <w:tab/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8:30 – 10:00 p.m.</w:t>
      </w:r>
      <w:r>
        <w:tab/>
        <w:t>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Friday, July 19</w:t>
      </w:r>
    </w:p>
    <w:p w:rsidR="00E93391" w:rsidRDefault="00E93391" w:rsidP="00E93391">
      <w:pPr>
        <w:pStyle w:val="DayDetail"/>
      </w:pPr>
      <w:r>
        <w:t>8:00 - 9:00 a.m.</w:t>
      </w:r>
      <w:r>
        <w:tab/>
        <w:t>Breakfast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9:30 - 11:30 a.m.</w:t>
      </w:r>
      <w:r>
        <w:tab/>
        <w:t>Morning Lab</w:t>
      </w:r>
      <w:r>
        <w:tab/>
      </w:r>
      <w:r>
        <w:tab/>
      </w:r>
      <w:proofErr w:type="spellStart"/>
      <w:r>
        <w:t>Lab</w:t>
      </w:r>
      <w:proofErr w:type="spellEnd"/>
      <w:r>
        <w:t xml:space="preserve"> Rooms</w:t>
      </w:r>
    </w:p>
    <w:p w:rsidR="00E93391" w:rsidRDefault="00E93391" w:rsidP="00E93391">
      <w:pPr>
        <w:pStyle w:val="DayDetail"/>
      </w:pPr>
      <w:r>
        <w:t>11:30 - 12:45 p.m.</w:t>
      </w:r>
      <w:r>
        <w:tab/>
        <w:t>Lunch</w:t>
      </w:r>
      <w:r>
        <w:tab/>
      </w:r>
      <w:r>
        <w:tab/>
        <w:t>DUC</w:t>
      </w:r>
    </w:p>
    <w:p w:rsidR="00E93391" w:rsidRDefault="00E93391" w:rsidP="00E93391">
      <w:pPr>
        <w:pStyle w:val="DayDetail"/>
      </w:pPr>
      <w:r>
        <w:t>1:00 - 3:00 p.m.</w:t>
      </w:r>
      <w:r>
        <w:tab/>
        <w:t>Tournament Semi-Finals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4:00 - 6:00 p.m.</w:t>
      </w:r>
      <w:r>
        <w:tab/>
        <w:t>Tournament Finals</w:t>
      </w:r>
      <w:r>
        <w:tab/>
      </w:r>
      <w:r>
        <w:tab/>
        <w:t>Lab Rooms</w:t>
      </w:r>
    </w:p>
    <w:p w:rsidR="00E93391" w:rsidRDefault="00E93391" w:rsidP="00E93391">
      <w:pPr>
        <w:pStyle w:val="DayDetail"/>
      </w:pPr>
      <w:r>
        <w:t>6:30 - 9:00 p.m.</w:t>
      </w:r>
      <w:r>
        <w:tab/>
      </w:r>
      <w:r w:rsidR="00A266D4">
        <w:t xml:space="preserve">Dinner &amp; Awards Ceremony at </w:t>
      </w:r>
      <w:r w:rsidR="00841098">
        <w:t>Dobbs</w:t>
      </w:r>
      <w:r w:rsidR="00A266D4">
        <w:t xml:space="preserve"> Hall</w:t>
      </w:r>
      <w:r>
        <w:tab/>
      </w:r>
      <w:r w:rsidR="00841098">
        <w:t>Dobbs</w:t>
      </w:r>
      <w:r w:rsidR="00A266D4">
        <w:t xml:space="preserve"> Hall</w:t>
      </w:r>
    </w:p>
    <w:p w:rsidR="00E93391" w:rsidRDefault="00E93391" w:rsidP="00E93391">
      <w:pPr>
        <w:pStyle w:val="DayDetail"/>
      </w:pPr>
      <w:r>
        <w:t>9:00 – 10:00 p.m.</w:t>
      </w:r>
      <w:r>
        <w:tab/>
        <w:t>Packing &amp; Free Time at the Dorms</w:t>
      </w:r>
      <w:r>
        <w:tab/>
      </w:r>
      <w:r>
        <w:tab/>
      </w:r>
      <w:r w:rsidR="00841098">
        <w:t>Dobbs</w:t>
      </w:r>
      <w:r w:rsidR="00487545">
        <w:t xml:space="preserve"> Hall</w:t>
      </w:r>
    </w:p>
    <w:p w:rsidR="00E93391" w:rsidRDefault="00E93391" w:rsidP="00E93391">
      <w:pPr>
        <w:pStyle w:val="DayDetail"/>
      </w:pPr>
      <w:r>
        <w:t>10:00 p.m.</w:t>
      </w:r>
      <w:r>
        <w:tab/>
        <w:t>Dorm Check-In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E93391">
      <w:pPr>
        <w:pStyle w:val="DayDetail"/>
      </w:pPr>
    </w:p>
    <w:p w:rsidR="00E93391" w:rsidRPr="00703C32" w:rsidRDefault="00841098" w:rsidP="00703C32">
      <w:pPr>
        <w:rPr>
          <w:b/>
        </w:rPr>
      </w:pPr>
      <w:r>
        <w:rPr>
          <w:b/>
        </w:rPr>
        <w:t>Saturday, July 20</w:t>
      </w:r>
    </w:p>
    <w:p w:rsidR="00E93391" w:rsidRPr="00A479B4" w:rsidRDefault="00E93391" w:rsidP="00E93391">
      <w:pPr>
        <w:pStyle w:val="DayDetail"/>
      </w:pPr>
      <w:r>
        <w:t>9:00 - 11:00 a.m.</w:t>
      </w:r>
      <w:r>
        <w:tab/>
        <w:t>Check-Out/Departure</w:t>
      </w:r>
      <w:r>
        <w:tab/>
      </w:r>
      <w:r>
        <w:tab/>
      </w:r>
      <w:r w:rsidR="00841098">
        <w:t>Dobbs</w:t>
      </w:r>
      <w:r w:rsidR="00703C32">
        <w:t xml:space="preserve"> Hall</w:t>
      </w:r>
    </w:p>
    <w:p w:rsidR="00E93391" w:rsidRDefault="00E93391" w:rsidP="008A6B17"/>
    <w:p w:rsidR="00E93391" w:rsidRDefault="00E93391" w:rsidP="008A6B17"/>
    <w:p w:rsidR="00E93391" w:rsidRPr="008A6B17" w:rsidRDefault="00E93391" w:rsidP="008A6B17"/>
    <w:sectPr w:rsidR="00E93391" w:rsidRPr="008A6B1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754" w:rsidRDefault="00E01754" w:rsidP="005F5576">
      <w:r>
        <w:separator/>
      </w:r>
    </w:p>
  </w:endnote>
  <w:endnote w:type="continuationSeparator" w:id="0">
    <w:p w:rsidR="00E01754" w:rsidRDefault="00E01754" w:rsidP="005F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 Extra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754" w:rsidRDefault="00E01754" w:rsidP="005F5576">
      <w:r>
        <w:separator/>
      </w:r>
    </w:p>
  </w:footnote>
  <w:footnote w:type="continuationSeparator" w:id="0">
    <w:p w:rsidR="00E01754" w:rsidRDefault="00E01754" w:rsidP="005F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098" w:rsidRDefault="00841098">
    <w:pPr>
      <w:pStyle w:val="Header"/>
    </w:pPr>
    <w:r>
      <w:rPr>
        <w:noProof/>
      </w:rPr>
      <w:drawing>
        <wp:inline distT="0" distB="0" distL="0" distR="0">
          <wp:extent cx="1143000" cy="34442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ory Debate (Logo 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3444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6-Week Schedule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isplayBackgroundShape/>
  <w:proofState w:spelling="clean" w:grammar="clean"/>
  <w:attachedTemplate r:id="rId1"/>
  <w:stylePaneFormatFilter w:val="D304" w:allStyles="0" w:customStyles="0" w:latentStyles="1" w:stylesInUse="0" w:headingStyles="0" w:numberingStyles="0" w:tableStyles="0" w:directFormattingOnRuns="1" w:directFormattingOnParagraphs="1" w:directFormattingOnNumbering="0" w:directFormattingOnTables="0" w:clearFormatting="1" w:top3HeadingStyles="0" w:visibleStyles="1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91"/>
    <w:rsid w:val="000022F2"/>
    <w:rsid w:val="00021F29"/>
    <w:rsid w:val="00027EED"/>
    <w:rsid w:val="00033028"/>
    <w:rsid w:val="000360A7"/>
    <w:rsid w:val="00052A1D"/>
    <w:rsid w:val="00055E12"/>
    <w:rsid w:val="00064A59"/>
    <w:rsid w:val="0007162E"/>
    <w:rsid w:val="00090287"/>
    <w:rsid w:val="00090BA2"/>
    <w:rsid w:val="00097D7E"/>
    <w:rsid w:val="000A1D39"/>
    <w:rsid w:val="000A4FA5"/>
    <w:rsid w:val="000D0B76"/>
    <w:rsid w:val="000D0DC3"/>
    <w:rsid w:val="000D2AE5"/>
    <w:rsid w:val="000D3A26"/>
    <w:rsid w:val="000D3D8D"/>
    <w:rsid w:val="000E41A3"/>
    <w:rsid w:val="000F37E7"/>
    <w:rsid w:val="000F7398"/>
    <w:rsid w:val="000F79B7"/>
    <w:rsid w:val="00106B04"/>
    <w:rsid w:val="00113C68"/>
    <w:rsid w:val="00114663"/>
    <w:rsid w:val="0012057B"/>
    <w:rsid w:val="00126D92"/>
    <w:rsid w:val="00133DD0"/>
    <w:rsid w:val="00140397"/>
    <w:rsid w:val="0014072D"/>
    <w:rsid w:val="00141F7D"/>
    <w:rsid w:val="00141FBF"/>
    <w:rsid w:val="0016509D"/>
    <w:rsid w:val="0016711C"/>
    <w:rsid w:val="00175018"/>
    <w:rsid w:val="00177819"/>
    <w:rsid w:val="00177A1E"/>
    <w:rsid w:val="00182D51"/>
    <w:rsid w:val="0019587B"/>
    <w:rsid w:val="001A4F0E"/>
    <w:rsid w:val="001C1D82"/>
    <w:rsid w:val="001C2147"/>
    <w:rsid w:val="001C7C90"/>
    <w:rsid w:val="001D0D51"/>
    <w:rsid w:val="0020006E"/>
    <w:rsid w:val="002009AE"/>
    <w:rsid w:val="002101DA"/>
    <w:rsid w:val="0024023F"/>
    <w:rsid w:val="00240C4E"/>
    <w:rsid w:val="00243DC0"/>
    <w:rsid w:val="00250E16"/>
    <w:rsid w:val="00257696"/>
    <w:rsid w:val="0026382E"/>
    <w:rsid w:val="00272786"/>
    <w:rsid w:val="00287AB7"/>
    <w:rsid w:val="002A213E"/>
    <w:rsid w:val="002A612B"/>
    <w:rsid w:val="002C5772"/>
    <w:rsid w:val="002D2946"/>
    <w:rsid w:val="002D6BD6"/>
    <w:rsid w:val="002E4DD9"/>
    <w:rsid w:val="002F0314"/>
    <w:rsid w:val="0031182D"/>
    <w:rsid w:val="00314B9D"/>
    <w:rsid w:val="00315CA2"/>
    <w:rsid w:val="00326EEB"/>
    <w:rsid w:val="0033078A"/>
    <w:rsid w:val="00331095"/>
    <w:rsid w:val="00341D6C"/>
    <w:rsid w:val="003438B9"/>
    <w:rsid w:val="00347123"/>
    <w:rsid w:val="0034756E"/>
    <w:rsid w:val="00347E74"/>
    <w:rsid w:val="00354B5B"/>
    <w:rsid w:val="00357C6D"/>
    <w:rsid w:val="00383E0A"/>
    <w:rsid w:val="00385298"/>
    <w:rsid w:val="00395C83"/>
    <w:rsid w:val="003A2A3B"/>
    <w:rsid w:val="003A440C"/>
    <w:rsid w:val="003B024E"/>
    <w:rsid w:val="003B0C84"/>
    <w:rsid w:val="003B183E"/>
    <w:rsid w:val="003B2F3E"/>
    <w:rsid w:val="003E4831"/>
    <w:rsid w:val="003E48DE"/>
    <w:rsid w:val="003E7E8B"/>
    <w:rsid w:val="00403971"/>
    <w:rsid w:val="004138EF"/>
    <w:rsid w:val="00450882"/>
    <w:rsid w:val="00451C20"/>
    <w:rsid w:val="00452001"/>
    <w:rsid w:val="0045442E"/>
    <w:rsid w:val="00462418"/>
    <w:rsid w:val="00471A70"/>
    <w:rsid w:val="00473A79"/>
    <w:rsid w:val="00475E03"/>
    <w:rsid w:val="00476723"/>
    <w:rsid w:val="0047798D"/>
    <w:rsid w:val="00487545"/>
    <w:rsid w:val="004931DE"/>
    <w:rsid w:val="004A0015"/>
    <w:rsid w:val="004A6083"/>
    <w:rsid w:val="004A6E81"/>
    <w:rsid w:val="004A7806"/>
    <w:rsid w:val="004C6301"/>
    <w:rsid w:val="004D1DAE"/>
    <w:rsid w:val="004D3745"/>
    <w:rsid w:val="004D3987"/>
    <w:rsid w:val="004E3132"/>
    <w:rsid w:val="004E552E"/>
    <w:rsid w:val="004E656D"/>
    <w:rsid w:val="004F0849"/>
    <w:rsid w:val="004F173C"/>
    <w:rsid w:val="004F1B8C"/>
    <w:rsid w:val="004F45B0"/>
    <w:rsid w:val="005020C3"/>
    <w:rsid w:val="005111F8"/>
    <w:rsid w:val="00513FA2"/>
    <w:rsid w:val="00514387"/>
    <w:rsid w:val="00516459"/>
    <w:rsid w:val="005269CF"/>
    <w:rsid w:val="005349E1"/>
    <w:rsid w:val="00537EF5"/>
    <w:rsid w:val="005420CC"/>
    <w:rsid w:val="005434D0"/>
    <w:rsid w:val="0054437C"/>
    <w:rsid w:val="00546D61"/>
    <w:rsid w:val="005579BF"/>
    <w:rsid w:val="00563468"/>
    <w:rsid w:val="00565EAE"/>
    <w:rsid w:val="00573677"/>
    <w:rsid w:val="00575F7D"/>
    <w:rsid w:val="00580383"/>
    <w:rsid w:val="00580E40"/>
    <w:rsid w:val="00590731"/>
    <w:rsid w:val="005A506B"/>
    <w:rsid w:val="005A701C"/>
    <w:rsid w:val="005B3140"/>
    <w:rsid w:val="005C0B05"/>
    <w:rsid w:val="005D1156"/>
    <w:rsid w:val="005E0681"/>
    <w:rsid w:val="005E3FE4"/>
    <w:rsid w:val="005E572E"/>
    <w:rsid w:val="005F5576"/>
    <w:rsid w:val="006014AB"/>
    <w:rsid w:val="0061680A"/>
    <w:rsid w:val="00623B70"/>
    <w:rsid w:val="0063578B"/>
    <w:rsid w:val="00636B3D"/>
    <w:rsid w:val="00641025"/>
    <w:rsid w:val="00663BE5"/>
    <w:rsid w:val="006672D8"/>
    <w:rsid w:val="00670D96"/>
    <w:rsid w:val="00672877"/>
    <w:rsid w:val="00683154"/>
    <w:rsid w:val="00690115"/>
    <w:rsid w:val="00690898"/>
    <w:rsid w:val="00693039"/>
    <w:rsid w:val="006A155E"/>
    <w:rsid w:val="006C64D4"/>
    <w:rsid w:val="006E53F0"/>
    <w:rsid w:val="006F2B4E"/>
    <w:rsid w:val="006F7CDF"/>
    <w:rsid w:val="00700BDB"/>
    <w:rsid w:val="0070121B"/>
    <w:rsid w:val="00701E73"/>
    <w:rsid w:val="00703C32"/>
    <w:rsid w:val="00711FE2"/>
    <w:rsid w:val="00712649"/>
    <w:rsid w:val="00725623"/>
    <w:rsid w:val="00743059"/>
    <w:rsid w:val="00744F58"/>
    <w:rsid w:val="00760A29"/>
    <w:rsid w:val="00771E18"/>
    <w:rsid w:val="007739F1"/>
    <w:rsid w:val="007745C6"/>
    <w:rsid w:val="007755F6"/>
    <w:rsid w:val="007815E5"/>
    <w:rsid w:val="00787343"/>
    <w:rsid w:val="00790BFA"/>
    <w:rsid w:val="00791121"/>
    <w:rsid w:val="00791C88"/>
    <w:rsid w:val="007A3D06"/>
    <w:rsid w:val="007D65A7"/>
    <w:rsid w:val="008133F9"/>
    <w:rsid w:val="0082211A"/>
    <w:rsid w:val="00823AAC"/>
    <w:rsid w:val="00841098"/>
    <w:rsid w:val="00854C66"/>
    <w:rsid w:val="008553E1"/>
    <w:rsid w:val="0087643B"/>
    <w:rsid w:val="00877669"/>
    <w:rsid w:val="00897F92"/>
    <w:rsid w:val="008A64C9"/>
    <w:rsid w:val="008A6B17"/>
    <w:rsid w:val="008B24B7"/>
    <w:rsid w:val="008C68EE"/>
    <w:rsid w:val="008C7F44"/>
    <w:rsid w:val="008D4273"/>
    <w:rsid w:val="008D4EF3"/>
    <w:rsid w:val="008E0E4F"/>
    <w:rsid w:val="008F322F"/>
    <w:rsid w:val="00907DFE"/>
    <w:rsid w:val="00914596"/>
    <w:rsid w:val="009146BF"/>
    <w:rsid w:val="00924105"/>
    <w:rsid w:val="00930D1F"/>
    <w:rsid w:val="00935127"/>
    <w:rsid w:val="0094025E"/>
    <w:rsid w:val="0094256C"/>
    <w:rsid w:val="00943174"/>
    <w:rsid w:val="00966D36"/>
    <w:rsid w:val="009706C1"/>
    <w:rsid w:val="00975ACA"/>
    <w:rsid w:val="00984B38"/>
    <w:rsid w:val="009A0636"/>
    <w:rsid w:val="009A6FF5"/>
    <w:rsid w:val="009B2B47"/>
    <w:rsid w:val="009C4255"/>
    <w:rsid w:val="009C4298"/>
    <w:rsid w:val="009D318C"/>
    <w:rsid w:val="00A10B8B"/>
    <w:rsid w:val="00A266D4"/>
    <w:rsid w:val="00A26733"/>
    <w:rsid w:val="00A3595E"/>
    <w:rsid w:val="00A46C7F"/>
    <w:rsid w:val="00A6754F"/>
    <w:rsid w:val="00A77145"/>
    <w:rsid w:val="00A82989"/>
    <w:rsid w:val="00A904FE"/>
    <w:rsid w:val="00AC222F"/>
    <w:rsid w:val="00AC7B3B"/>
    <w:rsid w:val="00AD3CE6"/>
    <w:rsid w:val="00AE1307"/>
    <w:rsid w:val="00AE7586"/>
    <w:rsid w:val="00AF7A65"/>
    <w:rsid w:val="00B06710"/>
    <w:rsid w:val="00B166CB"/>
    <w:rsid w:val="00B235E1"/>
    <w:rsid w:val="00B3145D"/>
    <w:rsid w:val="00B357BA"/>
    <w:rsid w:val="00B564DB"/>
    <w:rsid w:val="00B768B6"/>
    <w:rsid w:val="00B816A3"/>
    <w:rsid w:val="00B908D1"/>
    <w:rsid w:val="00BE2408"/>
    <w:rsid w:val="00BE3EC6"/>
    <w:rsid w:val="00BE5BEB"/>
    <w:rsid w:val="00BE6528"/>
    <w:rsid w:val="00C01F52"/>
    <w:rsid w:val="00C27212"/>
    <w:rsid w:val="00C34185"/>
    <w:rsid w:val="00C36F6F"/>
    <w:rsid w:val="00C42DD6"/>
    <w:rsid w:val="00C66858"/>
    <w:rsid w:val="00C7411E"/>
    <w:rsid w:val="00C84988"/>
    <w:rsid w:val="00CA4AF6"/>
    <w:rsid w:val="00CA59CA"/>
    <w:rsid w:val="00CB2356"/>
    <w:rsid w:val="00CB4075"/>
    <w:rsid w:val="00CB4E6D"/>
    <w:rsid w:val="00CC23DE"/>
    <w:rsid w:val="00CD3E3A"/>
    <w:rsid w:val="00CE55A6"/>
    <w:rsid w:val="00CF0FB5"/>
    <w:rsid w:val="00CF6C18"/>
    <w:rsid w:val="00CF7EA8"/>
    <w:rsid w:val="00D004DA"/>
    <w:rsid w:val="00D07BA4"/>
    <w:rsid w:val="00D109BA"/>
    <w:rsid w:val="00D215F6"/>
    <w:rsid w:val="00D2765B"/>
    <w:rsid w:val="00D31DF7"/>
    <w:rsid w:val="00D33B91"/>
    <w:rsid w:val="00D415C6"/>
    <w:rsid w:val="00D51ABF"/>
    <w:rsid w:val="00D5444B"/>
    <w:rsid w:val="00D55302"/>
    <w:rsid w:val="00D57CBF"/>
    <w:rsid w:val="00D66ABC"/>
    <w:rsid w:val="00D71CFC"/>
    <w:rsid w:val="00D86024"/>
    <w:rsid w:val="00D94CA3"/>
    <w:rsid w:val="00D96595"/>
    <w:rsid w:val="00DA018C"/>
    <w:rsid w:val="00DB0F7E"/>
    <w:rsid w:val="00DB5489"/>
    <w:rsid w:val="00DB6C98"/>
    <w:rsid w:val="00DC6768"/>
    <w:rsid w:val="00DC701C"/>
    <w:rsid w:val="00DE0197"/>
    <w:rsid w:val="00E00376"/>
    <w:rsid w:val="00E01016"/>
    <w:rsid w:val="00E01754"/>
    <w:rsid w:val="00E14EBD"/>
    <w:rsid w:val="00E16734"/>
    <w:rsid w:val="00E2367A"/>
    <w:rsid w:val="00E35FC9"/>
    <w:rsid w:val="00E377A4"/>
    <w:rsid w:val="00E420E9"/>
    <w:rsid w:val="00E4635D"/>
    <w:rsid w:val="00E61D76"/>
    <w:rsid w:val="00E70912"/>
    <w:rsid w:val="00E90AA6"/>
    <w:rsid w:val="00E93391"/>
    <w:rsid w:val="00E977B8"/>
    <w:rsid w:val="00E97AD1"/>
    <w:rsid w:val="00EA109B"/>
    <w:rsid w:val="00EA2926"/>
    <w:rsid w:val="00EC1A81"/>
    <w:rsid w:val="00EC7E5C"/>
    <w:rsid w:val="00ED78F1"/>
    <w:rsid w:val="00EF0F62"/>
    <w:rsid w:val="00F007E1"/>
    <w:rsid w:val="00F057C6"/>
    <w:rsid w:val="00F5019D"/>
    <w:rsid w:val="00F634D6"/>
    <w:rsid w:val="00F64385"/>
    <w:rsid w:val="00F6473F"/>
    <w:rsid w:val="00F76366"/>
    <w:rsid w:val="00F805C0"/>
    <w:rsid w:val="00FB4261"/>
    <w:rsid w:val="00FB43B1"/>
    <w:rsid w:val="00FC0608"/>
    <w:rsid w:val="00FC2155"/>
    <w:rsid w:val="00FC41A7"/>
    <w:rsid w:val="00FD675B"/>
    <w:rsid w:val="00FE380E"/>
    <w:rsid w:val="00FF3D19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qFormat="1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841098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84109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841098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841098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841098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84109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1098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841098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841098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841098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841098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841098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841098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841098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8410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098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8410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098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84109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41098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841098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</w:style>
  <w:style w:type="paragraph" w:styleId="Title">
    <w:name w:val="Title"/>
    <w:basedOn w:val="Normal"/>
    <w:link w:val="TitleChar"/>
    <w:qFormat/>
    <w:rsid w:val="00E93391"/>
    <w:pPr>
      <w:jc w:val="center"/>
    </w:pPr>
    <w:rPr>
      <w:sz w:val="36"/>
    </w:rPr>
  </w:style>
  <w:style w:type="character" w:customStyle="1" w:styleId="TitleChar">
    <w:name w:val="Title Char"/>
    <w:basedOn w:val="DefaultParagraphFont"/>
    <w:link w:val="Title"/>
    <w:rsid w:val="00E93391"/>
    <w:rPr>
      <w:rFonts w:ascii="Times New Roman" w:eastAsia="Times New Roman" w:hAnsi="Times New Roman" w:cs="Times New Roman"/>
      <w:sz w:val="36"/>
      <w:szCs w:val="20"/>
    </w:rPr>
  </w:style>
  <w:style w:type="paragraph" w:customStyle="1" w:styleId="Days">
    <w:name w:val="Days"/>
    <w:basedOn w:val="Normal"/>
    <w:rsid w:val="00E93391"/>
    <w:pPr>
      <w:tabs>
        <w:tab w:val="left" w:pos="1980"/>
      </w:tabs>
    </w:pPr>
    <w:rPr>
      <w:rFonts w:ascii="GillSans ExtraBold" w:hAnsi="GillSans ExtraBold"/>
      <w:u w:val="single"/>
    </w:rPr>
  </w:style>
  <w:style w:type="paragraph" w:customStyle="1" w:styleId="DayDetail">
    <w:name w:val="Day Detail"/>
    <w:basedOn w:val="Normal"/>
    <w:rsid w:val="00E93391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A26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" w:qFormat="1"/>
    <w:lsdException w:name="heading 2" w:uiPriority="2" w:unhideWhenUsed="1" w:qFormat="1"/>
    <w:lsdException w:name="heading 3" w:uiPriority="3" w:unhideWhenUsed="1" w:qFormat="1"/>
    <w:lsdException w:name="heading 4" w:semiHidden="0" w:uiPriority="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qFormat="1"/>
    <w:lsdException w:name="Default Paragraph Font" w:uiPriority="1" w:unhideWhenUsed="1"/>
    <w:lsdException w:name="Subtitle" w:uiPriority="11"/>
    <w:lsdException w:name="Strong" w:uiPriority="22"/>
    <w:lsdException w:name="Emphasis" w:semiHidden="0" w:uiPriority="7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9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/Card"/>
    <w:qFormat/>
    <w:rsid w:val="00841098"/>
    <w:pPr>
      <w:spacing w:after="0" w:line="240" w:lineRule="auto"/>
    </w:pPr>
    <w:rPr>
      <w:rFonts w:ascii="Times New Roman" w:hAnsi="Times New Roman" w:cs="Calibri"/>
    </w:rPr>
  </w:style>
  <w:style w:type="paragraph" w:styleId="Heading1">
    <w:name w:val="heading 1"/>
    <w:aliases w:val="Pocket"/>
    <w:basedOn w:val="Normal"/>
    <w:next w:val="Normal"/>
    <w:link w:val="Heading1Char"/>
    <w:uiPriority w:val="1"/>
    <w:qFormat/>
    <w:rsid w:val="00841098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2"/>
    <w:qFormat/>
    <w:rsid w:val="00841098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3"/>
    <w:qFormat/>
    <w:rsid w:val="00841098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"/>
    <w:basedOn w:val="Normal"/>
    <w:next w:val="Normal"/>
    <w:link w:val="Heading4Char"/>
    <w:uiPriority w:val="4"/>
    <w:qFormat/>
    <w:rsid w:val="00841098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84109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1098"/>
  </w:style>
  <w:style w:type="character" w:customStyle="1" w:styleId="Heading1Char">
    <w:name w:val="Heading 1 Char"/>
    <w:aliases w:val="Pocket Char"/>
    <w:basedOn w:val="DefaultParagraphFont"/>
    <w:link w:val="Heading1"/>
    <w:uiPriority w:val="1"/>
    <w:rsid w:val="00841098"/>
    <w:rPr>
      <w:rFonts w:ascii="Times New Roman" w:eastAsiaTheme="majorEastAsia" w:hAnsi="Times New Roman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2"/>
    <w:rsid w:val="00841098"/>
    <w:rPr>
      <w:rFonts w:ascii="Times New Roman" w:eastAsiaTheme="majorEastAsia" w:hAnsi="Times New Roman" w:cstheme="majorBidi"/>
      <w:b/>
      <w:bCs/>
      <w:sz w:val="44"/>
      <w:szCs w:val="26"/>
      <w:u w:val="double"/>
    </w:rPr>
  </w:style>
  <w:style w:type="character" w:styleId="Emphasis">
    <w:name w:val="Emphasis"/>
    <w:basedOn w:val="DefaultParagraphFont"/>
    <w:uiPriority w:val="7"/>
    <w:qFormat/>
    <w:rsid w:val="00841098"/>
    <w:rPr>
      <w:rFonts w:ascii="Times New Roman" w:hAnsi="Times New Roman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841098"/>
    <w:rPr>
      <w:b/>
      <w:bCs/>
    </w:rPr>
  </w:style>
  <w:style w:type="character" w:customStyle="1" w:styleId="Heading3Char">
    <w:name w:val="Heading 3 Char"/>
    <w:aliases w:val="Block Char"/>
    <w:basedOn w:val="DefaultParagraphFont"/>
    <w:link w:val="Heading3"/>
    <w:uiPriority w:val="3"/>
    <w:rsid w:val="00841098"/>
    <w:rPr>
      <w:rFonts w:ascii="Times New Roman" w:eastAsiaTheme="majorEastAsia" w:hAnsi="Times New Roman" w:cstheme="majorBidi"/>
      <w:b/>
      <w:bCs/>
      <w:sz w:val="32"/>
      <w:u w:val="single"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841098"/>
    <w:rPr>
      <w:b w:val="0"/>
      <w:bCs/>
      <w:sz w:val="22"/>
      <w:u w:val="single"/>
    </w:rPr>
  </w:style>
  <w:style w:type="character" w:customStyle="1" w:styleId="StyleStyleBold12pt">
    <w:name w:val="Style Style Bold + 12 pt"/>
    <w:aliases w:val="Cite"/>
    <w:basedOn w:val="StyleBold"/>
    <w:uiPriority w:val="5"/>
    <w:qFormat/>
    <w:rsid w:val="00841098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8410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1098"/>
    <w:rPr>
      <w:rFonts w:ascii="Times New Roman" w:hAnsi="Times New Roman" w:cs="Calibri"/>
    </w:rPr>
  </w:style>
  <w:style w:type="paragraph" w:styleId="Footer">
    <w:name w:val="footer"/>
    <w:basedOn w:val="Normal"/>
    <w:link w:val="FooterChar"/>
    <w:uiPriority w:val="99"/>
    <w:semiHidden/>
    <w:rsid w:val="008410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1098"/>
    <w:rPr>
      <w:rFonts w:ascii="Times New Roman" w:hAnsi="Times New Roman" w:cs="Calibri"/>
    </w:rPr>
  </w:style>
  <w:style w:type="character" w:styleId="Hyperlink">
    <w:name w:val="Hyperlink"/>
    <w:basedOn w:val="DefaultParagraphFont"/>
    <w:uiPriority w:val="99"/>
    <w:semiHidden/>
    <w:rsid w:val="00841098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841098"/>
    <w:rPr>
      <w:color w:val="auto"/>
      <w:u w:val="none"/>
    </w:rPr>
  </w:style>
  <w:style w:type="character" w:customStyle="1" w:styleId="Heading4Char">
    <w:name w:val="Heading 4 Char"/>
    <w:aliases w:val="Tag Char"/>
    <w:basedOn w:val="DefaultParagraphFont"/>
    <w:link w:val="Heading4"/>
    <w:uiPriority w:val="4"/>
    <w:rsid w:val="00841098"/>
    <w:rPr>
      <w:rFonts w:ascii="Times New Roman" w:eastAsiaTheme="majorEastAsia" w:hAnsi="Times New Roman" w:cstheme="majorBidi"/>
      <w:b/>
      <w:bCs/>
      <w:iCs/>
      <w:sz w:val="26"/>
    </w:rPr>
  </w:style>
  <w:style w:type="paragraph" w:styleId="ListParagraph">
    <w:name w:val="List Paragraph"/>
    <w:basedOn w:val="Normal"/>
    <w:uiPriority w:val="34"/>
    <w:semiHidden/>
    <w:rsid w:val="009C4255"/>
    <w:pPr>
      <w:ind w:left="720"/>
      <w:contextualSpacing/>
    </w:pPr>
  </w:style>
  <w:style w:type="paragraph" w:styleId="Title">
    <w:name w:val="Title"/>
    <w:basedOn w:val="Normal"/>
    <w:link w:val="TitleChar"/>
    <w:qFormat/>
    <w:rsid w:val="00E93391"/>
    <w:pPr>
      <w:jc w:val="center"/>
    </w:pPr>
    <w:rPr>
      <w:sz w:val="36"/>
    </w:rPr>
  </w:style>
  <w:style w:type="character" w:customStyle="1" w:styleId="TitleChar">
    <w:name w:val="Title Char"/>
    <w:basedOn w:val="DefaultParagraphFont"/>
    <w:link w:val="Title"/>
    <w:rsid w:val="00E93391"/>
    <w:rPr>
      <w:rFonts w:ascii="Times New Roman" w:eastAsia="Times New Roman" w:hAnsi="Times New Roman" w:cs="Times New Roman"/>
      <w:sz w:val="36"/>
      <w:szCs w:val="20"/>
    </w:rPr>
  </w:style>
  <w:style w:type="paragraph" w:customStyle="1" w:styleId="Days">
    <w:name w:val="Days"/>
    <w:basedOn w:val="Normal"/>
    <w:rsid w:val="00E93391"/>
    <w:pPr>
      <w:tabs>
        <w:tab w:val="left" w:pos="1980"/>
      </w:tabs>
    </w:pPr>
    <w:rPr>
      <w:rFonts w:ascii="GillSans ExtraBold" w:hAnsi="GillSans ExtraBold"/>
      <w:u w:val="single"/>
    </w:rPr>
  </w:style>
  <w:style w:type="paragraph" w:customStyle="1" w:styleId="DayDetail">
    <w:name w:val="Day Detail"/>
    <w:basedOn w:val="Normal"/>
    <w:rsid w:val="00E93391"/>
    <w:pPr>
      <w:tabs>
        <w:tab w:val="left" w:pos="1980"/>
        <w:tab w:val="left" w:pos="5310"/>
        <w:tab w:val="left" w:pos="7920"/>
      </w:tabs>
    </w:pPr>
    <w:rPr>
      <w:sz w:val="21"/>
    </w:rPr>
  </w:style>
  <w:style w:type="paragraph" w:styleId="BalloonText">
    <w:name w:val="Balloon Text"/>
    <w:basedOn w:val="Normal"/>
    <w:link w:val="BalloonTextChar"/>
    <w:uiPriority w:val="99"/>
    <w:semiHidden/>
    <w:rsid w:val="00A26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ndon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4F1714B9044082B1C8579E42F29C" ma:contentTypeVersion="0" ma:contentTypeDescription="Create a new document." ma:contentTypeScope="" ma:versionID="eaf29e95780a56f523231d2e47f182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DBDBA3-CFC8-4A55-9C1F-BA79DA5B9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FC0B54-6721-4707-BCD0-F7AAE2AB5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12E9D-DA85-4AD4-BC94-8E978FB43F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202</TotalTime>
  <Pages>6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College</Company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Herndon</dc:creator>
  <cp:lastModifiedBy>Herndon</cp:lastModifiedBy>
  <cp:revision>8</cp:revision>
  <cp:lastPrinted>2012-06-06T15:32:00Z</cp:lastPrinted>
  <dcterms:created xsi:type="dcterms:W3CDTF">2012-05-30T18:57:00Z</dcterms:created>
  <dcterms:modified xsi:type="dcterms:W3CDTF">2013-05-30T18:49:00Z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0x010100F0874F1714B9044082B1C8579E42F29C</vt:lpwstr>
  </property>
</Properties>
</file>