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11" w:rsidRDefault="00914F11" w:rsidP="00914F11">
      <w:pPr>
        <w:pStyle w:val="Heading3"/>
      </w:pPr>
      <w:r>
        <w:t>Times/Arguments</w:t>
      </w:r>
    </w:p>
    <w:p w:rsidR="00914F11" w:rsidRDefault="00914F11" w:rsidP="00914F11"/>
    <w:p w:rsidR="00914F11" w:rsidRDefault="00914F11" w:rsidP="00914F11">
      <w:r>
        <w:t>1AC - 6 min, Relations, Human Rights</w:t>
      </w:r>
    </w:p>
    <w:p w:rsidR="00914F11" w:rsidRDefault="00914F11" w:rsidP="00914F11">
      <w:r>
        <w:t>Cross-ex - 2 min.</w:t>
      </w:r>
    </w:p>
    <w:p w:rsidR="00914F11" w:rsidRDefault="00914F11" w:rsidP="00914F11">
      <w:r>
        <w:t xml:space="preserve">1NC - 6 min, Democracy </w:t>
      </w:r>
      <w:proofErr w:type="spellStart"/>
      <w:r>
        <w:t>Disad</w:t>
      </w:r>
      <w:proofErr w:type="spellEnd"/>
      <w:r>
        <w:t>, Case Answers</w:t>
      </w:r>
    </w:p>
    <w:p w:rsidR="00914F11" w:rsidRDefault="00914F11" w:rsidP="00914F11">
      <w:r>
        <w:t>Cross-ex - 2 min</w:t>
      </w:r>
    </w:p>
    <w:p w:rsidR="00914F11" w:rsidRDefault="00914F11" w:rsidP="00914F11">
      <w:r>
        <w:t>2AC - 6 min</w:t>
      </w:r>
    </w:p>
    <w:p w:rsidR="00914F11" w:rsidRDefault="00914F11" w:rsidP="00914F11">
      <w:r>
        <w:t>Cross-ex - 2 min</w:t>
      </w:r>
    </w:p>
    <w:p w:rsidR="00914F11" w:rsidRDefault="00914F11" w:rsidP="00914F11">
      <w:r>
        <w:t>2NC - 6 min</w:t>
      </w:r>
    </w:p>
    <w:p w:rsidR="00914F11" w:rsidRDefault="00914F11" w:rsidP="00914F11">
      <w:r>
        <w:t>Cross-ex - 2 min</w:t>
      </w:r>
    </w:p>
    <w:p w:rsidR="00914F11" w:rsidRDefault="00914F11" w:rsidP="00914F11">
      <w:r>
        <w:t>1NR - 3 min</w:t>
      </w:r>
    </w:p>
    <w:p w:rsidR="00914F11" w:rsidRDefault="00914F11" w:rsidP="00914F11">
      <w:r>
        <w:t>1AR - 3 min</w:t>
      </w:r>
    </w:p>
    <w:p w:rsidR="00914F11" w:rsidRDefault="00914F11" w:rsidP="00914F11">
      <w:r>
        <w:t>2NR - 3 min</w:t>
      </w:r>
    </w:p>
    <w:p w:rsidR="000022F2" w:rsidRDefault="00914F11" w:rsidP="00914F11">
      <w:r>
        <w:t>2AR - 3 min</w:t>
      </w:r>
    </w:p>
    <w:p w:rsidR="00914F11" w:rsidRDefault="00914F11" w:rsidP="00914F11"/>
    <w:p w:rsidR="00914F11" w:rsidRDefault="00914F11" w:rsidP="00914F11">
      <w:pPr>
        <w:pStyle w:val="Heading3"/>
      </w:pPr>
      <w:r>
        <w:lastRenderedPageBreak/>
        <w:t>Pairings</w:t>
      </w:r>
    </w:p>
    <w:p w:rsidR="00914F11" w:rsidRDefault="00914F11" w:rsidP="00914F11"/>
    <w:p w:rsidR="00914F11" w:rsidRDefault="00656E18" w:rsidP="00914F11">
      <w:r w:rsidRPr="00656E18">
        <w:drawing>
          <wp:inline distT="0" distB="0" distL="0" distR="0" wp14:anchorId="36589FC9" wp14:editId="00F6B1AC">
            <wp:extent cx="5943600" cy="3098677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8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11" w:rsidRPr="00914F11" w:rsidRDefault="00914F11" w:rsidP="00914F11">
      <w:bookmarkStart w:id="0" w:name="_GoBack"/>
      <w:bookmarkEnd w:id="0"/>
    </w:p>
    <w:sectPr w:rsidR="00914F11" w:rsidRPr="00914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04" w:rsidRDefault="00791F04" w:rsidP="005F5576">
      <w:r>
        <w:separator/>
      </w:r>
    </w:p>
  </w:endnote>
  <w:endnote w:type="continuationSeparator" w:id="0">
    <w:p w:rsidR="00791F04" w:rsidRDefault="00791F04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04" w:rsidRDefault="00791F04" w:rsidP="005F5576">
      <w:r>
        <w:separator/>
      </w:r>
    </w:p>
  </w:footnote>
  <w:footnote w:type="continuationSeparator" w:id="0">
    <w:p w:rsidR="00791F04" w:rsidRDefault="00791F04" w:rsidP="005F5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11"/>
    <w:rsid w:val="000022F2"/>
    <w:rsid w:val="00021F29"/>
    <w:rsid w:val="00027EED"/>
    <w:rsid w:val="00033028"/>
    <w:rsid w:val="000360A7"/>
    <w:rsid w:val="00052A1D"/>
    <w:rsid w:val="00055E12"/>
    <w:rsid w:val="00064A59"/>
    <w:rsid w:val="00067D80"/>
    <w:rsid w:val="0007162E"/>
    <w:rsid w:val="00090287"/>
    <w:rsid w:val="00090BA2"/>
    <w:rsid w:val="00097D7E"/>
    <w:rsid w:val="000A1D39"/>
    <w:rsid w:val="000A4FA5"/>
    <w:rsid w:val="000C767D"/>
    <w:rsid w:val="000D0B76"/>
    <w:rsid w:val="000D2AE5"/>
    <w:rsid w:val="000D3A26"/>
    <w:rsid w:val="000D3D8D"/>
    <w:rsid w:val="000E41A3"/>
    <w:rsid w:val="000F37E7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5018"/>
    <w:rsid w:val="00177A1E"/>
    <w:rsid w:val="00182D51"/>
    <w:rsid w:val="0019587B"/>
    <w:rsid w:val="001A4F0E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87AB7"/>
    <w:rsid w:val="002A213E"/>
    <w:rsid w:val="002A612B"/>
    <w:rsid w:val="002C5772"/>
    <w:rsid w:val="002D2946"/>
    <w:rsid w:val="002D6BD6"/>
    <w:rsid w:val="002E4DD9"/>
    <w:rsid w:val="002F0314"/>
    <w:rsid w:val="0031182D"/>
    <w:rsid w:val="00314B9D"/>
    <w:rsid w:val="00315CA2"/>
    <w:rsid w:val="00326EEB"/>
    <w:rsid w:val="0033078A"/>
    <w:rsid w:val="00341D6C"/>
    <w:rsid w:val="00347123"/>
    <w:rsid w:val="0034756E"/>
    <w:rsid w:val="00347E74"/>
    <w:rsid w:val="00354B5B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A6083"/>
    <w:rsid w:val="004A6E81"/>
    <w:rsid w:val="004A7806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1680A"/>
    <w:rsid w:val="00623B70"/>
    <w:rsid w:val="0063578B"/>
    <w:rsid w:val="00636B3D"/>
    <w:rsid w:val="00641025"/>
    <w:rsid w:val="00656E18"/>
    <w:rsid w:val="006672D8"/>
    <w:rsid w:val="00670D96"/>
    <w:rsid w:val="00672877"/>
    <w:rsid w:val="00683154"/>
    <w:rsid w:val="00690115"/>
    <w:rsid w:val="00690898"/>
    <w:rsid w:val="00693039"/>
    <w:rsid w:val="006C64D4"/>
    <w:rsid w:val="006E53F0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91F04"/>
    <w:rsid w:val="007A3D06"/>
    <w:rsid w:val="007D65A7"/>
    <w:rsid w:val="008133F9"/>
    <w:rsid w:val="00823AAC"/>
    <w:rsid w:val="00854C66"/>
    <w:rsid w:val="008553E1"/>
    <w:rsid w:val="0087643B"/>
    <w:rsid w:val="00877669"/>
    <w:rsid w:val="00897F92"/>
    <w:rsid w:val="008A64C9"/>
    <w:rsid w:val="008B24B7"/>
    <w:rsid w:val="008C68EE"/>
    <w:rsid w:val="008C7F44"/>
    <w:rsid w:val="008D4273"/>
    <w:rsid w:val="008D4EF3"/>
    <w:rsid w:val="008E0E4F"/>
    <w:rsid w:val="008F322F"/>
    <w:rsid w:val="00907DFE"/>
    <w:rsid w:val="00914596"/>
    <w:rsid w:val="009146BF"/>
    <w:rsid w:val="00914F11"/>
    <w:rsid w:val="00930D1F"/>
    <w:rsid w:val="00935127"/>
    <w:rsid w:val="0094025E"/>
    <w:rsid w:val="0094256C"/>
    <w:rsid w:val="009706C1"/>
    <w:rsid w:val="00984B38"/>
    <w:rsid w:val="009A0636"/>
    <w:rsid w:val="009A6FF5"/>
    <w:rsid w:val="009B2B47"/>
    <w:rsid w:val="009C4298"/>
    <w:rsid w:val="009D318C"/>
    <w:rsid w:val="00A10B8B"/>
    <w:rsid w:val="00A26733"/>
    <w:rsid w:val="00A3595E"/>
    <w:rsid w:val="00A46C7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3145D"/>
    <w:rsid w:val="00B357BA"/>
    <w:rsid w:val="00B564DB"/>
    <w:rsid w:val="00B768B6"/>
    <w:rsid w:val="00B816A3"/>
    <w:rsid w:val="00B908D1"/>
    <w:rsid w:val="00BE2408"/>
    <w:rsid w:val="00BE3EC6"/>
    <w:rsid w:val="00BE5BEB"/>
    <w:rsid w:val="00BE6528"/>
    <w:rsid w:val="00C105C1"/>
    <w:rsid w:val="00C27212"/>
    <w:rsid w:val="00C34185"/>
    <w:rsid w:val="00C42DD6"/>
    <w:rsid w:val="00C66858"/>
    <w:rsid w:val="00C7411E"/>
    <w:rsid w:val="00C84988"/>
    <w:rsid w:val="00CA4AF6"/>
    <w:rsid w:val="00CA59CA"/>
    <w:rsid w:val="00CB2356"/>
    <w:rsid w:val="00CB4075"/>
    <w:rsid w:val="00CB4E6D"/>
    <w:rsid w:val="00CC23DE"/>
    <w:rsid w:val="00CD3E3A"/>
    <w:rsid w:val="00CE55A6"/>
    <w:rsid w:val="00CF6C18"/>
    <w:rsid w:val="00CF7EA8"/>
    <w:rsid w:val="00D004DA"/>
    <w:rsid w:val="00D01673"/>
    <w:rsid w:val="00D07BA4"/>
    <w:rsid w:val="00D109BA"/>
    <w:rsid w:val="00D215F6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B0F7E"/>
    <w:rsid w:val="00DB5489"/>
    <w:rsid w:val="00DB6C98"/>
    <w:rsid w:val="00DC701C"/>
    <w:rsid w:val="00E00376"/>
    <w:rsid w:val="00E01016"/>
    <w:rsid w:val="00E125A0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90AA6"/>
    <w:rsid w:val="00E977B8"/>
    <w:rsid w:val="00E97AD1"/>
    <w:rsid w:val="00EA109B"/>
    <w:rsid w:val="00EA2926"/>
    <w:rsid w:val="00EC1A81"/>
    <w:rsid w:val="00EC7E5C"/>
    <w:rsid w:val="00ED78F1"/>
    <w:rsid w:val="00EF0F62"/>
    <w:rsid w:val="00F007E1"/>
    <w:rsid w:val="00F057C6"/>
    <w:rsid w:val="00F5019D"/>
    <w:rsid w:val="00F634D6"/>
    <w:rsid w:val="00F64385"/>
    <w:rsid w:val="00F6473F"/>
    <w:rsid w:val="00F76366"/>
    <w:rsid w:val="00F805C0"/>
    <w:rsid w:val="00FB4261"/>
    <w:rsid w:val="00FB43B1"/>
    <w:rsid w:val="00FC0608"/>
    <w:rsid w:val="00FC2155"/>
    <w:rsid w:val="00FC41A7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A4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656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656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MJ\Documents\WMJ\Debate\General%20Resourc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32</TotalTime>
  <Pages>2</Pages>
  <Words>38</Words>
  <Characters>214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Mosley-Jensen</dc:creator>
  <cp:lastModifiedBy>William Mosley-Jensen</cp:lastModifiedBy>
  <cp:revision>2</cp:revision>
  <dcterms:created xsi:type="dcterms:W3CDTF">2013-06-27T17:09:00Z</dcterms:created>
  <dcterms:modified xsi:type="dcterms:W3CDTF">2013-06-27T17:41:00Z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