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3A5711" w:rsidP="003A5711">
      <w:pPr>
        <w:pStyle w:val="Heading1"/>
      </w:pPr>
      <w:r>
        <w:t>Cuba</w:t>
      </w:r>
    </w:p>
    <w:p w:rsidR="003A5711" w:rsidRDefault="003A5711" w:rsidP="003A5711"/>
    <w:p w:rsidR="003A5711" w:rsidRDefault="003A5711" w:rsidP="003A5711">
      <w:pPr>
        <w:pStyle w:val="Heading2"/>
      </w:pPr>
      <w:r>
        <w:lastRenderedPageBreak/>
        <w:t xml:space="preserve">Advantage </w:t>
      </w:r>
      <w:proofErr w:type="spellStart"/>
      <w:r>
        <w:t>Ans</w:t>
      </w:r>
      <w:proofErr w:type="spellEnd"/>
    </w:p>
    <w:p w:rsidR="003A5711" w:rsidRDefault="003A5711" w:rsidP="003A5711"/>
    <w:p w:rsidR="003A5711" w:rsidRDefault="003A5711" w:rsidP="003A5711">
      <w:pPr>
        <w:pStyle w:val="Heading3"/>
      </w:pPr>
      <w:r>
        <w:lastRenderedPageBreak/>
        <w:t>Human Rights 1NC</w:t>
      </w:r>
    </w:p>
    <w:p w:rsidR="003A5711" w:rsidRPr="00AA6E2E" w:rsidRDefault="003A5711" w:rsidP="003A5711">
      <w:pPr>
        <w:pStyle w:val="Heading4"/>
      </w:pPr>
      <w:r>
        <w:t>1.</w:t>
      </w:r>
      <w:r>
        <w:tab/>
        <w:t>Too much too fast causes instability—going too fast risks civil war</w:t>
      </w:r>
    </w:p>
    <w:p w:rsidR="003A5711" w:rsidRDefault="003A5711" w:rsidP="003A5711">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3A5711" w:rsidRPr="008B1B5D" w:rsidRDefault="003A5711" w:rsidP="003A5711"/>
    <w:p w:rsidR="003A5711" w:rsidRPr="000A7B5B" w:rsidRDefault="003A5711" w:rsidP="003A5711">
      <w:pPr>
        <w:rPr>
          <w:rStyle w:val="StyleBoldUnderline"/>
        </w:rPr>
      </w:pPr>
      <w:r w:rsidRPr="000A7B5B">
        <w:rPr>
          <w:rStyle w:val="StyleBoldUnderline"/>
        </w:rPr>
        <w:t>Policymakers</w:t>
      </w:r>
      <w:r w:rsidRPr="000A7B5B">
        <w:rPr>
          <w:sz w:val="16"/>
        </w:rPr>
        <w:t xml:space="preserve"> in Washington </w:t>
      </w:r>
      <w:r w:rsidRPr="000A7B5B">
        <w:rPr>
          <w:rStyle w:val="StyleBoldUnderline"/>
        </w:rPr>
        <w:t xml:space="preserve">must realize that </w:t>
      </w:r>
      <w:r w:rsidRPr="003A5711">
        <w:rPr>
          <w:rStyle w:val="StyleBoldUnderline"/>
          <w:highlight w:val="yellow"/>
        </w:rPr>
        <w:t>Cubans will not wake up</w:t>
      </w:r>
      <w:r w:rsidRPr="003A5711">
        <w:rPr>
          <w:sz w:val="16"/>
          <w:highlight w:val="yellow"/>
        </w:rPr>
        <w:t xml:space="preserve"> </w:t>
      </w:r>
      <w:r w:rsidRPr="003A5711">
        <w:rPr>
          <w:rStyle w:val="StyleBoldUnderline"/>
          <w:highlight w:val="yellow"/>
        </w:rPr>
        <w:t>the day after Fidel</w:t>
      </w:r>
      <w:r w:rsidRPr="000A7B5B">
        <w:rPr>
          <w:sz w:val="16"/>
        </w:rPr>
        <w:t xml:space="preserve"> Castro </w:t>
      </w:r>
      <w:r w:rsidRPr="003A5711">
        <w:rPr>
          <w:rStyle w:val="StyleBoldUnderline"/>
          <w:highlight w:val="yellow"/>
        </w:rPr>
        <w:t>dies and experience</w:t>
      </w:r>
      <w:r w:rsidRPr="000A7B5B">
        <w:rPr>
          <w:rStyle w:val="StyleBoldUnderline"/>
        </w:rPr>
        <w:t xml:space="preserve"> broad-based </w:t>
      </w:r>
      <w:r w:rsidRPr="003A5711">
        <w:rPr>
          <w:rStyle w:val="StyleBoldUnderline"/>
          <w:highlight w:val="yellow"/>
        </w:rPr>
        <w:t>attitudinal changes</w:t>
      </w:r>
      <w:r w:rsidRPr="000A7B5B">
        <w:rPr>
          <w:sz w:val="16"/>
        </w:rPr>
        <w:t xml:space="preserve">. Therefore, </w:t>
      </w:r>
      <w:r w:rsidRPr="000A7B5B">
        <w:rPr>
          <w:rStyle w:val="StyleBoldUnderline"/>
        </w:rPr>
        <w:t xml:space="preserve">while economic reform is sure to preface political reform, </w:t>
      </w:r>
      <w:r w:rsidRPr="003A5711">
        <w:rPr>
          <w:rStyle w:val="StyleBoldUnderline"/>
          <w:highlight w:val="yellow"/>
        </w:rPr>
        <w:t>the</w:t>
      </w:r>
      <w:r w:rsidRPr="000A7B5B">
        <w:rPr>
          <w:rStyle w:val="StyleBoldUnderline"/>
        </w:rPr>
        <w:t xml:space="preserve"> Cuban </w:t>
      </w:r>
      <w:r w:rsidRPr="003A5711">
        <w:rPr>
          <w:rStyle w:val="StyleBoldUnderline"/>
          <w:highlight w:val="yellow"/>
        </w:rPr>
        <w:t>government will have to move slowly</w:t>
      </w:r>
      <w:r w:rsidRPr="000A7B5B">
        <w:rPr>
          <w:sz w:val="16"/>
        </w:rPr>
        <w:t xml:space="preserve"> on the former so as not to alienate the population, which would truncate the latter. At first, a successor regime may think that choosing between </w:t>
      </w:r>
      <w:proofErr w:type="spellStart"/>
      <w:r w:rsidRPr="000A7B5B">
        <w:rPr>
          <w:sz w:val="16"/>
        </w:rPr>
        <w:t>Castroism</w:t>
      </w:r>
      <w:proofErr w:type="spellEnd"/>
      <w:r w:rsidRPr="000A7B5B">
        <w:rPr>
          <w:sz w:val="16"/>
        </w:rPr>
        <w:t xml:space="preserve"> and economic liberalization is a Faustian choice: economic doldrums with continuity versus economic revitalization with instability. Indeed, continuing </w:t>
      </w:r>
      <w:proofErr w:type="spellStart"/>
      <w:r w:rsidRPr="000A7B5B">
        <w:rPr>
          <w:sz w:val="16"/>
        </w:rPr>
        <w:t>Castroism</w:t>
      </w:r>
      <w:proofErr w:type="spellEnd"/>
      <w:r w:rsidRPr="000A7B5B">
        <w:rPr>
          <w:sz w:val="16"/>
        </w:rPr>
        <w:t xml:space="preserve"> embraces the history and normative values attached to the Revolution, but would forestall any economic recovery. On the other hand, </w:t>
      </w:r>
      <w:r w:rsidRPr="003A5711">
        <w:rPr>
          <w:rStyle w:val="StyleBoldUnderline"/>
          <w:highlight w:val="yellow"/>
        </w:rPr>
        <w:t>liberalizing the economy</w:t>
      </w:r>
      <w:r w:rsidRPr="000A7B5B">
        <w:rPr>
          <w:rStyle w:val="StyleBoldUnderline"/>
        </w:rPr>
        <w:t xml:space="preserve"> by adopting market reforms would promote economic growth, but </w:t>
      </w:r>
      <w:r w:rsidRPr="003A5711">
        <w:rPr>
          <w:rStyle w:val="StyleBoldUnderline"/>
          <w:highlight w:val="yellow"/>
        </w:rPr>
        <w:t>could</w:t>
      </w:r>
      <w:r w:rsidRPr="000A7B5B">
        <w:rPr>
          <w:rStyle w:val="StyleBoldUnderline"/>
        </w:rPr>
        <w:t xml:space="preserve"> also </w:t>
      </w:r>
      <w:r w:rsidRPr="003A5711">
        <w:rPr>
          <w:rStyle w:val="Emphasis"/>
          <w:highlight w:val="yellow"/>
        </w:rPr>
        <w:t>alienate large segments</w:t>
      </w:r>
      <w:r w:rsidRPr="003A5711">
        <w:rPr>
          <w:rStyle w:val="StyleBoldUnderline"/>
          <w:highlight w:val="yellow"/>
        </w:rPr>
        <w:t xml:space="preserve"> of the population</w:t>
      </w:r>
      <w:r w:rsidRPr="000A7B5B">
        <w:rPr>
          <w:rStyle w:val="StyleBoldUnderline"/>
        </w:rPr>
        <w:t xml:space="preserve"> still enamored by Castro's revolutionary zeal.</w:t>
      </w:r>
      <w:r w:rsidRPr="000A7B5B">
        <w:rPr>
          <w:sz w:val="16"/>
        </w:rPr>
        <w:t xml:space="preserve"> For example, one possible market reform would be to lay off the excess workforce that has cluttered the state-controlled enterprises and rendered them inefficient and virtually useless. Embracing deep cuts in the public employment might be efficient, but it certainly will not be popular. For decades Cubans have enjoyed job security, universal education, and universal healthcare. If </w:t>
      </w:r>
      <w:r w:rsidRPr="000A7B5B">
        <w:rPr>
          <w:rStyle w:val="StyleBoldUnderline"/>
        </w:rPr>
        <w:t xml:space="preserve">market reforms are interpreted as a wholesale rejection of the normative and ideological underpinnings that have dominated Cuban discourse for the last fifty years, they will no doubt alienate </w:t>
      </w:r>
      <w:r w:rsidRPr="003A5711">
        <w:rPr>
          <w:rStyle w:val="StyleBoldUnderline"/>
          <w:highlight w:val="yellow"/>
        </w:rPr>
        <w:t>influential ideologues</w:t>
      </w:r>
      <w:r w:rsidRPr="000A7B5B">
        <w:rPr>
          <w:sz w:val="16"/>
        </w:rPr>
        <w:t xml:space="preserve"> in the Communist Party, </w:t>
      </w:r>
      <w:r w:rsidRPr="003A5711">
        <w:rPr>
          <w:rStyle w:val="StyleBoldUnderline"/>
          <w:highlight w:val="yellow"/>
        </w:rPr>
        <w:t>the military,</w:t>
      </w:r>
      <w:r w:rsidRPr="000A7B5B">
        <w:rPr>
          <w:rStyle w:val="StyleBoldUnderline"/>
        </w:rPr>
        <w:t xml:space="preserve"> </w:t>
      </w:r>
      <w:r w:rsidRPr="003A5711">
        <w:rPr>
          <w:rStyle w:val="StyleBoldUnderline"/>
          <w:highlight w:val="yellow"/>
        </w:rPr>
        <w:t>the Ministry</w:t>
      </w:r>
      <w:r w:rsidRPr="000A7B5B">
        <w:rPr>
          <w:rStyle w:val="StyleBoldUnderline"/>
        </w:rPr>
        <w:t xml:space="preserve"> of the Interior, and many others in the general population.</w:t>
      </w:r>
    </w:p>
    <w:p w:rsidR="003A5711" w:rsidRPr="000A7B5B" w:rsidRDefault="003A5711" w:rsidP="003A5711">
      <w:pPr>
        <w:rPr>
          <w:rStyle w:val="StyleBoldUnderline"/>
        </w:rPr>
      </w:pPr>
      <w:r w:rsidRPr="000A7B5B">
        <w:rPr>
          <w:sz w:val="16"/>
        </w:rPr>
        <w:t xml:space="preserve">When a state takes control of the economy, it also takes responsibility for it when it performs poorly. A strong state could surely implement these reforms and survive the ensuing backlash; but to do so would require deft political maneuvering, and a careful patience to not try to change everything all at once. </w:t>
      </w:r>
      <w:r w:rsidRPr="003A5711">
        <w:rPr>
          <w:rStyle w:val="StyleBoldUnderline"/>
          <w:highlight w:val="yellow"/>
        </w:rPr>
        <w:t>A poorly managed</w:t>
      </w:r>
      <w:r w:rsidRPr="000A7B5B">
        <w:rPr>
          <w:rStyle w:val="StyleBoldUnderline"/>
        </w:rPr>
        <w:t xml:space="preserve"> state-led </w:t>
      </w:r>
      <w:r w:rsidRPr="003A5711">
        <w:rPr>
          <w:rStyle w:val="StyleBoldUnderline"/>
          <w:highlight w:val="yellow"/>
        </w:rPr>
        <w:t xml:space="preserve">economic opening can </w:t>
      </w:r>
      <w:r w:rsidRPr="003A5711">
        <w:rPr>
          <w:rStyle w:val="Emphasis"/>
          <w:highlight w:val="yellow"/>
        </w:rPr>
        <w:t>quickly become unmanageable</w:t>
      </w:r>
      <w:r w:rsidRPr="003A5711">
        <w:rPr>
          <w:rStyle w:val="StyleBoldUnderline"/>
          <w:highlight w:val="yellow"/>
        </w:rPr>
        <w:t>, and create instability</w:t>
      </w:r>
      <w:r w:rsidRPr="003A5711">
        <w:rPr>
          <w:sz w:val="16"/>
          <w:highlight w:val="yellow"/>
        </w:rPr>
        <w:t>.</w:t>
      </w:r>
      <w:r w:rsidRPr="000A7B5B">
        <w:rPr>
          <w:sz w:val="16"/>
        </w:rPr>
        <w:t xml:space="preserve"> </w:t>
      </w:r>
      <w:r w:rsidRPr="000A7B5B">
        <w:rPr>
          <w:rStyle w:val="StyleBoldUnderline"/>
        </w:rPr>
        <w:t>Given these concerns, a slow and methodical economic transition, rather than an overnight toppling</w:t>
      </w:r>
      <w:r w:rsidRPr="000A7B5B">
        <w:rPr>
          <w:sz w:val="16"/>
        </w:rPr>
        <w:t xml:space="preserve"> of </w:t>
      </w:r>
      <w:proofErr w:type="gramStart"/>
      <w:r w:rsidRPr="000A7B5B">
        <w:rPr>
          <w:sz w:val="16"/>
        </w:rPr>
        <w:t>the  [</w:t>
      </w:r>
      <w:proofErr w:type="gramEnd"/>
      <w:r w:rsidRPr="000A7B5B">
        <w:rPr>
          <w:sz w:val="16"/>
        </w:rPr>
        <w:t xml:space="preserve">*210]  state-sector, </w:t>
      </w:r>
      <w:r w:rsidRPr="000A7B5B">
        <w:rPr>
          <w:rStyle w:val="StyleBoldUnderline"/>
        </w:rPr>
        <w:t>would be a far more pragmatic approach for the Cuban government.</w:t>
      </w:r>
    </w:p>
    <w:p w:rsidR="003A5711" w:rsidRPr="000A7B5B" w:rsidRDefault="003A5711" w:rsidP="003A5711">
      <w:pPr>
        <w:rPr>
          <w:sz w:val="16"/>
        </w:rPr>
      </w:pPr>
      <w:r w:rsidRPr="000A7B5B">
        <w:rPr>
          <w:sz w:val="16"/>
        </w:rPr>
        <w:t>China and Vietnam have both introduced market reforms that dwarf any that the Cuban regime has introduced so far. Given that China has been on the path of liberalization for over thirty years yet the state still controls wide swaths of the economy, one might expect Cuba's economic transformation to also move lethargically</w:t>
      </w:r>
      <w:r>
        <w:rPr>
          <w:sz w:val="16"/>
        </w:rPr>
        <w:t>—</w:t>
      </w:r>
      <w:r w:rsidRPr="000A7B5B">
        <w:rPr>
          <w:sz w:val="16"/>
        </w:rPr>
        <w:t xml:space="preserve">especially at first. The stronger the parallel with Asia becomes, the more methodical Cuba's opening will be. Expectations that assume a quick economic turnaround should be correspondingly adjusted. </w:t>
      </w:r>
      <w:r w:rsidRPr="000A7B5B">
        <w:rPr>
          <w:rStyle w:val="StyleBoldUnderline"/>
        </w:rPr>
        <w:t xml:space="preserve">Thus, </w:t>
      </w:r>
      <w:r w:rsidRPr="003A5711">
        <w:rPr>
          <w:rStyle w:val="StyleBoldUnderline"/>
          <w:highlight w:val="yellow"/>
        </w:rPr>
        <w:t>the United States should recognize that th</w:t>
      </w:r>
      <w:r w:rsidRPr="000A7B5B">
        <w:rPr>
          <w:rStyle w:val="StyleBoldUnderline"/>
        </w:rPr>
        <w:t xml:space="preserve">e Cuban </w:t>
      </w:r>
      <w:r w:rsidRPr="003A5711">
        <w:rPr>
          <w:rStyle w:val="StyleBoldUnderline"/>
          <w:highlight w:val="yellow"/>
        </w:rPr>
        <w:t xml:space="preserve">government has little choice but to move at a relatively </w:t>
      </w:r>
      <w:r w:rsidRPr="003A5711">
        <w:rPr>
          <w:rStyle w:val="Emphasis"/>
          <w:highlight w:val="yellow"/>
        </w:rPr>
        <w:t>glacial speed</w:t>
      </w:r>
      <w:r w:rsidRPr="000A7B5B">
        <w:rPr>
          <w:rStyle w:val="StyleBoldUnderline"/>
        </w:rPr>
        <w:t>, and instead work assiduously to make the economic transition as smooth as possible</w:t>
      </w:r>
      <w:r w:rsidRPr="000A7B5B">
        <w:rPr>
          <w:sz w:val="16"/>
        </w:rPr>
        <w:t>. To that end, it is absolutely crucial that our policies not be used as a way to settle political grudges. For example, if America moves to regain the properties taken by the Cuban government fifty years ago as a way to "encourage" market reforms, the entire effort will be short-circuited before it takes off the ground.</w:t>
      </w:r>
    </w:p>
    <w:p w:rsidR="003A5711" w:rsidRPr="000A7B5B" w:rsidRDefault="003A5711" w:rsidP="003A5711">
      <w:pPr>
        <w:rPr>
          <w:sz w:val="16"/>
        </w:rPr>
      </w:pPr>
      <w:r w:rsidRPr="000A7B5B">
        <w:rPr>
          <w:sz w:val="16"/>
        </w:rPr>
        <w:t xml:space="preserve">Some will argue that focusing on market liberalization, while putting political reforms to the side, endangers Cuba's long-term prospects for liberty and freedom. This is a valid concern. Nevertheless, in normative terms, market reforms will vastly improve the lives of the Cuban people. The improved living conditions will give fringe groups with few resources the ability to focus their own efforts on political reform from within. </w:t>
      </w:r>
      <w:r w:rsidRPr="003A5711">
        <w:rPr>
          <w:rStyle w:val="StyleBoldUnderline"/>
          <w:highlight w:val="yellow"/>
        </w:rPr>
        <w:t>Improved economic conditions,</w:t>
      </w:r>
      <w:r w:rsidRPr="000A7B5B">
        <w:rPr>
          <w:rStyle w:val="StyleBoldUnderline"/>
        </w:rPr>
        <w:t xml:space="preserve"> if used as a prerequisite to political reform, </w:t>
      </w:r>
      <w:r w:rsidRPr="003A5711">
        <w:rPr>
          <w:rStyle w:val="StyleBoldUnderline"/>
          <w:highlight w:val="yellow"/>
        </w:rPr>
        <w:t xml:space="preserve">may also prevent a </w:t>
      </w:r>
      <w:r w:rsidRPr="003A5711">
        <w:rPr>
          <w:rStyle w:val="Emphasis"/>
          <w:highlight w:val="yellow"/>
        </w:rPr>
        <w:t>costly civil war</w:t>
      </w:r>
      <w:r w:rsidRPr="003A5711">
        <w:rPr>
          <w:rStyle w:val="StyleBoldUnderline"/>
          <w:highlight w:val="yellow"/>
        </w:rPr>
        <w:t xml:space="preserve"> during the inevitably painful transition</w:t>
      </w:r>
      <w:r w:rsidRPr="000A7B5B">
        <w:rPr>
          <w:sz w:val="16"/>
        </w:rPr>
        <w:t>.</w:t>
      </w:r>
    </w:p>
    <w:p w:rsidR="003A5711" w:rsidRDefault="003A5711" w:rsidP="003A5711"/>
    <w:p w:rsidR="003A5711" w:rsidRDefault="003A5711" w:rsidP="003A5711">
      <w:pPr>
        <w:pStyle w:val="Heading4"/>
      </w:pPr>
      <w:r>
        <w:t>2.</w:t>
      </w:r>
      <w:r>
        <w:tab/>
        <w:t>Embargo is good—close to causing a democratic revolution</w:t>
      </w:r>
    </w:p>
    <w:p w:rsidR="003A5711" w:rsidRDefault="003A5711" w:rsidP="003A5711">
      <w:proofErr w:type="spellStart"/>
      <w:proofErr w:type="gramStart"/>
      <w:r w:rsidRPr="00B139D0">
        <w:rPr>
          <w:rStyle w:val="StyleStyleBold12pt"/>
        </w:rPr>
        <w:t>Sadowski</w:t>
      </w:r>
      <w:proofErr w:type="spellEnd"/>
      <w:r w:rsidRPr="00B139D0">
        <w:rPr>
          <w:rStyle w:val="StyleStyleBold12pt"/>
        </w:rPr>
        <w:t xml:space="preserve"> 12 Managing Editor of Production of the Journal of International Business and Law, </w:t>
      </w:r>
      <w:proofErr w:type="spellStart"/>
      <w:r w:rsidRPr="00B139D0">
        <w:rPr>
          <w:rStyle w:val="StyleStyleBold12pt"/>
        </w:rPr>
        <w:t>Hoftra</w:t>
      </w:r>
      <w:proofErr w:type="spellEnd"/>
      <w:r>
        <w:t xml:space="preserve"> [</w:t>
      </w:r>
      <w:proofErr w:type="spellStart"/>
      <w:r>
        <w:t>Sadowski</w:t>
      </w:r>
      <w:proofErr w:type="spellEnd"/>
      <w:r>
        <w:t>, Richard.</w:t>
      </w:r>
      <w:proofErr w:type="gramEnd"/>
      <w:r>
        <w:t xml:space="preserve"> "Cuban Offshore Drilling: Preparation and Prevention within the Framework of the United States’ Embargo." Sustainable Development Law &amp; Policy 12.1 (2012): 10.]</w:t>
      </w:r>
    </w:p>
    <w:p w:rsidR="003A5711" w:rsidRDefault="003A5711" w:rsidP="003A5711"/>
    <w:p w:rsidR="003A5711" w:rsidRPr="0033098C" w:rsidRDefault="003A5711" w:rsidP="003A5711">
      <w:pPr>
        <w:rPr>
          <w:sz w:val="16"/>
          <w:szCs w:val="16"/>
        </w:rPr>
      </w:pPr>
      <w:r w:rsidRPr="0033098C">
        <w:rPr>
          <w:sz w:val="16"/>
          <w:szCs w:val="16"/>
        </w:rPr>
        <w:t>Conclusion</w:t>
      </w:r>
    </w:p>
    <w:p w:rsidR="003A5711" w:rsidRPr="00515258" w:rsidRDefault="003A5711" w:rsidP="003A5711">
      <w:pPr>
        <w:rPr>
          <w:sz w:val="16"/>
        </w:rPr>
      </w:pPr>
      <w:r w:rsidRPr="00B139D0">
        <w:rPr>
          <w:rStyle w:val="StyleBoldUnderline"/>
        </w:rPr>
        <w:t>Since its inception, the Cuban embargo has ebbed and</w:t>
      </w:r>
      <w:r>
        <w:rPr>
          <w:rStyle w:val="StyleBoldUnderline"/>
        </w:rPr>
        <w:t xml:space="preserve"> </w:t>
      </w:r>
      <w:r w:rsidRPr="00B139D0">
        <w:rPr>
          <w:rStyle w:val="StyleBoldUnderline"/>
        </w:rPr>
        <w:t>flowed in severity and support</w:t>
      </w:r>
      <w:r w:rsidRPr="00515258">
        <w:rPr>
          <w:sz w:val="16"/>
        </w:rPr>
        <w:t xml:space="preserve">. While the measure seems to be increasingly unpopular, </w:t>
      </w:r>
      <w:r w:rsidRPr="00B139D0">
        <w:rPr>
          <w:rStyle w:val="StyleBoldUnderline"/>
        </w:rPr>
        <w:t>it takes legitimate aim at a Cuban regime</w:t>
      </w:r>
      <w:r>
        <w:rPr>
          <w:rStyle w:val="StyleBoldUnderline"/>
        </w:rPr>
        <w:t xml:space="preserve"> </w:t>
      </w:r>
      <w:r w:rsidRPr="00B139D0">
        <w:rPr>
          <w:rStyle w:val="StyleBoldUnderline"/>
        </w:rPr>
        <w:t>characterized by intolerance and oppression</w:t>
      </w:r>
      <w:r w:rsidRPr="00515258">
        <w:rPr>
          <w:sz w:val="16"/>
        </w:rPr>
        <w:t xml:space="preserve">. Though the </w:t>
      </w:r>
      <w:proofErr w:type="spellStart"/>
      <w:r w:rsidRPr="00515258">
        <w:rPr>
          <w:sz w:val="16"/>
        </w:rPr>
        <w:t>Castros</w:t>
      </w:r>
      <w:proofErr w:type="spellEnd"/>
      <w:r w:rsidRPr="00515258">
        <w:rPr>
          <w:sz w:val="16"/>
        </w:rPr>
        <w:t xml:space="preserve"> utilize the embargo as a scapegoat upon which to blame Cuba’s failures,94 </w:t>
      </w:r>
      <w:r w:rsidRPr="00B139D0">
        <w:rPr>
          <w:rStyle w:val="StyleBoldUnderline"/>
        </w:rPr>
        <w:t>recent changes suggest the embargo is indeed close to</w:t>
      </w:r>
      <w:r>
        <w:rPr>
          <w:rStyle w:val="StyleBoldUnderline"/>
        </w:rPr>
        <w:t xml:space="preserve"> </w:t>
      </w:r>
      <w:r w:rsidRPr="00B139D0">
        <w:rPr>
          <w:rStyle w:val="StyleBoldUnderline"/>
        </w:rPr>
        <w:t>accomplishing its goals</w:t>
      </w:r>
      <w:r w:rsidRPr="00515258">
        <w:rPr>
          <w:sz w:val="16"/>
        </w:rPr>
        <w:t xml:space="preserve">.95 Despite this, critics, including U.S. oil producers, want the embargo dropped. Regardless of criticism, </w:t>
      </w:r>
      <w:r w:rsidRPr="00B139D0">
        <w:rPr>
          <w:rStyle w:val="StyleBoldUnderline"/>
        </w:rPr>
        <w:t>the embargo must remain in place</w:t>
      </w:r>
      <w:r>
        <w:rPr>
          <w:rStyle w:val="StyleBoldUnderline"/>
        </w:rPr>
        <w:t xml:space="preserve"> </w:t>
      </w:r>
      <w:r w:rsidRPr="00B139D0">
        <w:rPr>
          <w:rStyle w:val="StyleBoldUnderline"/>
        </w:rPr>
        <w:t>until its goals are met</w:t>
      </w:r>
      <w:r w:rsidRPr="00515258">
        <w:rPr>
          <w:sz w:val="16"/>
        </w:rPr>
        <w:t xml:space="preserve">. Environmental fears can be effectively countered through bilateral response and preparation agreements with Cuba. Also, economic and energy needs are more properly addressed through drilling U.S. resources. Ultimately, with the aid of legislation such as Buchanan’s bill, </w:t>
      </w:r>
      <w:r w:rsidRPr="00B139D0">
        <w:rPr>
          <w:rStyle w:val="StyleBoldUnderline"/>
        </w:rPr>
        <w:t>the United</w:t>
      </w:r>
      <w:r>
        <w:rPr>
          <w:rStyle w:val="StyleBoldUnderline"/>
        </w:rPr>
        <w:t xml:space="preserve"> </w:t>
      </w:r>
      <w:r w:rsidRPr="00B139D0">
        <w:rPr>
          <w:rStyle w:val="StyleBoldUnderline"/>
        </w:rPr>
        <w:t>States should exercise its political and economic power to pressure</w:t>
      </w:r>
      <w:r>
        <w:rPr>
          <w:rStyle w:val="StyleBoldUnderline"/>
        </w:rPr>
        <w:t xml:space="preserve"> </w:t>
      </w:r>
      <w:r w:rsidRPr="00B139D0">
        <w:rPr>
          <w:rStyle w:val="StyleBoldUnderline"/>
        </w:rPr>
        <w:t>foreign companies to avoid offshore drilling in Cuba</w:t>
      </w:r>
      <w:r w:rsidRPr="00515258">
        <w:rPr>
          <w:sz w:val="16"/>
        </w:rPr>
        <w:t xml:space="preserve">. The United States can dissuade foreign investment without compromising the embargo. It appears an end to oppressive communist rule in Cuba is nearing. Now is the time for the United States to both reject offshore drilling in Cuba and demonstrate resolve in meeting the goals of the economic embargo. </w:t>
      </w:r>
    </w:p>
    <w:p w:rsidR="003A5711" w:rsidRDefault="003A5711" w:rsidP="003A5711"/>
    <w:p w:rsidR="003A5711" w:rsidRDefault="003A5711" w:rsidP="003A5711">
      <w:pPr>
        <w:pStyle w:val="Heading4"/>
      </w:pPr>
      <w:r>
        <w:lastRenderedPageBreak/>
        <w:t>3.</w:t>
      </w:r>
      <w:r>
        <w:tab/>
        <w:t>Alt causes to human rights abuses—war on terror and cyber war policies—plan can’t solve</w:t>
      </w:r>
    </w:p>
    <w:p w:rsidR="003A5711" w:rsidRDefault="003A5711" w:rsidP="003A5711">
      <w:r w:rsidRPr="0033098C">
        <w:rPr>
          <w:rStyle w:val="StyleStyleBold12pt"/>
        </w:rPr>
        <w:t>Greenwald 12</w:t>
      </w:r>
      <w:r>
        <w:t>—Glenn Greenwald is an American political journalist, lawyer, columnist, blogger, and author [June 25, 2012, “Collapsing U.S. credibility,” http://www.salon.com/2012/06/25/collapsing_u_s_credibility/]</w:t>
      </w:r>
    </w:p>
    <w:p w:rsidR="003A5711" w:rsidRDefault="003A5711" w:rsidP="003A5711"/>
    <w:p w:rsidR="003A5711" w:rsidRPr="00752816" w:rsidRDefault="003A5711" w:rsidP="003A5711">
      <w:pPr>
        <w:rPr>
          <w:sz w:val="16"/>
        </w:rPr>
      </w:pPr>
      <w:r w:rsidRPr="00752816">
        <w:rPr>
          <w:sz w:val="16"/>
        </w:rPr>
        <w:t xml:space="preserve">Two </w:t>
      </w:r>
      <w:r w:rsidRPr="00300475">
        <w:rPr>
          <w:rStyle w:val="StyleBoldUnderline"/>
        </w:rPr>
        <w:t>Op-Eds</w:t>
      </w:r>
      <w:r w:rsidRPr="00752816">
        <w:rPr>
          <w:sz w:val="16"/>
        </w:rPr>
        <w:t xml:space="preserve"> in The New York Times this morning both </w:t>
      </w:r>
      <w:r w:rsidRPr="00300475">
        <w:rPr>
          <w:rStyle w:val="StyleBoldUnderline"/>
        </w:rPr>
        <w:t xml:space="preserve">warn of the precipitous decline of American credibility on </w:t>
      </w:r>
      <w:r w:rsidRPr="00300475">
        <w:rPr>
          <w:rStyle w:val="Emphasis"/>
        </w:rPr>
        <w:t>matters of human rights</w:t>
      </w:r>
      <w:r w:rsidRPr="00300475">
        <w:rPr>
          <w:rStyle w:val="StyleBoldUnderline"/>
        </w:rPr>
        <w:t xml:space="preserve"> and peace ushered in by the Obama presidency.</w:t>
      </w:r>
      <w:r w:rsidRPr="00752816">
        <w:rPr>
          <w:sz w:val="16"/>
        </w:rPr>
        <w:t xml:space="preserve"> Taken together, they explain much of why I’ve been writing what I’ve been writing over the last three years. The first is from </w:t>
      </w:r>
      <w:r w:rsidRPr="00300475">
        <w:rPr>
          <w:rStyle w:val="StyleBoldUnderline"/>
        </w:rPr>
        <w:t>Columbia Professor and cyber expert</w:t>
      </w:r>
      <w:r w:rsidRPr="00752816">
        <w:rPr>
          <w:sz w:val="16"/>
        </w:rPr>
        <w:t xml:space="preserve"> </w:t>
      </w:r>
      <w:proofErr w:type="spellStart"/>
      <w:r w:rsidRPr="00752816">
        <w:rPr>
          <w:sz w:val="16"/>
        </w:rPr>
        <w:t>Misha</w:t>
      </w:r>
      <w:proofErr w:type="spellEnd"/>
      <w:r w:rsidRPr="00752816">
        <w:rPr>
          <w:sz w:val="16"/>
        </w:rPr>
        <w:t xml:space="preserve"> </w:t>
      </w:r>
      <w:proofErr w:type="spellStart"/>
      <w:r w:rsidRPr="00300475">
        <w:rPr>
          <w:rStyle w:val="StyleBoldUnderline"/>
        </w:rPr>
        <w:t>Glenny</w:t>
      </w:r>
      <w:proofErr w:type="spellEnd"/>
      <w:r w:rsidRPr="00752816">
        <w:rPr>
          <w:sz w:val="16"/>
        </w:rPr>
        <w:t xml:space="preserve">, who </w:t>
      </w:r>
      <w:r w:rsidRPr="00300475">
        <w:rPr>
          <w:rStyle w:val="StyleBoldUnderline"/>
        </w:rPr>
        <w:t xml:space="preserve">explains the significance of the first </w:t>
      </w:r>
      <w:proofErr w:type="gramStart"/>
      <w:r w:rsidRPr="00300475">
        <w:rPr>
          <w:rStyle w:val="StyleBoldUnderline"/>
        </w:rPr>
        <w:t>ever</w:t>
      </w:r>
      <w:proofErr w:type="gramEnd"/>
      <w:r w:rsidRPr="00300475">
        <w:rPr>
          <w:rStyle w:val="StyleBoldUnderline"/>
        </w:rPr>
        <w:t xml:space="preserve"> deployment of </w:t>
      </w:r>
      <w:proofErr w:type="spellStart"/>
      <w:r w:rsidRPr="00300475">
        <w:rPr>
          <w:rStyle w:val="StyleBoldUnderline"/>
        </w:rPr>
        <w:t>cyberwarfare</w:t>
      </w:r>
      <w:proofErr w:type="spellEnd"/>
      <w:r w:rsidRPr="00300475">
        <w:rPr>
          <w:rStyle w:val="StyleBoldUnderline"/>
        </w:rPr>
        <w:t xml:space="preserve"> — by the U.S</w:t>
      </w:r>
      <w:r w:rsidRPr="00752816">
        <w:rPr>
          <w:sz w:val="16"/>
        </w:rPr>
        <w:t>. (first under Bush and accelerated under Obama), along with Israel, against Iran:</w:t>
      </w:r>
    </w:p>
    <w:p w:rsidR="003A5711" w:rsidRPr="00752816" w:rsidRDefault="003A5711" w:rsidP="003A5711">
      <w:pPr>
        <w:rPr>
          <w:sz w:val="16"/>
        </w:rPr>
      </w:pPr>
      <w:r w:rsidRPr="00300475">
        <w:rPr>
          <w:rStyle w:val="StyleBoldUnderline"/>
        </w:rPr>
        <w:t>THE decision by the U</w:t>
      </w:r>
      <w:r w:rsidRPr="00752816">
        <w:rPr>
          <w:sz w:val="16"/>
        </w:rPr>
        <w:t xml:space="preserve">nited </w:t>
      </w:r>
      <w:r w:rsidRPr="00300475">
        <w:rPr>
          <w:rStyle w:val="StyleBoldUnderline"/>
        </w:rPr>
        <w:t>S</w:t>
      </w:r>
      <w:r w:rsidRPr="00752816">
        <w:rPr>
          <w:sz w:val="16"/>
        </w:rPr>
        <w:t xml:space="preserve">tates </w:t>
      </w:r>
      <w:r w:rsidRPr="00300475">
        <w:rPr>
          <w:rStyle w:val="StyleBoldUnderline"/>
        </w:rPr>
        <w:t xml:space="preserve">and Israel to develop and then deploy the </w:t>
      </w:r>
      <w:proofErr w:type="spellStart"/>
      <w:r w:rsidRPr="00300475">
        <w:rPr>
          <w:rStyle w:val="StyleBoldUnderline"/>
        </w:rPr>
        <w:t>Stuxnet</w:t>
      </w:r>
      <w:proofErr w:type="spellEnd"/>
      <w:r w:rsidRPr="00300475">
        <w:rPr>
          <w:rStyle w:val="StyleBoldUnderline"/>
        </w:rPr>
        <w:t xml:space="preserve"> computer worm against an Iranian nuclear facility late in</w:t>
      </w:r>
      <w:r w:rsidRPr="00752816">
        <w:rPr>
          <w:sz w:val="16"/>
        </w:rPr>
        <w:t xml:space="preserve"> George W. </w:t>
      </w:r>
      <w:r w:rsidRPr="00300475">
        <w:rPr>
          <w:rStyle w:val="StyleBoldUnderline"/>
        </w:rPr>
        <w:t>Bush’s presidency marked a significant and dangerous turning point in the gradual militarization of the Internet. Washington has begun to cross the Rubicon. If it continues, contemporary warfare will change fundamentally as we move into hazardous and uncharted territory</w:t>
      </w:r>
      <w:r w:rsidRPr="00752816">
        <w:rPr>
          <w:sz w:val="16"/>
        </w:rPr>
        <w:t>.</w:t>
      </w:r>
    </w:p>
    <w:p w:rsidR="003A5711" w:rsidRPr="00752816" w:rsidRDefault="003A5711" w:rsidP="003A5711">
      <w:pPr>
        <w:rPr>
          <w:sz w:val="16"/>
        </w:rPr>
      </w:pPr>
      <w:r w:rsidRPr="00300475">
        <w:rPr>
          <w:rStyle w:val="StyleBoldUnderline"/>
        </w:rPr>
        <w:t>It is one thing to write viruses and lock them away safely for future use should circumstances dictate it. It is quite another to deploy them in peacetime</w:t>
      </w:r>
      <w:r w:rsidRPr="00752816">
        <w:rPr>
          <w:sz w:val="16"/>
        </w:rPr>
        <w:t xml:space="preserve">. </w:t>
      </w:r>
      <w:proofErr w:type="spellStart"/>
      <w:r w:rsidRPr="00752816">
        <w:rPr>
          <w:sz w:val="16"/>
        </w:rPr>
        <w:t>Stuxnet</w:t>
      </w:r>
      <w:proofErr w:type="spellEnd"/>
      <w:r w:rsidRPr="00752816">
        <w:rPr>
          <w:sz w:val="16"/>
        </w:rPr>
        <w:t xml:space="preserve"> has effectively fired the starting gun in a new arms race that is very likely to lead to the spread of similar and still more powerful offensive </w:t>
      </w:r>
      <w:proofErr w:type="spellStart"/>
      <w:r w:rsidRPr="00752816">
        <w:rPr>
          <w:sz w:val="16"/>
        </w:rPr>
        <w:t>cyberweaponry</w:t>
      </w:r>
      <w:proofErr w:type="spellEnd"/>
      <w:r w:rsidRPr="00752816">
        <w:rPr>
          <w:sz w:val="16"/>
        </w:rPr>
        <w:t xml:space="preserve"> across the Internet. Unlike nuclear or chemical weapons, however, countries are developing </w:t>
      </w:r>
      <w:proofErr w:type="spellStart"/>
      <w:r w:rsidRPr="00752816">
        <w:rPr>
          <w:sz w:val="16"/>
        </w:rPr>
        <w:t>cyberweapons</w:t>
      </w:r>
      <w:proofErr w:type="spellEnd"/>
      <w:r w:rsidRPr="00752816">
        <w:rPr>
          <w:sz w:val="16"/>
        </w:rPr>
        <w:t xml:space="preserve"> outside any regulatory framework. . . .</w:t>
      </w:r>
    </w:p>
    <w:p w:rsidR="003A5711" w:rsidRPr="00752816" w:rsidRDefault="003A5711" w:rsidP="003A5711">
      <w:pPr>
        <w:rPr>
          <w:sz w:val="16"/>
          <w:szCs w:val="16"/>
        </w:rPr>
      </w:pPr>
      <w:proofErr w:type="spellStart"/>
      <w:r w:rsidRPr="00752816">
        <w:rPr>
          <w:sz w:val="16"/>
          <w:szCs w:val="16"/>
        </w:rPr>
        <w:t>Stuxnet</w:t>
      </w:r>
      <w:proofErr w:type="spellEnd"/>
      <w:r w:rsidRPr="00752816">
        <w:rPr>
          <w:sz w:val="16"/>
          <w:szCs w:val="16"/>
        </w:rPr>
        <w:t xml:space="preserve"> was originally deployed with the specific aim of infecting the </w:t>
      </w:r>
      <w:proofErr w:type="spellStart"/>
      <w:r w:rsidRPr="00752816">
        <w:rPr>
          <w:sz w:val="16"/>
          <w:szCs w:val="16"/>
        </w:rPr>
        <w:t>Natanz</w:t>
      </w:r>
      <w:proofErr w:type="spellEnd"/>
      <w:r w:rsidRPr="00752816">
        <w:rPr>
          <w:sz w:val="16"/>
          <w:szCs w:val="16"/>
        </w:rPr>
        <w:t xml:space="preserve"> uranium enrichment facility in Iran. This required sneaking a memory stick into the plant to introduce the virus to its private and secure “offline” network. But despite </w:t>
      </w:r>
      <w:proofErr w:type="spellStart"/>
      <w:r w:rsidRPr="00752816">
        <w:rPr>
          <w:sz w:val="16"/>
          <w:szCs w:val="16"/>
        </w:rPr>
        <w:t>Natanz’s</w:t>
      </w:r>
      <w:proofErr w:type="spellEnd"/>
      <w:r w:rsidRPr="00752816">
        <w:rPr>
          <w:sz w:val="16"/>
          <w:szCs w:val="16"/>
        </w:rPr>
        <w:t xml:space="preserve"> isolation, </w:t>
      </w:r>
      <w:proofErr w:type="spellStart"/>
      <w:r w:rsidRPr="00752816">
        <w:rPr>
          <w:sz w:val="16"/>
          <w:szCs w:val="16"/>
        </w:rPr>
        <w:t>Stuxnet</w:t>
      </w:r>
      <w:proofErr w:type="spellEnd"/>
      <w:r w:rsidRPr="00752816">
        <w:rPr>
          <w:sz w:val="16"/>
          <w:szCs w:val="16"/>
        </w:rPr>
        <w:t xml:space="preserve"> somehow escaped into the </w:t>
      </w:r>
      <w:proofErr w:type="spellStart"/>
      <w:r w:rsidRPr="00752816">
        <w:rPr>
          <w:sz w:val="16"/>
          <w:szCs w:val="16"/>
        </w:rPr>
        <w:t>cyberwild</w:t>
      </w:r>
      <w:proofErr w:type="spellEnd"/>
      <w:r w:rsidRPr="00752816">
        <w:rPr>
          <w:sz w:val="16"/>
          <w:szCs w:val="16"/>
        </w:rPr>
        <w:t>, eventually affecting hundreds of thousands of systems worldwide.</w:t>
      </w:r>
    </w:p>
    <w:p w:rsidR="003A5711" w:rsidRPr="00752816" w:rsidRDefault="003A5711" w:rsidP="003A5711">
      <w:pPr>
        <w:rPr>
          <w:sz w:val="16"/>
        </w:rPr>
      </w:pPr>
      <w:r w:rsidRPr="00300475">
        <w:rPr>
          <w:rStyle w:val="StyleBoldUnderline"/>
        </w:rPr>
        <w:t>This is one of the frightening dangers of an uncontrolled arms race in cyberspace</w:t>
      </w:r>
      <w:r w:rsidRPr="00752816">
        <w:rPr>
          <w:sz w:val="16"/>
        </w:rPr>
        <w:t>; once released, virus developers generally lose control of their inventions, which will inevitably seek out and attack the networks of innocent parties. Moreover, all countries that possess an offensive cyber capability will be tempted to use it now that the first shot has been fired. . . .</w:t>
      </w:r>
    </w:p>
    <w:p w:rsidR="003A5711" w:rsidRPr="00752816" w:rsidRDefault="003A5711" w:rsidP="003A5711">
      <w:pPr>
        <w:rPr>
          <w:sz w:val="16"/>
        </w:rPr>
      </w:pPr>
      <w:r w:rsidRPr="00752816">
        <w:rPr>
          <w:sz w:val="16"/>
        </w:rPr>
        <w:t xml:space="preserve">The United States has long been a commendable leader in combating the spread of malicious computer code, known as </w:t>
      </w:r>
      <w:proofErr w:type="gramStart"/>
      <w:r w:rsidRPr="00752816">
        <w:rPr>
          <w:sz w:val="16"/>
        </w:rPr>
        <w:t>malware, that</w:t>
      </w:r>
      <w:proofErr w:type="gramEnd"/>
      <w:r w:rsidRPr="00752816">
        <w:rPr>
          <w:sz w:val="16"/>
        </w:rPr>
        <w:t xml:space="preserve"> pranksters, criminals, intelligence services and terrorist organizations have been using to further their own ends. But </w:t>
      </w:r>
      <w:r w:rsidRPr="00300475">
        <w:rPr>
          <w:rStyle w:val="StyleBoldUnderline"/>
        </w:rPr>
        <w:t xml:space="preserve">by introducing such pernicious viruses as </w:t>
      </w:r>
      <w:proofErr w:type="spellStart"/>
      <w:r w:rsidRPr="00300475">
        <w:rPr>
          <w:rStyle w:val="StyleBoldUnderline"/>
        </w:rPr>
        <w:t>Stuxnet</w:t>
      </w:r>
      <w:proofErr w:type="spellEnd"/>
      <w:r w:rsidRPr="00300475">
        <w:rPr>
          <w:rStyle w:val="StyleBoldUnderline"/>
        </w:rPr>
        <w:t xml:space="preserve"> and Flame, America has </w:t>
      </w:r>
      <w:r w:rsidRPr="00300475">
        <w:rPr>
          <w:rStyle w:val="Emphasis"/>
        </w:rPr>
        <w:t>severely undermined its moral and political credibility</w:t>
      </w:r>
      <w:r w:rsidRPr="00752816">
        <w:rPr>
          <w:sz w:val="16"/>
        </w:rPr>
        <w:t>.</w:t>
      </w:r>
    </w:p>
    <w:p w:rsidR="003A5711" w:rsidRPr="00752816" w:rsidRDefault="003A5711" w:rsidP="003A5711">
      <w:pPr>
        <w:rPr>
          <w:sz w:val="16"/>
        </w:rPr>
      </w:pPr>
      <w:r w:rsidRPr="00752816">
        <w:rPr>
          <w:sz w:val="16"/>
        </w:rPr>
        <w:t xml:space="preserve">He also explains </w:t>
      </w:r>
      <w:r w:rsidRPr="00300475">
        <w:rPr>
          <w:rStyle w:val="StyleBoldUnderline"/>
        </w:rPr>
        <w:t xml:space="preserve">that the Obama administration opposes any treaties to regulate all of this in part because it “might undermine its presumed superiority in the field of </w:t>
      </w:r>
      <w:proofErr w:type="spellStart"/>
      <w:r w:rsidRPr="00300475">
        <w:rPr>
          <w:rStyle w:val="StyleBoldUnderline"/>
        </w:rPr>
        <w:t>cyberweaponry</w:t>
      </w:r>
      <w:proofErr w:type="spellEnd"/>
      <w:r w:rsidRPr="00300475">
        <w:rPr>
          <w:rStyle w:val="StyleBoldUnderline"/>
        </w:rPr>
        <w:t xml:space="preserve"> and robotics,”</w:t>
      </w:r>
      <w:r w:rsidRPr="00752816">
        <w:rPr>
          <w:sz w:val="16"/>
        </w:rPr>
        <w:t xml:space="preserve"> and because it claims Russia and China (but not, of course, the U.S.) would attempt to exploit such treaties to control the Internet.</w:t>
      </w:r>
    </w:p>
    <w:p w:rsidR="003A5711" w:rsidRPr="00752816" w:rsidRDefault="003A5711" w:rsidP="003A5711">
      <w:pPr>
        <w:rPr>
          <w:sz w:val="16"/>
          <w:szCs w:val="16"/>
        </w:rPr>
      </w:pPr>
      <w:r w:rsidRPr="00752816">
        <w:rPr>
          <w:sz w:val="16"/>
          <w:szCs w:val="16"/>
        </w:rPr>
        <w:t xml:space="preserve">In case anyone thinks he’s being melodramatic in his warnings, the original New York Times article by David Sanger that confirmed U.S. responsibility for the </w:t>
      </w:r>
      <w:proofErr w:type="spellStart"/>
      <w:r w:rsidRPr="00752816">
        <w:rPr>
          <w:sz w:val="16"/>
          <w:szCs w:val="16"/>
        </w:rPr>
        <w:t>cyber attack</w:t>
      </w:r>
      <w:proofErr w:type="spellEnd"/>
      <w:r w:rsidRPr="00752816">
        <w:rPr>
          <w:sz w:val="16"/>
          <w:szCs w:val="16"/>
        </w:rPr>
        <w:t xml:space="preserve"> included this passage: “Mr. Obama, according to participants in the many Situation Room meetings on Olympic Games, was acutely aware that with every attack he was pushing the United States into new territory, much as his predecessors had with the first use of atomic weapons in the 1940s, of intercontinental missiles in the 1950s and of drones in the past decade.” It also explained that America’s maiden use of this new form of warfare “could enable other countries, terrorists or hackers to justify their own attacks.”</w:t>
      </w:r>
    </w:p>
    <w:p w:rsidR="003A5711" w:rsidRPr="00752816" w:rsidRDefault="003A5711" w:rsidP="003A5711">
      <w:pPr>
        <w:rPr>
          <w:sz w:val="16"/>
          <w:szCs w:val="16"/>
        </w:rPr>
      </w:pPr>
      <w:r w:rsidRPr="00752816">
        <w:rPr>
          <w:sz w:val="16"/>
          <w:szCs w:val="16"/>
        </w:rPr>
        <w:t>The second is from former U.S. President Jimmy Carter, an actually meritorious Nobel Peace Prize winner, who describes the record of his fellow Nobel laureate, the current President, in an Op-Ed entitled “A Cruel and Unusual Record“:</w:t>
      </w:r>
    </w:p>
    <w:p w:rsidR="003A5711" w:rsidRPr="00752816" w:rsidRDefault="003A5711" w:rsidP="003A5711">
      <w:pPr>
        <w:rPr>
          <w:sz w:val="16"/>
        </w:rPr>
      </w:pPr>
      <w:r w:rsidRPr="00300475">
        <w:rPr>
          <w:rStyle w:val="StyleBoldUnderline"/>
        </w:rPr>
        <w:t xml:space="preserve">Revelations that top officials are targeting people to be assassinated abroad, including American citizens, are only the most recent, disturbing proof of </w:t>
      </w:r>
      <w:r w:rsidRPr="00300475">
        <w:rPr>
          <w:rStyle w:val="Emphasis"/>
        </w:rPr>
        <w:t>how far our nation’s violation of human rights has extended</w:t>
      </w:r>
      <w:r w:rsidRPr="00752816">
        <w:rPr>
          <w:sz w:val="16"/>
        </w:rPr>
        <w:t xml:space="preserve">. This development began after the terrorist attacks of Sept. 11, 2001, and has been sanctioned and escalated by bipartisan executive and legislative actions, without dissent from the general public. As a result, </w:t>
      </w:r>
      <w:r w:rsidRPr="00300475">
        <w:rPr>
          <w:rStyle w:val="StyleBoldUnderline"/>
        </w:rPr>
        <w:t>our country can no longer speak with moral authority on these critical issues</w:t>
      </w:r>
      <w:r w:rsidRPr="00752816">
        <w:rPr>
          <w:sz w:val="16"/>
        </w:rPr>
        <w:t>. . . . .</w:t>
      </w:r>
    </w:p>
    <w:p w:rsidR="003A5711" w:rsidRPr="00752816" w:rsidRDefault="003A5711" w:rsidP="003A5711">
      <w:pPr>
        <w:rPr>
          <w:sz w:val="16"/>
        </w:rPr>
      </w:pPr>
      <w:r w:rsidRPr="00300475">
        <w:rPr>
          <w:rStyle w:val="StyleBoldUnderline"/>
        </w:rPr>
        <w:t>It is disturbing that, instead of strengthening these principles, our government’s counterterrorism policies are now clearly violating at least 10 of the</w:t>
      </w:r>
      <w:r w:rsidRPr="00752816">
        <w:rPr>
          <w:sz w:val="16"/>
        </w:rPr>
        <w:t xml:space="preserve"> [</w:t>
      </w:r>
      <w:r w:rsidRPr="00300475">
        <w:rPr>
          <w:rStyle w:val="StyleBoldUnderline"/>
        </w:rPr>
        <w:t>Declaration on Human Rights'</w:t>
      </w:r>
      <w:r w:rsidRPr="00752816">
        <w:rPr>
          <w:sz w:val="16"/>
        </w:rPr>
        <w:t xml:space="preserve">] </w:t>
      </w:r>
      <w:r w:rsidRPr="00300475">
        <w:rPr>
          <w:rStyle w:val="StyleBoldUnderline"/>
        </w:rPr>
        <w:t>30 articles, including the prohibition against “cruel, inhuman or degrading treatment or punishment.”</w:t>
      </w:r>
    </w:p>
    <w:p w:rsidR="003A5711" w:rsidRPr="00752816" w:rsidRDefault="003A5711" w:rsidP="003A5711">
      <w:pPr>
        <w:rPr>
          <w:sz w:val="16"/>
        </w:rPr>
      </w:pPr>
      <w:r w:rsidRPr="00300475">
        <w:rPr>
          <w:rStyle w:val="StyleBoldUnderline"/>
        </w:rPr>
        <w:t>Recent legislation has made legal the president’s right to detain a person indefinitely on suspicion of affiliation with terrorist organizations or “associated forces,” a broad, vague power that can be abused without meaningful oversight from the courts or Congress</w:t>
      </w:r>
      <w:r w:rsidRPr="00752816">
        <w:rPr>
          <w:sz w:val="16"/>
        </w:rPr>
        <w:t xml:space="preserve"> (the law is currently being blocked by a federal judge). </w:t>
      </w:r>
      <w:r w:rsidRPr="00300475">
        <w:rPr>
          <w:rStyle w:val="StyleBoldUnderline"/>
        </w:rPr>
        <w:t>This law violates the right to freedom of expression and to be presumed innocent until proved guilty, two other rights enshrined in the declaration</w:t>
      </w:r>
      <w:r w:rsidRPr="00752816">
        <w:rPr>
          <w:sz w:val="16"/>
        </w:rPr>
        <w:t>.</w:t>
      </w:r>
    </w:p>
    <w:p w:rsidR="003A5711" w:rsidRPr="00752816" w:rsidRDefault="003A5711" w:rsidP="003A5711">
      <w:pPr>
        <w:rPr>
          <w:sz w:val="16"/>
        </w:rPr>
      </w:pPr>
      <w:r w:rsidRPr="00300475">
        <w:rPr>
          <w:rStyle w:val="StyleBoldUnderline"/>
        </w:rPr>
        <w:t>In addition to American citizens’ being targeted for assassination or indefinite detention, recent laws have canceled the restraints in the F</w:t>
      </w:r>
      <w:r w:rsidRPr="00752816">
        <w:rPr>
          <w:sz w:val="16"/>
        </w:rPr>
        <w:t xml:space="preserve">oreign </w:t>
      </w:r>
      <w:r w:rsidRPr="00300475">
        <w:rPr>
          <w:rStyle w:val="StyleBoldUnderline"/>
        </w:rPr>
        <w:t>I</w:t>
      </w:r>
      <w:r w:rsidRPr="00752816">
        <w:rPr>
          <w:sz w:val="16"/>
        </w:rPr>
        <w:t xml:space="preserve">ntelligence </w:t>
      </w:r>
      <w:r w:rsidRPr="00300475">
        <w:rPr>
          <w:rStyle w:val="StyleBoldUnderline"/>
        </w:rPr>
        <w:t>S</w:t>
      </w:r>
      <w:r w:rsidRPr="00752816">
        <w:rPr>
          <w:sz w:val="16"/>
        </w:rPr>
        <w:t xml:space="preserve">urveillance </w:t>
      </w:r>
      <w:r w:rsidRPr="00300475">
        <w:rPr>
          <w:rStyle w:val="StyleBoldUnderline"/>
        </w:rPr>
        <w:t>A</w:t>
      </w:r>
      <w:r w:rsidRPr="00752816">
        <w:rPr>
          <w:sz w:val="16"/>
        </w:rPr>
        <w:t xml:space="preserve">ct of 1978 </w:t>
      </w:r>
      <w:r w:rsidRPr="00300475">
        <w:rPr>
          <w:rStyle w:val="StyleBoldUnderline"/>
        </w:rPr>
        <w:t>to allow unprecedented violations of our rights to privacy through warrantless wiretapping and government mining of our electronic communications</w:t>
      </w:r>
      <w:r w:rsidRPr="00752816">
        <w:rPr>
          <w:sz w:val="16"/>
        </w:rPr>
        <w:t>. . . .</w:t>
      </w:r>
    </w:p>
    <w:p w:rsidR="003A5711" w:rsidRPr="00752816" w:rsidRDefault="003A5711" w:rsidP="003A5711">
      <w:pPr>
        <w:rPr>
          <w:sz w:val="16"/>
        </w:rPr>
      </w:pPr>
      <w:r w:rsidRPr="00300475">
        <w:rPr>
          <w:rStyle w:val="StyleBoldUnderline"/>
        </w:rPr>
        <w:t>Despite an arbitrary rule that any man killed by drones is declared an enemy terrorist, the death of nearby innocent women and children is accepted as inevitable. After more than 30 airstrikes on civilian homes this year in Afghanistan, President</w:t>
      </w:r>
      <w:r w:rsidRPr="00752816">
        <w:rPr>
          <w:sz w:val="16"/>
        </w:rPr>
        <w:t xml:space="preserve"> Hamid </w:t>
      </w:r>
      <w:r w:rsidRPr="00300475">
        <w:rPr>
          <w:rStyle w:val="StyleBoldUnderline"/>
        </w:rPr>
        <w:t>Karzai has demanded that such attacks end</w:t>
      </w:r>
      <w:r w:rsidRPr="00752816">
        <w:rPr>
          <w:rStyle w:val="StyleBoldUnderline"/>
        </w:rPr>
        <w:t>, but the practice continues in areas of Pakistan, Somalia and Yemen that are not in any war zone</w:t>
      </w:r>
      <w:r w:rsidRPr="00752816">
        <w:rPr>
          <w:sz w:val="16"/>
        </w:rPr>
        <w:t>. We don’t know how many hundreds of innocent civilians have been killed in these attacks, each one approved by the highest authorities in Washington. This would have been unthinkable in previous times.</w:t>
      </w:r>
    </w:p>
    <w:p w:rsidR="003A5711" w:rsidRPr="00752816" w:rsidRDefault="003A5711" w:rsidP="003A5711">
      <w:pPr>
        <w:rPr>
          <w:sz w:val="16"/>
        </w:rPr>
      </w:pPr>
      <w:r w:rsidRPr="00752816">
        <w:rPr>
          <w:rStyle w:val="StyleBoldUnderline"/>
        </w:rPr>
        <w:t>These policies clearly affect American foreign policy. Top intelligence and military officials, as well as rights defenders in targeted areas, affirm that the great escalation in drone attacks has turned aggrieved families toward terrorist organizations</w:t>
      </w:r>
      <w:r w:rsidRPr="00752816">
        <w:rPr>
          <w:sz w:val="16"/>
        </w:rPr>
        <w:t>, aroused civilian populations against us and permitted repressive governments to cite such actions to justify their own despotic behavior. . . .</w:t>
      </w:r>
    </w:p>
    <w:p w:rsidR="003A5711" w:rsidRPr="00752816" w:rsidRDefault="003A5711" w:rsidP="003A5711">
      <w:pPr>
        <w:rPr>
          <w:sz w:val="16"/>
        </w:rPr>
      </w:pPr>
      <w:r w:rsidRPr="00752816">
        <w:rPr>
          <w:rStyle w:val="StyleBoldUnderline"/>
        </w:rPr>
        <w:lastRenderedPageBreak/>
        <w:t>At a time when popular revolutions are sweeping the globe, the U</w:t>
      </w:r>
      <w:r w:rsidRPr="00752816">
        <w:rPr>
          <w:sz w:val="16"/>
        </w:rPr>
        <w:t xml:space="preserve">nited </w:t>
      </w:r>
      <w:r w:rsidRPr="00752816">
        <w:rPr>
          <w:rStyle w:val="StyleBoldUnderline"/>
        </w:rPr>
        <w:t>S</w:t>
      </w:r>
      <w:r w:rsidRPr="00752816">
        <w:rPr>
          <w:sz w:val="16"/>
        </w:rPr>
        <w:t xml:space="preserve">tates </w:t>
      </w:r>
      <w:r w:rsidRPr="00752816">
        <w:rPr>
          <w:rStyle w:val="StyleBoldUnderline"/>
        </w:rPr>
        <w:t>should be strengthening, not weakening, basic rules of law and principles of justice enumerated in the Universal Declaration of Human Rights. But instead of making the world safer, America’s violation of international human rights abets our enemies and alienates our friends</w:t>
      </w:r>
      <w:r w:rsidRPr="00752816">
        <w:rPr>
          <w:sz w:val="16"/>
        </w:rPr>
        <w:t>.</w:t>
      </w:r>
    </w:p>
    <w:p w:rsidR="003A5711" w:rsidRPr="00752816" w:rsidRDefault="003A5711" w:rsidP="003A5711">
      <w:pPr>
        <w:rPr>
          <w:sz w:val="16"/>
        </w:rPr>
      </w:pPr>
      <w:r w:rsidRPr="00752816">
        <w:rPr>
          <w:sz w:val="16"/>
        </w:rPr>
        <w:t xml:space="preserve">One can reasonably object to Carter’s Op-Ed on the ground that it romanticizes a non-existent American past (systematic human rights abuses are hardly a new development in the post-9/11 world), but what cannot be reasonably disputed is the trend he denounces. Note that the most egregious examples he cites — </w:t>
      </w:r>
      <w:r w:rsidRPr="00752816">
        <w:rPr>
          <w:rStyle w:val="StyleBoldUnderline"/>
        </w:rPr>
        <w:t>assassinating U.S. citizens without due process, civilian-killing drone attacks, the indefinite detention provisions of the NDAA — had some genesis under Bush but are hallmarks of Obama policy</w:t>
      </w:r>
      <w:r w:rsidRPr="00752816">
        <w:rPr>
          <w:sz w:val="16"/>
        </w:rPr>
        <w:t xml:space="preserve"> (his other example, the rapid erosion of constraints on government domestic surveillance, took place under both, with the full support of Obama). It’s a remarkably scathing denunciation of the record of </w:t>
      </w:r>
      <w:proofErr w:type="gramStart"/>
      <w:r w:rsidRPr="00752816">
        <w:rPr>
          <w:sz w:val="16"/>
        </w:rPr>
        <w:t>his own</w:t>
      </w:r>
      <w:proofErr w:type="gramEnd"/>
      <w:r w:rsidRPr="00752816">
        <w:rPr>
          <w:sz w:val="16"/>
        </w:rPr>
        <w:t xml:space="preserve"> political party and its current leader.</w:t>
      </w:r>
    </w:p>
    <w:p w:rsidR="003A5711" w:rsidRDefault="003A5711" w:rsidP="003A5711"/>
    <w:p w:rsidR="003A5711" w:rsidRDefault="003A5711" w:rsidP="003A5711"/>
    <w:p w:rsidR="003A5711" w:rsidRDefault="003A5711" w:rsidP="003A5711"/>
    <w:p w:rsidR="003A5711" w:rsidRDefault="003A5711" w:rsidP="003A5711"/>
    <w:p w:rsidR="003A5711" w:rsidRDefault="003A5711" w:rsidP="003A5711">
      <w:pPr>
        <w:pStyle w:val="Heading3"/>
      </w:pPr>
      <w:r>
        <w:lastRenderedPageBreak/>
        <w:t>Relations 1NC</w:t>
      </w:r>
    </w:p>
    <w:p w:rsidR="003A5711" w:rsidRDefault="003A5711" w:rsidP="003A5711"/>
    <w:p w:rsidR="003A5711" w:rsidRPr="003A5711" w:rsidRDefault="003A5711" w:rsidP="003A5711">
      <w:pPr>
        <w:keepNext/>
        <w:keepLines/>
        <w:spacing w:before="200"/>
        <w:outlineLvl w:val="3"/>
        <w:rPr>
          <w:rFonts w:eastAsiaTheme="majorEastAsia" w:cstheme="majorBidi"/>
          <w:b/>
          <w:bCs/>
          <w:iCs/>
        </w:rPr>
      </w:pPr>
      <w:r w:rsidRPr="003A5711">
        <w:rPr>
          <w:rFonts w:eastAsiaTheme="majorEastAsia" w:cstheme="majorBidi"/>
          <w:b/>
          <w:bCs/>
          <w:iCs/>
        </w:rPr>
        <w:t xml:space="preserve">1. </w:t>
      </w:r>
      <w:r w:rsidRPr="003A5711">
        <w:rPr>
          <w:rFonts w:eastAsiaTheme="majorEastAsia" w:cstheme="majorBidi"/>
          <w:b/>
          <w:bCs/>
          <w:iCs/>
          <w:u w:val="single"/>
        </w:rPr>
        <w:t>No relations solvency</w:t>
      </w:r>
      <w:r w:rsidRPr="003A5711">
        <w:rPr>
          <w:rFonts w:eastAsiaTheme="majorEastAsia" w:cstheme="majorBidi"/>
          <w:b/>
          <w:bCs/>
          <w:iCs/>
        </w:rPr>
        <w:t>. GITMO and others Alt causes overwhelm</w:t>
      </w:r>
    </w:p>
    <w:p w:rsidR="003A5711" w:rsidRPr="003A5711" w:rsidRDefault="003A5711" w:rsidP="003A5711">
      <w:r w:rsidRPr="003A5711">
        <w:rPr>
          <w:b/>
          <w:bCs/>
        </w:rPr>
        <w:t>Hanson and Lee 13</w:t>
      </w:r>
      <w:r w:rsidRPr="003A5711">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3A5711" w:rsidRPr="003A5711" w:rsidRDefault="003A5711" w:rsidP="003A5711"/>
    <w:p w:rsidR="003A5711" w:rsidRPr="003A5711" w:rsidRDefault="003A5711" w:rsidP="003A5711">
      <w:pPr>
        <w:rPr>
          <w:bCs/>
          <w:u w:val="single"/>
        </w:rPr>
      </w:pPr>
      <w:r w:rsidRPr="003A5711">
        <w:rPr>
          <w:bCs/>
          <w:highlight w:val="yellow"/>
          <w:u w:val="single"/>
        </w:rPr>
        <w:t>What are the issues preventing normalization of U.S.-Cuba relations?</w:t>
      </w:r>
    </w:p>
    <w:p w:rsidR="003A5711" w:rsidRPr="003A5711" w:rsidRDefault="003A5711" w:rsidP="003A5711">
      <w:pPr>
        <w:rPr>
          <w:bCs/>
          <w:u w:val="single"/>
        </w:rPr>
      </w:pPr>
      <w:r w:rsidRPr="003A5711">
        <w:rPr>
          <w:bCs/>
          <w:u w:val="single"/>
        </w:rPr>
        <w:t>Experts say these issues include:</w:t>
      </w:r>
    </w:p>
    <w:p w:rsidR="003A5711" w:rsidRPr="003A5711" w:rsidRDefault="003A5711" w:rsidP="003A5711">
      <w:pPr>
        <w:rPr>
          <w:sz w:val="16"/>
        </w:rPr>
      </w:pPr>
      <w:r w:rsidRPr="003A5711">
        <w:rPr>
          <w:b/>
          <w:iCs/>
          <w:highlight w:val="yellow"/>
          <w:u w:val="single"/>
          <w:bdr w:val="single" w:sz="4" w:space="0" w:color="auto"/>
        </w:rPr>
        <w:t>Human rights violations</w:t>
      </w:r>
      <w:r w:rsidRPr="003A5711">
        <w:rPr>
          <w:bCs/>
          <w:u w:val="single"/>
        </w:rPr>
        <w:t xml:space="preserve">. </w:t>
      </w:r>
      <w:r w:rsidRPr="003A5711">
        <w:rPr>
          <w:bCs/>
          <w:highlight w:val="yellow"/>
          <w:u w:val="single"/>
        </w:rPr>
        <w:t>In</w:t>
      </w:r>
      <w:r w:rsidRPr="003A5711">
        <w:rPr>
          <w:sz w:val="16"/>
        </w:rPr>
        <w:t xml:space="preserve"> March </w:t>
      </w:r>
      <w:r w:rsidRPr="003A5711">
        <w:rPr>
          <w:bCs/>
          <w:highlight w:val="yellow"/>
          <w:u w:val="single"/>
        </w:rPr>
        <w:t xml:space="preserve">2003, the Cuban government arrested seventy-five dissidents </w:t>
      </w:r>
      <w:r w:rsidRPr="003A5711">
        <w:rPr>
          <w:bCs/>
          <w:u w:val="single"/>
        </w:rPr>
        <w:t>and journalists, sentencing them to prison terms of up to twenty-eight years on charges of conspiring with the U</w:t>
      </w:r>
      <w:r w:rsidRPr="003A5711">
        <w:rPr>
          <w:sz w:val="16"/>
        </w:rPr>
        <w:t xml:space="preserve">nited </w:t>
      </w:r>
      <w:r w:rsidRPr="003A5711">
        <w:rPr>
          <w:bCs/>
          <w:u w:val="single"/>
        </w:rPr>
        <w:t>S</w:t>
      </w:r>
      <w:r w:rsidRPr="003A5711">
        <w:rPr>
          <w:sz w:val="16"/>
        </w:rPr>
        <w:t xml:space="preserve">tates </w:t>
      </w:r>
      <w:r w:rsidRPr="003A5711">
        <w:rPr>
          <w:bCs/>
          <w:u w:val="single"/>
        </w:rPr>
        <w:t>to overthrow the state</w:t>
      </w:r>
      <w:r w:rsidRPr="003A5711">
        <w:rPr>
          <w:sz w:val="16"/>
        </w:rPr>
        <w:t>. The Cuban Commission for Human Rights and National Reconciliation, a Havana-based nongovernmental group, reports that the government has in recent years resorted to other tactics besides prison --such as firings from state jobs and intimidation on the street-- to silence opposition figures. A 2005 UN Human Rights Commission vote condemned Cuba's human rights record, but the country was elected to the new UN Human Rights Council in 2006.</w:t>
      </w:r>
    </w:p>
    <w:p w:rsidR="003A5711" w:rsidRPr="003A5711" w:rsidRDefault="003A5711" w:rsidP="003A5711">
      <w:pPr>
        <w:rPr>
          <w:sz w:val="16"/>
        </w:rPr>
      </w:pPr>
      <w:proofErr w:type="gramStart"/>
      <w:r w:rsidRPr="003A5711">
        <w:rPr>
          <w:b/>
          <w:iCs/>
          <w:highlight w:val="yellow"/>
          <w:u w:val="single"/>
          <w:bdr w:val="single" w:sz="4" w:space="0" w:color="auto"/>
        </w:rPr>
        <w:t>Guantanamo Bay</w:t>
      </w:r>
      <w:r w:rsidRPr="003A5711">
        <w:rPr>
          <w:bCs/>
          <w:u w:val="single"/>
        </w:rPr>
        <w:t>.</w:t>
      </w:r>
      <w:proofErr w:type="gramEnd"/>
      <w:r w:rsidRPr="003A5711">
        <w:rPr>
          <w:bCs/>
          <w:u w:val="single"/>
        </w:rPr>
        <w:t xml:space="preserve"> Cuba indicated after 9/11 that it would not object if the U</w:t>
      </w:r>
      <w:r w:rsidRPr="003A5711">
        <w:rPr>
          <w:sz w:val="16"/>
        </w:rPr>
        <w:t xml:space="preserve">nited </w:t>
      </w:r>
      <w:r w:rsidRPr="003A5711">
        <w:rPr>
          <w:bCs/>
          <w:u w:val="single"/>
        </w:rPr>
        <w:t>S</w:t>
      </w:r>
      <w:r w:rsidRPr="003A5711">
        <w:rPr>
          <w:sz w:val="16"/>
        </w:rPr>
        <w:t xml:space="preserve">tates </w:t>
      </w:r>
      <w:r w:rsidRPr="003A5711">
        <w:rPr>
          <w:bCs/>
          <w:u w:val="single"/>
        </w:rPr>
        <w:t>brought prisoners to Guantanamo Bay. However, experts</w:t>
      </w:r>
      <w:r w:rsidRPr="003A5711">
        <w:rPr>
          <w:sz w:val="16"/>
        </w:rPr>
        <w:t xml:space="preserve"> such as </w:t>
      </w:r>
      <w:proofErr w:type="spellStart"/>
      <w:r w:rsidRPr="003A5711">
        <w:rPr>
          <w:sz w:val="16"/>
        </w:rPr>
        <w:t>Sweig</w:t>
      </w:r>
      <w:proofErr w:type="spellEnd"/>
      <w:r w:rsidRPr="003A5711">
        <w:rPr>
          <w:sz w:val="16"/>
        </w:rPr>
        <w:t xml:space="preserve"> </w:t>
      </w:r>
      <w:r w:rsidRPr="003A5711">
        <w:rPr>
          <w:bCs/>
          <w:u w:val="single"/>
        </w:rPr>
        <w:t xml:space="preserve">say </w:t>
      </w:r>
      <w:r w:rsidRPr="003A5711">
        <w:rPr>
          <w:bCs/>
          <w:highlight w:val="yellow"/>
          <w:u w:val="single"/>
        </w:rPr>
        <w:t>Cuban officials have</w:t>
      </w:r>
      <w:r w:rsidRPr="003A5711">
        <w:rPr>
          <w:bCs/>
          <w:u w:val="single"/>
        </w:rPr>
        <w:t xml:space="preserve"> since </w:t>
      </w:r>
      <w:r w:rsidRPr="003A5711">
        <w:rPr>
          <w:bCs/>
          <w:highlight w:val="yellow"/>
          <w:u w:val="single"/>
        </w:rPr>
        <w:t>seized on the U.S. prison camp--</w:t>
      </w:r>
      <w:r w:rsidRPr="003A5711">
        <w:rPr>
          <w:bCs/>
          <w:u w:val="single"/>
        </w:rPr>
        <w:t>where hundreds of terror suspects have been detained--as a "symbol of solidarity" with the rest of the world against the U</w:t>
      </w:r>
      <w:r w:rsidRPr="003A5711">
        <w:rPr>
          <w:sz w:val="16"/>
        </w:rPr>
        <w:t xml:space="preserve">nited </w:t>
      </w:r>
      <w:r w:rsidRPr="003A5711">
        <w:rPr>
          <w:bCs/>
          <w:u w:val="single"/>
        </w:rPr>
        <w:t>S</w:t>
      </w:r>
      <w:r w:rsidRPr="003A5711">
        <w:rPr>
          <w:sz w:val="16"/>
        </w:rPr>
        <w:t xml:space="preserve">tates. </w:t>
      </w:r>
      <w:r w:rsidRPr="003A5711">
        <w:rPr>
          <w:bCs/>
          <w:u w:val="single"/>
        </w:rPr>
        <w:t>Although Obama ordered Guantanamo to be closed</w:t>
      </w:r>
      <w:r w:rsidRPr="003A5711">
        <w:rPr>
          <w:sz w:val="16"/>
        </w:rPr>
        <w:t xml:space="preserve"> by January 22, 2010, </w:t>
      </w:r>
      <w:r w:rsidRPr="003A5711">
        <w:rPr>
          <w:bCs/>
          <w:u w:val="single"/>
        </w:rPr>
        <w:t>the facility remains open as of January 2013, and many analysts say it is likely to stay in operation for an extended period</w:t>
      </w:r>
      <w:r w:rsidRPr="003A5711">
        <w:rPr>
          <w:sz w:val="16"/>
        </w:rPr>
        <w:t>.</w:t>
      </w:r>
    </w:p>
    <w:p w:rsidR="003A5711" w:rsidRPr="003A5711" w:rsidRDefault="003A5711" w:rsidP="003A5711">
      <w:pPr>
        <w:rPr>
          <w:bCs/>
          <w:u w:val="single"/>
        </w:rPr>
      </w:pPr>
      <w:proofErr w:type="gramStart"/>
      <w:r w:rsidRPr="003A5711">
        <w:rPr>
          <w:b/>
          <w:iCs/>
          <w:highlight w:val="yellow"/>
          <w:u w:val="single"/>
          <w:bdr w:val="single" w:sz="4" w:space="0" w:color="auto"/>
        </w:rPr>
        <w:t>Cuban exile community</w:t>
      </w:r>
      <w:r w:rsidRPr="003A5711">
        <w:rPr>
          <w:bCs/>
          <w:u w:val="single"/>
        </w:rPr>
        <w:t>.</w:t>
      </w:r>
      <w:proofErr w:type="gramEnd"/>
      <w:r w:rsidRPr="003A5711">
        <w:rPr>
          <w:bCs/>
          <w:u w:val="single"/>
        </w:rPr>
        <w:t xml:space="preserve"> </w:t>
      </w:r>
      <w:r w:rsidRPr="003A5711">
        <w:rPr>
          <w:bCs/>
          <w:highlight w:val="yellow"/>
          <w:u w:val="single"/>
        </w:rPr>
        <w:t xml:space="preserve">The Cuban-American community in southern Florida </w:t>
      </w:r>
      <w:r w:rsidRPr="003A5711">
        <w:rPr>
          <w:bCs/>
          <w:u w:val="single"/>
        </w:rPr>
        <w:t>traditionally</w:t>
      </w:r>
      <w:r w:rsidRPr="003A5711">
        <w:rPr>
          <w:bCs/>
          <w:highlight w:val="yellow"/>
          <w:u w:val="single"/>
        </w:rPr>
        <w:t xml:space="preserve"> has heavily influenced U.S. policy with Cuba. </w:t>
      </w:r>
      <w:r w:rsidRPr="003A5711">
        <w:rPr>
          <w:bCs/>
          <w:u w:val="single"/>
        </w:rPr>
        <w:t>Both political parties fear alienating a strong voting bloc in an important swing state in presidential elections.</w:t>
      </w:r>
    </w:p>
    <w:p w:rsidR="003A5711" w:rsidRPr="003A5711" w:rsidRDefault="003A5711" w:rsidP="003A5711">
      <w:pPr>
        <w:pStyle w:val="Heading4"/>
      </w:pPr>
      <w:proofErr w:type="gramStart"/>
      <w:r w:rsidRPr="003A5711">
        <w:t>2. Not reverse causal – removing the embargo isn’t sufficient to normalize relations.</w:t>
      </w:r>
      <w:proofErr w:type="gramEnd"/>
      <w:r w:rsidRPr="003A5711">
        <w:t xml:space="preserve"> Brazil and Venezuela oppose US manipulation of their markets, including agricultural subsidies. Hemisphere wide cooperation will never emerge. </w:t>
      </w:r>
    </w:p>
    <w:p w:rsidR="003A5711" w:rsidRPr="003A5711" w:rsidRDefault="003A5711" w:rsidP="003A5711">
      <w:pPr>
        <w:keepNext/>
        <w:keepLines/>
        <w:spacing w:before="200"/>
        <w:outlineLvl w:val="3"/>
        <w:rPr>
          <w:rFonts w:eastAsiaTheme="majorEastAsia" w:cstheme="majorBidi"/>
          <w:b/>
          <w:bCs/>
          <w:iCs/>
        </w:rPr>
      </w:pPr>
      <w:r w:rsidRPr="003A5711">
        <w:rPr>
          <w:rFonts w:eastAsiaTheme="majorEastAsia" w:cstheme="majorBidi"/>
          <w:b/>
          <w:bCs/>
          <w:iCs/>
        </w:rPr>
        <w:t xml:space="preserve">3. </w:t>
      </w:r>
      <w:r w:rsidRPr="003A5711">
        <w:rPr>
          <w:rFonts w:eastAsiaTheme="majorEastAsia" w:cstheme="majorBidi"/>
          <w:b/>
          <w:bCs/>
          <w:iCs/>
          <w:u w:val="single"/>
        </w:rPr>
        <w:t>Soft power doesn’t solve</w:t>
      </w:r>
      <w:r w:rsidRPr="003A5711">
        <w:rPr>
          <w:rFonts w:eastAsiaTheme="majorEastAsia" w:cstheme="majorBidi"/>
          <w:b/>
          <w:bCs/>
          <w:iCs/>
        </w:rPr>
        <w:t xml:space="preserve">—increases resentment for the “uncivilized” </w:t>
      </w:r>
    </w:p>
    <w:p w:rsidR="003A5711" w:rsidRPr="003A5711" w:rsidRDefault="003A5711" w:rsidP="003A5711">
      <w:r w:rsidRPr="003A5711">
        <w:rPr>
          <w:b/>
          <w:bCs/>
        </w:rPr>
        <w:t>Gray 11</w:t>
      </w:r>
      <w:r w:rsidRPr="003A5711">
        <w:t>—Professor of International Politics and Strategic Studies at the University of Reading, England [Colin S., April, “HARD POWER AND SOFT POWER: THE UTILITY OF MILITARY FORCE AS AN INSTRUMENT OF POLICY IN THE 21ST CENTURY,” Published by Strategic Studies Institute]</w:t>
      </w:r>
    </w:p>
    <w:p w:rsidR="003A5711" w:rsidRPr="003A5711" w:rsidRDefault="003A5711" w:rsidP="003A5711"/>
    <w:p w:rsidR="003A5711" w:rsidRPr="003A5711" w:rsidRDefault="003A5711" w:rsidP="003A5711">
      <w:pPr>
        <w:rPr>
          <w:sz w:val="16"/>
        </w:rPr>
      </w:pPr>
      <w:r w:rsidRPr="003A5711">
        <w:rPr>
          <w:bCs/>
          <w:u w:val="single"/>
        </w:rPr>
        <w:t>An inherent</w:t>
      </w:r>
      <w:r w:rsidRPr="003A5711">
        <w:rPr>
          <w:sz w:val="16"/>
        </w:rPr>
        <w:t xml:space="preserve"> and unavoidable </w:t>
      </w:r>
      <w:r w:rsidRPr="003A5711">
        <w:rPr>
          <w:bCs/>
          <w:u w:val="single"/>
        </w:rPr>
        <w:t xml:space="preserve">problem with a country’s soft power is that it is near certain to be </w:t>
      </w:r>
      <w:proofErr w:type="spellStart"/>
      <w:r w:rsidRPr="003A5711">
        <w:rPr>
          <w:bCs/>
          <w:u w:val="single"/>
        </w:rPr>
        <w:t>misassessed</w:t>
      </w:r>
      <w:proofErr w:type="spellEnd"/>
      <w:r w:rsidRPr="003A5711">
        <w:rPr>
          <w:bCs/>
          <w:u w:val="single"/>
        </w:rPr>
        <w:t xml:space="preserve"> by </w:t>
      </w:r>
      <w:r w:rsidRPr="003A5711">
        <w:rPr>
          <w:sz w:val="16"/>
        </w:rPr>
        <w:t>the</w:t>
      </w:r>
      <w:r w:rsidRPr="003A5711">
        <w:rPr>
          <w:bCs/>
          <w:u w:val="single"/>
        </w:rPr>
        <w:t xml:space="preserve"> politicians</w:t>
      </w:r>
      <w:r w:rsidRPr="003A5711">
        <w:rPr>
          <w:sz w:val="16"/>
        </w:rPr>
        <w:t xml:space="preserve"> </w:t>
      </w:r>
      <w:r w:rsidRPr="003A5711">
        <w:rPr>
          <w:bCs/>
          <w:u w:val="single"/>
        </w:rPr>
        <w:t>who attempt to govern soft power’s societal owners and carriers</w:t>
      </w:r>
      <w:r w:rsidRPr="003A5711">
        <w:rPr>
          <w:sz w:val="16"/>
        </w:rPr>
        <w:t xml:space="preserve">. </w:t>
      </w:r>
      <w:r w:rsidRPr="003A5711">
        <w:rPr>
          <w:sz w:val="16"/>
          <w:szCs w:val="16"/>
        </w:rPr>
        <w:t xml:space="preserve">Few thoroughly </w:t>
      </w:r>
      <w:proofErr w:type="spellStart"/>
      <w:r w:rsidRPr="003A5711">
        <w:rPr>
          <w:sz w:val="16"/>
          <w:szCs w:val="16"/>
        </w:rPr>
        <w:t>encultured</w:t>
      </w:r>
      <w:proofErr w:type="spellEnd"/>
      <w:r w:rsidRPr="003A5711">
        <w:rPr>
          <w:sz w:val="16"/>
          <w:szCs w:val="16"/>
        </w:rPr>
        <w:t xml:space="preserve"> Americans are likely to undervalue “the American way” in many of its aspects as a potent source of friendly self-co-option abroad. Often, this self-flattering appreciation will be well justified in reality. But as an already existing instrument of American policy, the soft power of ideas and practical example is fraught with the perils of self-delusion. If one adheres to an ideology that is a heady mixture of Christian ethics (“one nation, under God . . .”), democratic principles, and free market orthodoxy, and if one is an American, which is to say if one is a citizen of a somewhat hegemonic world power that undeniably has enjoyed a notably successful historical passage to date, then it is natural to confuse the national ideology with a universal creed. Such confusion is only partial, but nonetheless it is sufficiently damaging as to be a danger to national strategy. </w:t>
      </w:r>
      <w:r w:rsidRPr="003A5711">
        <w:rPr>
          <w:sz w:val="16"/>
        </w:rPr>
        <w:t xml:space="preserve">Since </w:t>
      </w:r>
      <w:r w:rsidRPr="003A5711">
        <w:rPr>
          <w:bCs/>
          <w:highlight w:val="yellow"/>
          <w:u w:val="single"/>
        </w:rPr>
        <w:t>it is fallacious to assume that American values</w:t>
      </w:r>
      <w:r w:rsidRPr="003A5711">
        <w:rPr>
          <w:bCs/>
          <w:u w:val="single"/>
        </w:rPr>
        <w:t xml:space="preserve"> truly </w:t>
      </w:r>
      <w:r w:rsidRPr="003A5711">
        <w:rPr>
          <w:bCs/>
          <w:highlight w:val="yellow"/>
          <w:u w:val="single"/>
        </w:rPr>
        <w:t>are universal, the</w:t>
      </w:r>
      <w:r w:rsidRPr="003A5711">
        <w:rPr>
          <w:bCs/>
          <w:u w:val="single"/>
        </w:rPr>
        <w:t xml:space="preserve"> domain of high relevance and </w:t>
      </w:r>
      <w:r w:rsidRPr="003A5711">
        <w:rPr>
          <w:bCs/>
          <w:highlight w:val="yellow"/>
          <w:u w:val="single"/>
        </w:rPr>
        <w:t>scope for</w:t>
      </w:r>
      <w:r w:rsidRPr="003A5711">
        <w:rPr>
          <w:bCs/>
          <w:u w:val="single"/>
        </w:rPr>
        <w:t xml:space="preserve"> American </w:t>
      </w:r>
      <w:r w:rsidRPr="003A5711">
        <w:rPr>
          <w:bCs/>
          <w:highlight w:val="yellow"/>
          <w:u w:val="single"/>
        </w:rPr>
        <w:t>soft power</w:t>
      </w:r>
      <w:r w:rsidRPr="003A5711">
        <w:rPr>
          <w:bCs/>
          <w:u w:val="single"/>
        </w:rPr>
        <w:t xml:space="preserve"> to be influential </w:t>
      </w:r>
      <w:r w:rsidRPr="003A5711">
        <w:rPr>
          <w:bCs/>
          <w:highlight w:val="yellow"/>
          <w:u w:val="single"/>
        </w:rPr>
        <w:t>is</w:t>
      </w:r>
      <w:r w:rsidRPr="003A5711">
        <w:rPr>
          <w:bCs/>
          <w:u w:val="single"/>
        </w:rPr>
        <w:t xml:space="preserve"> distinctly </w:t>
      </w:r>
      <w:r w:rsidRPr="003A5711">
        <w:rPr>
          <w:bCs/>
          <w:highlight w:val="yellow"/>
          <w:u w:val="single"/>
        </w:rPr>
        <w:t>limited. If one places</w:t>
      </w:r>
      <w:r w:rsidRPr="003A5711">
        <w:rPr>
          <w:bCs/>
          <w:u w:val="single"/>
        </w:rPr>
        <w:t xml:space="preserve"> major policy </w:t>
      </w:r>
      <w:r w:rsidRPr="003A5711">
        <w:rPr>
          <w:bCs/>
          <w:highlight w:val="yellow"/>
          <w:u w:val="single"/>
        </w:rPr>
        <w:t>weight on</w:t>
      </w:r>
      <w:r w:rsidRPr="003A5711">
        <w:rPr>
          <w:bCs/>
          <w:u w:val="single"/>
        </w:rPr>
        <w:t xml:space="preserve"> the </w:t>
      </w:r>
      <w:r w:rsidRPr="003A5711">
        <w:rPr>
          <w:sz w:val="16"/>
        </w:rPr>
        <w:t>putative</w:t>
      </w:r>
      <w:r w:rsidRPr="003A5711">
        <w:rPr>
          <w:bCs/>
          <w:u w:val="single"/>
        </w:rPr>
        <w:t xml:space="preserve"> value</w:t>
      </w:r>
      <w:r w:rsidRPr="003A5711">
        <w:rPr>
          <w:sz w:val="16"/>
        </w:rPr>
        <w:t xml:space="preserve"> </w:t>
      </w:r>
      <w:r w:rsidRPr="003A5711">
        <w:rPr>
          <w:bCs/>
          <w:u w:val="single"/>
        </w:rPr>
        <w:t>for</w:t>
      </w:r>
      <w:r w:rsidRPr="003A5711">
        <w:rPr>
          <w:sz w:val="16"/>
        </w:rPr>
        <w:t xml:space="preserve"> policy of American </w:t>
      </w:r>
      <w:r w:rsidRPr="003A5711">
        <w:rPr>
          <w:bCs/>
          <w:highlight w:val="yellow"/>
          <w:u w:val="single"/>
        </w:rPr>
        <w:t>soft power, one needs to be</w:t>
      </w:r>
      <w:r w:rsidRPr="003A5711">
        <w:rPr>
          <w:bCs/>
          <w:u w:val="single"/>
        </w:rPr>
        <w:t xml:space="preserve"> acutely </w:t>
      </w:r>
      <w:r w:rsidRPr="003A5711">
        <w:rPr>
          <w:bCs/>
          <w:highlight w:val="yellow"/>
          <w:u w:val="single"/>
        </w:rPr>
        <w:t>alert to</w:t>
      </w:r>
      <w:r w:rsidRPr="003A5711">
        <w:rPr>
          <w:bCs/>
          <w:u w:val="single"/>
        </w:rPr>
        <w:t xml:space="preserve"> the dangers of an under-recognized </w:t>
      </w:r>
      <w:r w:rsidRPr="003A5711">
        <w:rPr>
          <w:bCs/>
          <w:highlight w:val="yellow"/>
          <w:u w:val="single"/>
        </w:rPr>
        <w:t>ethnocentrism</w:t>
      </w:r>
      <w:r w:rsidRPr="003A5711">
        <w:rPr>
          <w:bCs/>
          <w:u w:val="single"/>
        </w:rPr>
        <w:t xml:space="preserve"> born of cultural ignorance</w:t>
      </w:r>
      <w:r w:rsidRPr="003A5711">
        <w:rPr>
          <w:sz w:val="16"/>
        </w:rPr>
        <w:t xml:space="preserve">. </w:t>
      </w:r>
      <w:r w:rsidRPr="003A5711">
        <w:rPr>
          <w:bCs/>
          <w:highlight w:val="yellow"/>
          <w:u w:val="single"/>
        </w:rPr>
        <w:t>This</w:t>
      </w:r>
      <w:r w:rsidRPr="003A5711">
        <w:rPr>
          <w:sz w:val="16"/>
        </w:rPr>
        <w:t xml:space="preserve"> ignorance </w:t>
      </w:r>
      <w:r w:rsidRPr="003A5711">
        <w:rPr>
          <w:bCs/>
          <w:highlight w:val="yellow"/>
          <w:u w:val="single"/>
        </w:rPr>
        <w:t>breeds an arrogant disdain for evidence of foreigners’ lack of interest</w:t>
      </w:r>
      <w:r w:rsidRPr="003A5711">
        <w:rPr>
          <w:bCs/>
          <w:u w:val="single"/>
        </w:rPr>
        <w:t xml:space="preserve"> in being coopted to join American civilization</w:t>
      </w:r>
      <w:r w:rsidRPr="003A5711">
        <w:rPr>
          <w:sz w:val="16"/>
        </w:rPr>
        <w:t xml:space="preserve">. </w:t>
      </w:r>
      <w:r w:rsidRPr="003A5711">
        <w:rPr>
          <w:bCs/>
          <w:highlight w:val="yellow"/>
          <w:u w:val="single"/>
        </w:rPr>
        <w:t>The result</w:t>
      </w:r>
      <w:r w:rsidRPr="003A5711">
        <w:rPr>
          <w:sz w:val="16"/>
        </w:rPr>
        <w:t xml:space="preserve"> of such arrogance predictably </w:t>
      </w:r>
      <w:r w:rsidRPr="003A5711">
        <w:rPr>
          <w:bCs/>
          <w:highlight w:val="yellow"/>
          <w:u w:val="single"/>
        </w:rPr>
        <w:t>is</w:t>
      </w:r>
      <w:r w:rsidRPr="003A5711">
        <w:rPr>
          <w:sz w:val="16"/>
        </w:rPr>
        <w:t xml:space="preserve"> political and even </w:t>
      </w:r>
      <w:r w:rsidRPr="003A5711">
        <w:rPr>
          <w:bCs/>
          <w:highlight w:val="yellow"/>
          <w:u w:val="single"/>
        </w:rPr>
        <w:t>military</w:t>
      </w:r>
      <w:r w:rsidRPr="003A5711">
        <w:rPr>
          <w:bCs/>
          <w:u w:val="single"/>
        </w:rPr>
        <w:t xml:space="preserve"> strategic </w:t>
      </w:r>
      <w:proofErr w:type="spellStart"/>
      <w:r w:rsidRPr="003A5711">
        <w:rPr>
          <w:bCs/>
          <w:highlight w:val="yellow"/>
          <w:u w:val="single"/>
        </w:rPr>
        <w:t>counterreaction</w:t>
      </w:r>
      <w:proofErr w:type="spellEnd"/>
      <w:r w:rsidRPr="003A5711">
        <w:rPr>
          <w:sz w:val="16"/>
          <w:highlight w:val="yellow"/>
        </w:rPr>
        <w:t>.</w:t>
      </w:r>
      <w:r w:rsidRPr="003A5711">
        <w:rPr>
          <w:sz w:val="16"/>
        </w:rPr>
        <w:t xml:space="preserve"> </w:t>
      </w:r>
      <w:r w:rsidRPr="003A5711">
        <w:rPr>
          <w:bCs/>
          <w:u w:val="single"/>
        </w:rPr>
        <w:t xml:space="preserve">It is a case of good intentions gone bad when they are pursued with indifference toward the local cultural context. </w:t>
      </w:r>
      <w:r w:rsidRPr="003A5711">
        <w:rPr>
          <w:sz w:val="16"/>
        </w:rPr>
        <w:t xml:space="preserve">Some people have difficulty grasping the unpalatable fact that </w:t>
      </w:r>
      <w:r w:rsidRPr="003A5711">
        <w:rPr>
          <w:bCs/>
          <w:u w:val="single"/>
        </w:rPr>
        <w:t xml:space="preserve">much of the world is not receptive to any American soft power that attempts to woo it to the side of American interests. </w:t>
      </w:r>
      <w:r w:rsidRPr="003A5711">
        <w:rPr>
          <w:bCs/>
          <w:highlight w:val="yellow"/>
          <w:u w:val="single"/>
        </w:rPr>
        <w:t>Not all rivalries are resolvable by ideas</w:t>
      </w:r>
      <w:r w:rsidRPr="003A5711">
        <w:rPr>
          <w:bCs/>
          <w:u w:val="single"/>
        </w:rPr>
        <w:t xml:space="preserve">, formulas, or “deals” </w:t>
      </w:r>
      <w:r w:rsidRPr="003A5711">
        <w:rPr>
          <w:bCs/>
          <w:highlight w:val="yellow"/>
          <w:u w:val="single"/>
        </w:rPr>
        <w:t>that seem fair</w:t>
      </w:r>
      <w:r w:rsidRPr="003A5711">
        <w:rPr>
          <w:bCs/>
          <w:u w:val="single"/>
        </w:rPr>
        <w:t xml:space="preserve"> and equitable </w:t>
      </w:r>
      <w:r w:rsidRPr="003A5711">
        <w:rPr>
          <w:bCs/>
          <w:highlight w:val="yellow"/>
          <w:u w:val="single"/>
        </w:rPr>
        <w:t>to us</w:t>
      </w:r>
      <w:r w:rsidRPr="003A5711">
        <w:rPr>
          <w:sz w:val="16"/>
          <w:highlight w:val="yellow"/>
        </w:rPr>
        <w:t>.</w:t>
      </w:r>
      <w:r w:rsidRPr="003A5711">
        <w:rPr>
          <w:sz w:val="16"/>
        </w:rPr>
        <w:t xml:space="preserve"> There are conflicts wherein the struggle is the message, to misquote Marshal </w:t>
      </w:r>
      <w:proofErr w:type="spellStart"/>
      <w:r w:rsidRPr="003A5711">
        <w:rPr>
          <w:sz w:val="16"/>
        </w:rPr>
        <w:t>MacLuhan</w:t>
      </w:r>
      <w:proofErr w:type="spellEnd"/>
      <w:r w:rsidRPr="003A5711">
        <w:rPr>
          <w:sz w:val="16"/>
        </w:rPr>
        <w:t xml:space="preserve">, with value in the eyes of local belligerents. </w:t>
      </w:r>
      <w:r w:rsidRPr="003A5711">
        <w:rPr>
          <w:bCs/>
          <w:highlight w:val="yellow"/>
          <w:u w:val="single"/>
        </w:rPr>
        <w:t>Not all</w:t>
      </w:r>
      <w:r w:rsidRPr="003A5711">
        <w:rPr>
          <w:bCs/>
          <w:u w:val="single"/>
        </w:rPr>
        <w:t xml:space="preserve"> local </w:t>
      </w:r>
      <w:r w:rsidRPr="003A5711">
        <w:rPr>
          <w:bCs/>
          <w:highlight w:val="yellow"/>
          <w:u w:val="single"/>
        </w:rPr>
        <w:t>conflicts</w:t>
      </w:r>
      <w:r w:rsidRPr="003A5711">
        <w:rPr>
          <w:bCs/>
          <w:u w:val="single"/>
        </w:rPr>
        <w:t xml:space="preserve"> around the world </w:t>
      </w:r>
      <w:r w:rsidRPr="003A5711">
        <w:rPr>
          <w:bCs/>
          <w:highlight w:val="yellow"/>
          <w:u w:val="single"/>
        </w:rPr>
        <w:t>are amenable to</w:t>
      </w:r>
      <w:r w:rsidRPr="003A5711">
        <w:rPr>
          <w:bCs/>
          <w:u w:val="single"/>
        </w:rPr>
        <w:t xml:space="preserve"> the calming effect </w:t>
      </w:r>
      <w:r w:rsidRPr="003A5711">
        <w:rPr>
          <w:bCs/>
          <w:highlight w:val="yellow"/>
          <w:u w:val="single"/>
        </w:rPr>
        <w:t>of American soft power</w:t>
      </w:r>
      <w:r w:rsidRPr="003A5711">
        <w:rPr>
          <w:bCs/>
          <w:u w:val="single"/>
        </w:rPr>
        <w:t>.</w:t>
      </w:r>
      <w:r w:rsidRPr="003A5711">
        <w:rPr>
          <w:sz w:val="16"/>
        </w:rPr>
        <w:t xml:space="preserve"> </w:t>
      </w:r>
      <w:proofErr w:type="gramStart"/>
      <w:r w:rsidRPr="003A5711">
        <w:rPr>
          <w:bCs/>
          <w:u w:val="single"/>
        </w:rPr>
        <w:t>True militarists of left and right, secular and religious, find intrinsic value in struggle and warfare</w:t>
      </w:r>
      <w:r w:rsidRPr="003A5711">
        <w:rPr>
          <w:sz w:val="16"/>
        </w:rPr>
        <w:t>, as A. J. Coates has explained all too clearly.</w:t>
      </w:r>
      <w:proofErr w:type="gramEnd"/>
      <w:r w:rsidRPr="003A5711">
        <w:rPr>
          <w:sz w:val="16"/>
        </w:rPr>
        <w:t xml:space="preserve"> The </w:t>
      </w:r>
      <w:proofErr w:type="spellStart"/>
      <w:r w:rsidRPr="003A5711">
        <w:rPr>
          <w:sz w:val="16"/>
        </w:rPr>
        <w:t>self-fulfilment</w:t>
      </w:r>
      <w:proofErr w:type="spellEnd"/>
      <w:r w:rsidRPr="003A5711">
        <w:rPr>
          <w:sz w:val="16"/>
        </w:rPr>
        <w:t xml:space="preserve"> and self-satisfaction that war generates derive in part from the religious or ideological significance attributed to it and from the resultant sense of participating in some grand design. It may be, however, that the experience of war comes to be prized for its own sake and not just for the great ends that it serves or promotes. For many, the excitement unique to war makes </w:t>
      </w:r>
      <w:r w:rsidRPr="003A5711">
        <w:rPr>
          <w:sz w:val="16"/>
        </w:rPr>
        <w:lastRenderedPageBreak/>
        <w:t>pacific pursuits seem insipid by comparison. This understanding and experience of moral, psychological, and emotional self-fulfillment increase our tolerance for war and threaten its moral regulation. It transforms war from an instrumental into an expressive activity.</w:t>
      </w:r>
      <w:r w:rsidRPr="003A5711">
        <w:rPr>
          <w:sz w:val="16"/>
          <w:szCs w:val="12"/>
        </w:rPr>
        <w:t xml:space="preserve">49 </w:t>
      </w:r>
      <w:proofErr w:type="gramStart"/>
      <w:r w:rsidRPr="003A5711">
        <w:rPr>
          <w:bCs/>
          <w:u w:val="single"/>
        </w:rPr>
        <w:t>It</w:t>
      </w:r>
      <w:proofErr w:type="gramEnd"/>
      <w:r w:rsidRPr="003A5711">
        <w:rPr>
          <w:bCs/>
          <w:u w:val="single"/>
        </w:rPr>
        <w:t xml:space="preserve"> is foolish to believe that every conflict contains the seeds of its own resolution, merely awaiting suitable watering through co-option by soft power</w:t>
      </w:r>
      <w:r w:rsidRPr="003A5711">
        <w:rPr>
          <w:sz w:val="16"/>
        </w:rPr>
        <w:t>. To be fair, similarly unreasonable faith in the disciplinary value of (American) military force is also to be deplored.</w:t>
      </w:r>
    </w:p>
    <w:p w:rsidR="003A5711" w:rsidRPr="003A5711" w:rsidRDefault="003A5711" w:rsidP="003A5711">
      <w:pPr>
        <w:keepNext/>
        <w:keepLines/>
        <w:spacing w:before="200"/>
        <w:outlineLvl w:val="3"/>
        <w:rPr>
          <w:rFonts w:eastAsiaTheme="majorEastAsia" w:cstheme="majorBidi"/>
          <w:b/>
          <w:bCs/>
          <w:iCs/>
        </w:rPr>
      </w:pPr>
      <w:r w:rsidRPr="003A5711">
        <w:rPr>
          <w:rFonts w:eastAsiaTheme="majorEastAsia" w:cstheme="majorBidi"/>
          <w:b/>
          <w:bCs/>
          <w:iCs/>
        </w:rPr>
        <w:t xml:space="preserve">4. </w:t>
      </w:r>
      <w:r w:rsidRPr="003A5711">
        <w:rPr>
          <w:rFonts w:eastAsiaTheme="majorEastAsia" w:cstheme="majorBidi"/>
          <w:b/>
          <w:bCs/>
          <w:iCs/>
          <w:u w:val="single"/>
        </w:rPr>
        <w:t>No spillover globally</w:t>
      </w:r>
      <w:r w:rsidRPr="003A5711">
        <w:rPr>
          <w:rFonts w:eastAsiaTheme="majorEastAsia" w:cstheme="majorBidi"/>
          <w:b/>
          <w:bCs/>
          <w:iCs/>
        </w:rPr>
        <w:t xml:space="preserve"> – Cuba is a regional actor. US drones policy in Pakistan is more important in South Asia, and our support of Taiwan destroys influence with China. The Middle East is divided, with little US influence on unstable actors such as Iran. </w:t>
      </w:r>
    </w:p>
    <w:p w:rsidR="003A5711" w:rsidRPr="003A5711" w:rsidRDefault="003A5711" w:rsidP="003A5711">
      <w:pPr>
        <w:keepNext/>
        <w:keepLines/>
        <w:spacing w:before="200"/>
        <w:outlineLvl w:val="3"/>
        <w:rPr>
          <w:rFonts w:eastAsiaTheme="majorEastAsia" w:cstheme="majorBidi"/>
          <w:b/>
          <w:bCs/>
          <w:iCs/>
        </w:rPr>
      </w:pPr>
      <w:r w:rsidRPr="003A5711">
        <w:rPr>
          <w:rFonts w:eastAsiaTheme="majorEastAsia" w:cstheme="majorBidi"/>
          <w:b/>
          <w:bCs/>
          <w:iCs/>
        </w:rPr>
        <w:t xml:space="preserve">5. </w:t>
      </w:r>
      <w:r w:rsidRPr="003A5711">
        <w:rPr>
          <w:rFonts w:eastAsiaTheme="majorEastAsia" w:cstheme="majorBidi"/>
          <w:b/>
          <w:bCs/>
          <w:iCs/>
          <w:u w:val="single"/>
        </w:rPr>
        <w:t xml:space="preserve">No </w:t>
      </w:r>
      <w:proofErr w:type="spellStart"/>
      <w:r w:rsidRPr="003A5711">
        <w:rPr>
          <w:rFonts w:eastAsiaTheme="majorEastAsia" w:cstheme="majorBidi"/>
          <w:b/>
          <w:bCs/>
          <w:iCs/>
          <w:u w:val="single"/>
        </w:rPr>
        <w:t>Heg</w:t>
      </w:r>
      <w:proofErr w:type="spellEnd"/>
      <w:r w:rsidRPr="003A5711">
        <w:rPr>
          <w:rFonts w:eastAsiaTheme="majorEastAsia" w:cstheme="majorBidi"/>
          <w:b/>
          <w:bCs/>
          <w:iCs/>
          <w:u w:val="single"/>
        </w:rPr>
        <w:t xml:space="preserve"> Impact</w:t>
      </w:r>
      <w:r w:rsidRPr="003A5711">
        <w:rPr>
          <w:rFonts w:eastAsiaTheme="majorEastAsia" w:cstheme="majorBidi"/>
          <w:b/>
          <w:bCs/>
          <w:iCs/>
        </w:rPr>
        <w:t xml:space="preserve"> - It doesn’t reduce conflicts</w:t>
      </w:r>
    </w:p>
    <w:p w:rsidR="003A5711" w:rsidRPr="003A5711" w:rsidRDefault="003A5711" w:rsidP="003A5711">
      <w:proofErr w:type="spellStart"/>
      <w:r w:rsidRPr="003A5711">
        <w:rPr>
          <w:b/>
          <w:bCs/>
          <w:sz w:val="24"/>
        </w:rPr>
        <w:t>Fettweis</w:t>
      </w:r>
      <w:proofErr w:type="spellEnd"/>
      <w:r w:rsidRPr="003A5711">
        <w:rPr>
          <w:b/>
          <w:bCs/>
          <w:sz w:val="24"/>
        </w:rPr>
        <w:t xml:space="preserve"> 10</w:t>
      </w:r>
      <w:r w:rsidRPr="003A5711">
        <w:t xml:space="preserve">—Professor of national security affairs @ U.S. Naval War College [Christopher J. </w:t>
      </w:r>
      <w:proofErr w:type="spellStart"/>
      <w:r w:rsidRPr="003A5711">
        <w:t>Fettweis</w:t>
      </w:r>
      <w:proofErr w:type="spellEnd"/>
      <w:r w:rsidRPr="003A5711">
        <w:t>, “Threat and Anxiety in US Foreign Policy,</w:t>
      </w:r>
      <w:proofErr w:type="gramStart"/>
      <w:r w:rsidRPr="003A5711">
        <w:t xml:space="preserve">”  </w:t>
      </w:r>
      <w:r w:rsidRPr="003A5711">
        <w:rPr>
          <w:i/>
        </w:rPr>
        <w:t>Survival</w:t>
      </w:r>
      <w:proofErr w:type="gramEnd"/>
      <w:r w:rsidRPr="003A5711">
        <w:t>, Volume 52, Issue 2 April 2010 , pages 59—82//</w:t>
      </w:r>
      <w:proofErr w:type="spellStart"/>
      <w:r w:rsidRPr="003A5711">
        <w:t>informaworld</w:t>
      </w:r>
      <w:proofErr w:type="spellEnd"/>
      <w:r w:rsidRPr="003A5711">
        <w:t>]</w:t>
      </w:r>
    </w:p>
    <w:p w:rsidR="003A5711" w:rsidRPr="003A5711" w:rsidRDefault="003A5711" w:rsidP="003A5711"/>
    <w:p w:rsidR="003A5711" w:rsidRPr="003A5711" w:rsidRDefault="003A5711" w:rsidP="003A5711">
      <w:pPr>
        <w:rPr>
          <w:bCs/>
          <w:u w:val="single"/>
        </w:rPr>
      </w:pPr>
      <w:r w:rsidRPr="003A5711">
        <w:rPr>
          <w:sz w:val="16"/>
        </w:rPr>
        <w:t xml:space="preserve">One potential explanation </w:t>
      </w:r>
      <w:r w:rsidRPr="003A5711">
        <w:rPr>
          <w:bCs/>
          <w:u w:val="single"/>
        </w:rPr>
        <w:t>for</w:t>
      </w:r>
      <w:r w:rsidRPr="003A5711">
        <w:rPr>
          <w:sz w:val="16"/>
        </w:rPr>
        <w:t xml:space="preserve"> the growth of </w:t>
      </w:r>
      <w:r w:rsidRPr="003A5711">
        <w:rPr>
          <w:bCs/>
          <w:u w:val="single"/>
        </w:rPr>
        <w:t>global peace</w:t>
      </w:r>
      <w:r w:rsidRPr="003A5711">
        <w:rPr>
          <w:sz w:val="16"/>
        </w:rPr>
        <w:t xml:space="preserve"> can be dismissed fairly quickly: </w:t>
      </w:r>
      <w:r w:rsidRPr="003A5711">
        <w:rPr>
          <w:bCs/>
          <w:u w:val="single"/>
        </w:rPr>
        <w:t>US actions do not seem to have contributed much.</w:t>
      </w:r>
      <w:r w:rsidRPr="003A5711">
        <w:rPr>
          <w:sz w:val="16"/>
        </w:rPr>
        <w:t xml:space="preserve"> The limited evidence suggests that </w:t>
      </w:r>
      <w:r w:rsidRPr="003A5711">
        <w:rPr>
          <w:bCs/>
          <w:highlight w:val="yellow"/>
          <w:u w:val="single"/>
        </w:rPr>
        <w:t xml:space="preserve">there is little reason to believe in the </w:t>
      </w:r>
      <w:proofErr w:type="spellStart"/>
      <w:r w:rsidRPr="003A5711">
        <w:rPr>
          <w:bCs/>
          <w:highlight w:val="yellow"/>
          <w:u w:val="single"/>
        </w:rPr>
        <w:t>stabilising</w:t>
      </w:r>
      <w:proofErr w:type="spellEnd"/>
      <w:r w:rsidRPr="003A5711">
        <w:rPr>
          <w:bCs/>
          <w:highlight w:val="yellow"/>
          <w:u w:val="single"/>
        </w:rPr>
        <w:t xml:space="preserve"> power of the US hegemon</w:t>
      </w:r>
      <w:r w:rsidRPr="003A5711">
        <w:rPr>
          <w:bCs/>
          <w:u w:val="single"/>
        </w:rPr>
        <w:t>,</w:t>
      </w:r>
      <w:r w:rsidRPr="003A5711">
        <w:rPr>
          <w:sz w:val="16"/>
        </w:rPr>
        <w:t xml:space="preserve"> and that there is no relation between the relative level of American activism and international stability. </w:t>
      </w:r>
      <w:r w:rsidRPr="003A5711">
        <w:rPr>
          <w:bCs/>
          <w:highlight w:val="yellow"/>
          <w:u w:val="single"/>
        </w:rPr>
        <w:t>During the</w:t>
      </w:r>
      <w:r w:rsidRPr="003A5711">
        <w:rPr>
          <w:bCs/>
          <w:u w:val="single"/>
        </w:rPr>
        <w:t xml:space="preserve"> </w:t>
      </w:r>
      <w:r w:rsidRPr="003A5711">
        <w:rPr>
          <w:sz w:val="16"/>
        </w:rPr>
        <w:t>19</w:t>
      </w:r>
      <w:r w:rsidRPr="003A5711">
        <w:rPr>
          <w:bCs/>
          <w:highlight w:val="yellow"/>
          <w:u w:val="single"/>
        </w:rPr>
        <w:t>90s, the U</w:t>
      </w:r>
      <w:r w:rsidRPr="003A5711">
        <w:rPr>
          <w:sz w:val="16"/>
        </w:rPr>
        <w:t xml:space="preserve">nited </w:t>
      </w:r>
      <w:r w:rsidRPr="003A5711">
        <w:rPr>
          <w:bCs/>
          <w:highlight w:val="yellow"/>
          <w:u w:val="single"/>
        </w:rPr>
        <w:t>S</w:t>
      </w:r>
      <w:r w:rsidRPr="003A5711">
        <w:rPr>
          <w:sz w:val="16"/>
        </w:rPr>
        <w:t xml:space="preserve">tates </w:t>
      </w:r>
      <w:r w:rsidRPr="003A5711">
        <w:rPr>
          <w:bCs/>
          <w:highlight w:val="yellow"/>
          <w:u w:val="single"/>
        </w:rPr>
        <w:t xml:space="preserve">cut back on its </w:t>
      </w:r>
      <w:proofErr w:type="spellStart"/>
      <w:r w:rsidRPr="003A5711">
        <w:rPr>
          <w:bCs/>
          <w:highlight w:val="yellow"/>
          <w:u w:val="single"/>
        </w:rPr>
        <w:t>defence</w:t>
      </w:r>
      <w:proofErr w:type="spellEnd"/>
      <w:r w:rsidRPr="003A5711">
        <w:rPr>
          <w:bCs/>
          <w:highlight w:val="yellow"/>
          <w:u w:val="single"/>
        </w:rPr>
        <w:t xml:space="preserve"> spending</w:t>
      </w:r>
      <w:r w:rsidRPr="003A5711">
        <w:rPr>
          <w:bCs/>
          <w:u w:val="single"/>
        </w:rPr>
        <w:t xml:space="preserve"> fairly substantially. By 1998, the United States was spending $100 billion less on </w:t>
      </w:r>
      <w:proofErr w:type="spellStart"/>
      <w:r w:rsidRPr="003A5711">
        <w:rPr>
          <w:bCs/>
          <w:u w:val="single"/>
        </w:rPr>
        <w:t>defence</w:t>
      </w:r>
      <w:proofErr w:type="spellEnd"/>
      <w:r w:rsidRPr="003A5711">
        <w:rPr>
          <w:sz w:val="16"/>
        </w:rPr>
        <w:t xml:space="preserve"> in real terms than it had in 1990, a 25% reduction.29 To internationalists, </w:t>
      </w:r>
      <w:proofErr w:type="spellStart"/>
      <w:r w:rsidRPr="003A5711">
        <w:rPr>
          <w:sz w:val="16"/>
        </w:rPr>
        <w:t>defence</w:t>
      </w:r>
      <w:proofErr w:type="spellEnd"/>
      <w:r w:rsidRPr="003A5711">
        <w:rPr>
          <w:sz w:val="16"/>
        </w:rPr>
        <w:t xml:space="preserve"> hawks and other believers in hegemonic stability, this irresponsible 'peace dividend' endangered both national and global security. </w:t>
      </w:r>
      <w:r w:rsidRPr="003A5711">
        <w:rPr>
          <w:bCs/>
          <w:u w:val="single"/>
        </w:rPr>
        <w:t xml:space="preserve">'No serious analyst of American military capabilities', argued </w:t>
      </w:r>
      <w:r w:rsidRPr="003A5711">
        <w:rPr>
          <w:sz w:val="16"/>
        </w:rPr>
        <w:t xml:space="preserve">neo-conservatives William </w:t>
      </w:r>
      <w:proofErr w:type="spellStart"/>
      <w:r w:rsidRPr="003A5711">
        <w:rPr>
          <w:bCs/>
          <w:u w:val="single"/>
        </w:rPr>
        <w:t>Kristol</w:t>
      </w:r>
      <w:proofErr w:type="spellEnd"/>
      <w:r w:rsidRPr="003A5711">
        <w:rPr>
          <w:bCs/>
          <w:u w:val="single"/>
        </w:rPr>
        <w:t xml:space="preserve"> and Robert </w:t>
      </w:r>
      <w:proofErr w:type="spellStart"/>
      <w:r w:rsidRPr="003A5711">
        <w:rPr>
          <w:bCs/>
          <w:u w:val="single"/>
        </w:rPr>
        <w:t>Kagan</w:t>
      </w:r>
      <w:proofErr w:type="spellEnd"/>
      <w:r w:rsidRPr="003A5711">
        <w:rPr>
          <w:bCs/>
          <w:u w:val="single"/>
        </w:rPr>
        <w:t xml:space="preserve"> in 1996, 'doubts that the defense budget has been cut much too far to meet America's responsibilities to itself and to world peace'</w:t>
      </w:r>
      <w:r w:rsidRPr="003A5711">
        <w:rPr>
          <w:sz w:val="16"/>
        </w:rPr>
        <w:t>.30 And yet the verdict from the 1990s is fairly plain</w:t>
      </w:r>
      <w:r w:rsidRPr="003A5711">
        <w:rPr>
          <w:bCs/>
          <w:u w:val="single"/>
        </w:rPr>
        <w:t xml:space="preserve">: </w:t>
      </w:r>
      <w:r w:rsidRPr="003A5711">
        <w:rPr>
          <w:bCs/>
          <w:highlight w:val="yellow"/>
          <w:u w:val="single"/>
        </w:rPr>
        <w:t>the world grew more peaceful while the U</w:t>
      </w:r>
      <w:r w:rsidRPr="003A5711">
        <w:rPr>
          <w:sz w:val="16"/>
        </w:rPr>
        <w:t xml:space="preserve">nited </w:t>
      </w:r>
      <w:r w:rsidRPr="003A5711">
        <w:rPr>
          <w:bCs/>
          <w:highlight w:val="yellow"/>
          <w:u w:val="single"/>
        </w:rPr>
        <w:t>S</w:t>
      </w:r>
      <w:r w:rsidRPr="003A5711">
        <w:rPr>
          <w:sz w:val="16"/>
        </w:rPr>
        <w:t xml:space="preserve">tates </w:t>
      </w:r>
      <w:r w:rsidRPr="003A5711">
        <w:rPr>
          <w:bCs/>
          <w:highlight w:val="yellow"/>
          <w:u w:val="single"/>
        </w:rPr>
        <w:t>cut its forces.</w:t>
      </w:r>
      <w:r w:rsidRPr="003A5711">
        <w:rPr>
          <w:sz w:val="16"/>
          <w:highlight w:val="yellow"/>
        </w:rPr>
        <w:t xml:space="preserve"> </w:t>
      </w:r>
      <w:r w:rsidRPr="003A5711">
        <w:rPr>
          <w:bCs/>
          <w:highlight w:val="yellow"/>
          <w:u w:val="single"/>
        </w:rPr>
        <w:t>No state seemed to believe that its security was endangered</w:t>
      </w:r>
      <w:r w:rsidRPr="003A5711">
        <w:rPr>
          <w:bCs/>
          <w:u w:val="single"/>
        </w:rPr>
        <w:t xml:space="preserve"> by a less-capable US military, or at least none took any action that would suggest such a belief. </w:t>
      </w:r>
      <w:r w:rsidRPr="003A5711">
        <w:rPr>
          <w:bCs/>
          <w:highlight w:val="yellow"/>
          <w:u w:val="single"/>
        </w:rPr>
        <w:t>No militaries were enhanced to address power vacuums; no security dilemmas drove</w:t>
      </w:r>
      <w:r w:rsidRPr="003A5711">
        <w:rPr>
          <w:bCs/>
          <w:u w:val="single"/>
        </w:rPr>
        <w:t xml:space="preserve"> insecurity or </w:t>
      </w:r>
      <w:r w:rsidRPr="003A5711">
        <w:rPr>
          <w:bCs/>
          <w:highlight w:val="yellow"/>
          <w:u w:val="single"/>
        </w:rPr>
        <w:t>arms races; no regional balancing occurred</w:t>
      </w:r>
      <w:r w:rsidRPr="003A5711">
        <w:rPr>
          <w:bCs/>
          <w:u w:val="single"/>
        </w:rPr>
        <w:t xml:space="preserve"> once the </w:t>
      </w:r>
      <w:proofErr w:type="spellStart"/>
      <w:r w:rsidRPr="003A5711">
        <w:rPr>
          <w:bCs/>
          <w:u w:val="single"/>
        </w:rPr>
        <w:t>stabilising</w:t>
      </w:r>
      <w:proofErr w:type="spellEnd"/>
      <w:r w:rsidRPr="003A5711">
        <w:rPr>
          <w:bCs/>
          <w:u w:val="single"/>
        </w:rPr>
        <w:t xml:space="preserve"> presence of the US military was diminished</w:t>
      </w:r>
      <w:r w:rsidRPr="003A5711">
        <w:rPr>
          <w:sz w:val="16"/>
        </w:rPr>
        <w:t xml:space="preserve">. The rest of the world acted as if the threat of international war was not a pressing concern, despite the reduction in US military capabilities. Most of all, the United States was no less safe. </w:t>
      </w:r>
      <w:r w:rsidRPr="003A5711">
        <w:rPr>
          <w:bCs/>
          <w:u w:val="single"/>
        </w:rPr>
        <w:t xml:space="preserve">The incidence and magnitude of global </w:t>
      </w:r>
      <w:r w:rsidRPr="003A5711">
        <w:rPr>
          <w:bCs/>
          <w:highlight w:val="yellow"/>
          <w:u w:val="single"/>
        </w:rPr>
        <w:t>conflict declined while the U</w:t>
      </w:r>
      <w:r w:rsidRPr="003A5711">
        <w:rPr>
          <w:sz w:val="16"/>
        </w:rPr>
        <w:t xml:space="preserve">nited </w:t>
      </w:r>
      <w:r w:rsidRPr="003A5711">
        <w:rPr>
          <w:bCs/>
          <w:highlight w:val="yellow"/>
          <w:u w:val="single"/>
        </w:rPr>
        <w:t>S</w:t>
      </w:r>
      <w:r w:rsidRPr="003A5711">
        <w:rPr>
          <w:sz w:val="16"/>
        </w:rPr>
        <w:t xml:space="preserve">tates </w:t>
      </w:r>
      <w:r w:rsidRPr="003A5711">
        <w:rPr>
          <w:bCs/>
          <w:highlight w:val="yellow"/>
          <w:u w:val="single"/>
        </w:rPr>
        <w:t>cut its military</w:t>
      </w:r>
      <w:r w:rsidRPr="003A5711">
        <w:rPr>
          <w:bCs/>
          <w:u w:val="single"/>
        </w:rPr>
        <w:t xml:space="preserve"> spending </w:t>
      </w:r>
      <w:r w:rsidRPr="003A5711">
        <w:rPr>
          <w:sz w:val="16"/>
        </w:rPr>
        <w:t xml:space="preserve">under President Bill Clinton, and kept declining as the George W. Bush administration </w:t>
      </w:r>
      <w:proofErr w:type="gramStart"/>
      <w:r w:rsidRPr="003A5711">
        <w:rPr>
          <w:sz w:val="16"/>
        </w:rPr>
        <w:t>ramped</w:t>
      </w:r>
      <w:proofErr w:type="gramEnd"/>
      <w:r w:rsidRPr="003A5711">
        <w:rPr>
          <w:sz w:val="16"/>
        </w:rPr>
        <w:t xml:space="preserve"> the spending back up. Complex statistical analysis is unnecessary to reach the conclusion that </w:t>
      </w:r>
      <w:r w:rsidRPr="003A5711">
        <w:rPr>
          <w:bCs/>
          <w:u w:val="single"/>
        </w:rPr>
        <w:t xml:space="preserve">world peace and US military expenditure </w:t>
      </w:r>
      <w:proofErr w:type="gramStart"/>
      <w:r w:rsidRPr="003A5711">
        <w:rPr>
          <w:bCs/>
          <w:u w:val="single"/>
        </w:rPr>
        <w:t>are</w:t>
      </w:r>
      <w:proofErr w:type="gramEnd"/>
      <w:r w:rsidRPr="003A5711">
        <w:rPr>
          <w:bCs/>
          <w:u w:val="single"/>
        </w:rPr>
        <w:t xml:space="preserve"> unrelated.</w:t>
      </w:r>
    </w:p>
    <w:p w:rsidR="003A5711" w:rsidRPr="003A5711" w:rsidRDefault="003A5711" w:rsidP="003A5711">
      <w:pPr>
        <w:pStyle w:val="Heading4"/>
      </w:pPr>
      <w:r w:rsidRPr="003A5711">
        <w:t xml:space="preserve">6. No Impact – History disproves. Bipolarity was stable for 50 years through the Cold War, demonstrating that deterrence NOT </w:t>
      </w:r>
      <w:proofErr w:type="spellStart"/>
      <w:r w:rsidRPr="003A5711">
        <w:t>unipolarity</w:t>
      </w:r>
      <w:proofErr w:type="spellEnd"/>
      <w:r w:rsidRPr="003A5711">
        <w:t xml:space="preserve"> stops wars. New nuclear powers are also not more likely to use weapons – Israel, India, Pakistan, and North Korea all prove. </w:t>
      </w:r>
    </w:p>
    <w:p w:rsidR="003A5711" w:rsidRPr="003A5711" w:rsidRDefault="003A5711" w:rsidP="003A5711">
      <w:pPr>
        <w:keepNext/>
        <w:keepLines/>
        <w:spacing w:before="200"/>
        <w:outlineLvl w:val="3"/>
        <w:rPr>
          <w:rFonts w:eastAsiaTheme="majorEastAsia" w:cstheme="majorBidi"/>
          <w:b/>
          <w:bCs/>
          <w:iCs/>
        </w:rPr>
      </w:pPr>
      <w:r w:rsidRPr="003A5711">
        <w:rPr>
          <w:rFonts w:eastAsiaTheme="majorEastAsia" w:cstheme="majorBidi"/>
          <w:b/>
          <w:bCs/>
          <w:iCs/>
        </w:rPr>
        <w:t xml:space="preserve">7. </w:t>
      </w:r>
      <w:r w:rsidRPr="003A5711">
        <w:rPr>
          <w:rFonts w:eastAsiaTheme="majorEastAsia" w:cstheme="majorBidi"/>
          <w:b/>
          <w:bCs/>
          <w:iCs/>
          <w:u w:val="single"/>
        </w:rPr>
        <w:t xml:space="preserve">No </w:t>
      </w:r>
      <w:proofErr w:type="spellStart"/>
      <w:r w:rsidRPr="003A5711">
        <w:rPr>
          <w:rFonts w:eastAsiaTheme="majorEastAsia" w:cstheme="majorBidi"/>
          <w:b/>
          <w:bCs/>
          <w:iCs/>
          <w:u w:val="single"/>
        </w:rPr>
        <w:t>Prolif</w:t>
      </w:r>
      <w:proofErr w:type="spellEnd"/>
      <w:r w:rsidRPr="003A5711">
        <w:rPr>
          <w:rFonts w:eastAsiaTheme="majorEastAsia" w:cstheme="majorBidi"/>
          <w:b/>
          <w:bCs/>
          <w:iCs/>
          <w:u w:val="single"/>
        </w:rPr>
        <w:t xml:space="preserve"> Impact</w:t>
      </w:r>
      <w:r w:rsidRPr="003A5711">
        <w:rPr>
          <w:rFonts w:eastAsiaTheme="majorEastAsia" w:cstheme="majorBidi"/>
          <w:b/>
          <w:bCs/>
          <w:iCs/>
        </w:rPr>
        <w:t xml:space="preserve"> – not widespread</w:t>
      </w:r>
    </w:p>
    <w:p w:rsidR="003A5711" w:rsidRPr="003A5711" w:rsidRDefault="003A5711" w:rsidP="003A5711">
      <w:r w:rsidRPr="003A5711">
        <w:rPr>
          <w:b/>
          <w:bCs/>
        </w:rPr>
        <w:t>Hymans 12</w:t>
      </w:r>
      <w:r w:rsidRPr="003A5711">
        <w:t xml:space="preserve">—Jacques E. C. Hymans is Associate Professor of IR at USC [April 16, 2012, “North Korea's Lessons for (Not) Building an Atomic Bomb,” </w:t>
      </w:r>
      <w:r w:rsidRPr="003A5711">
        <w:rPr>
          <w:i/>
        </w:rPr>
        <w:t>Foreign Affairs</w:t>
      </w:r>
      <w:r w:rsidRPr="003A5711">
        <w:t>, http://www.foreignaffairs.com/articles/137408/jacques-e-c-hymans/north-koreas-lessons-for-not-building-an-atomic-bomb?page=show]</w:t>
      </w:r>
    </w:p>
    <w:p w:rsidR="003A5711" w:rsidRPr="003A5711" w:rsidRDefault="003A5711" w:rsidP="003A5711"/>
    <w:p w:rsidR="003A5711" w:rsidRPr="003A5711" w:rsidRDefault="003A5711" w:rsidP="003A5711">
      <w:pPr>
        <w:rPr>
          <w:sz w:val="16"/>
        </w:rPr>
      </w:pPr>
      <w:r w:rsidRPr="003A5711">
        <w:rPr>
          <w:bCs/>
          <w:u w:val="single"/>
        </w:rPr>
        <w:t>Washington's miscalculation is</w:t>
      </w:r>
      <w:r w:rsidRPr="003A5711">
        <w:rPr>
          <w:sz w:val="16"/>
        </w:rPr>
        <w:t xml:space="preserve"> not just a product of the difficulties of seeing inside the Hermit Kingdom. It is also </w:t>
      </w:r>
      <w:r w:rsidRPr="003A5711">
        <w:rPr>
          <w:bCs/>
          <w:u w:val="single"/>
        </w:rPr>
        <w:t>a result of the broader tendency to overestimate the pace of global proliferation.</w:t>
      </w:r>
      <w:r w:rsidRPr="003A5711">
        <w:rPr>
          <w:sz w:val="16"/>
        </w:rPr>
        <w:t xml:space="preserve"> </w:t>
      </w:r>
      <w:r w:rsidRPr="003A5711">
        <w:rPr>
          <w:bCs/>
          <w:highlight w:val="yellow"/>
          <w:u w:val="single"/>
        </w:rPr>
        <w:t>For decades</w:t>
      </w:r>
      <w:r w:rsidRPr="003A5711">
        <w:rPr>
          <w:sz w:val="16"/>
        </w:rPr>
        <w:t xml:space="preserve">, Very Serious </w:t>
      </w:r>
      <w:r w:rsidRPr="003A5711">
        <w:rPr>
          <w:bCs/>
          <w:highlight w:val="yellow"/>
          <w:u w:val="single"/>
        </w:rPr>
        <w:t>People</w:t>
      </w:r>
      <w:r w:rsidRPr="003A5711">
        <w:rPr>
          <w:bCs/>
          <w:u w:val="single"/>
        </w:rPr>
        <w:t xml:space="preserve"> have </w:t>
      </w:r>
      <w:r w:rsidRPr="003A5711">
        <w:rPr>
          <w:bCs/>
          <w:highlight w:val="yellow"/>
          <w:u w:val="single"/>
        </w:rPr>
        <w:t>predicted</w:t>
      </w:r>
      <w:r w:rsidRPr="003A5711">
        <w:rPr>
          <w:sz w:val="16"/>
        </w:rPr>
        <w:t xml:space="preserve"> that strategic </w:t>
      </w:r>
      <w:r w:rsidRPr="003A5711">
        <w:rPr>
          <w:bCs/>
          <w:highlight w:val="yellow"/>
          <w:u w:val="single"/>
        </w:rPr>
        <w:t>weapons are about to spread</w:t>
      </w:r>
      <w:r w:rsidRPr="003A5711">
        <w:rPr>
          <w:bCs/>
          <w:u w:val="single"/>
        </w:rPr>
        <w:t xml:space="preserve"> to every corner of the earth. </w:t>
      </w:r>
      <w:r w:rsidRPr="003A5711">
        <w:rPr>
          <w:bCs/>
          <w:highlight w:val="yellow"/>
          <w:u w:val="single"/>
        </w:rPr>
        <w:t>Such warnings have routinely proved wrong</w:t>
      </w:r>
      <w:r w:rsidRPr="003A5711">
        <w:rPr>
          <w:sz w:val="16"/>
        </w:rPr>
        <w:t xml:space="preserve"> -- for instance, the intelligence assessments that led to the 2003 invasion of Iraq -- </w:t>
      </w:r>
      <w:r w:rsidRPr="003A5711">
        <w:rPr>
          <w:bCs/>
          <w:u w:val="single"/>
        </w:rPr>
        <w:t xml:space="preserve">but they continue to be issued. In reality, </w:t>
      </w:r>
      <w:r w:rsidRPr="003A5711">
        <w:rPr>
          <w:bCs/>
          <w:highlight w:val="yellow"/>
          <w:u w:val="single"/>
        </w:rPr>
        <w:t>despite</w:t>
      </w:r>
      <w:r w:rsidRPr="003A5711">
        <w:rPr>
          <w:bCs/>
          <w:u w:val="single"/>
        </w:rPr>
        <w:t xml:space="preserve"> the </w:t>
      </w:r>
      <w:r w:rsidRPr="003A5711">
        <w:rPr>
          <w:bCs/>
          <w:highlight w:val="yellow"/>
          <w:u w:val="single"/>
        </w:rPr>
        <w:t>diffusion of</w:t>
      </w:r>
      <w:r w:rsidRPr="003A5711">
        <w:rPr>
          <w:bCs/>
          <w:u w:val="single"/>
        </w:rPr>
        <w:t xml:space="preserve"> the relevant </w:t>
      </w:r>
      <w:r w:rsidRPr="003A5711">
        <w:rPr>
          <w:bCs/>
          <w:highlight w:val="yellow"/>
          <w:u w:val="single"/>
        </w:rPr>
        <w:t>tech</w:t>
      </w:r>
      <w:r w:rsidRPr="003A5711">
        <w:rPr>
          <w:bCs/>
          <w:u w:val="single"/>
        </w:rPr>
        <w:t xml:space="preserve">nology and the knowledge for building nuclear weapons, </w:t>
      </w:r>
      <w:r w:rsidRPr="003A5711">
        <w:rPr>
          <w:bCs/>
          <w:highlight w:val="yellow"/>
          <w:u w:val="single"/>
        </w:rPr>
        <w:t>the world has been experiencing</w:t>
      </w:r>
      <w:r w:rsidRPr="003A5711">
        <w:rPr>
          <w:bCs/>
          <w:u w:val="single"/>
        </w:rPr>
        <w:t xml:space="preserve"> a </w:t>
      </w:r>
      <w:r w:rsidRPr="003A5711">
        <w:rPr>
          <w:b/>
          <w:iCs/>
          <w:u w:val="single"/>
          <w:bdr w:val="single" w:sz="4" w:space="0" w:color="auto"/>
        </w:rPr>
        <w:t xml:space="preserve">great </w:t>
      </w:r>
      <w:r w:rsidRPr="003A5711">
        <w:rPr>
          <w:b/>
          <w:iCs/>
          <w:highlight w:val="yellow"/>
          <w:u w:val="single"/>
          <w:bdr w:val="single" w:sz="4" w:space="0" w:color="auto"/>
        </w:rPr>
        <w:t>prolif</w:t>
      </w:r>
      <w:r w:rsidRPr="003A5711">
        <w:rPr>
          <w:b/>
          <w:iCs/>
          <w:u w:val="single"/>
          <w:bdr w:val="single" w:sz="4" w:space="0" w:color="auto"/>
        </w:rPr>
        <w:t xml:space="preserve">eration </w:t>
      </w:r>
      <w:r w:rsidRPr="003A5711">
        <w:rPr>
          <w:b/>
          <w:iCs/>
          <w:highlight w:val="yellow"/>
          <w:u w:val="single"/>
          <w:bdr w:val="single" w:sz="4" w:space="0" w:color="auto"/>
        </w:rPr>
        <w:t>slowdown</w:t>
      </w:r>
      <w:r w:rsidRPr="003A5711">
        <w:rPr>
          <w:bCs/>
          <w:u w:val="single"/>
        </w:rPr>
        <w:t>.</w:t>
      </w:r>
      <w:r w:rsidRPr="003A5711">
        <w:rPr>
          <w:sz w:val="16"/>
        </w:rPr>
        <w:t xml:space="preserve"> </w:t>
      </w:r>
      <w:r w:rsidRPr="003A5711">
        <w:rPr>
          <w:bCs/>
          <w:highlight w:val="yellow"/>
          <w:u w:val="single"/>
        </w:rPr>
        <w:t>Nuclear</w:t>
      </w:r>
      <w:r w:rsidRPr="003A5711">
        <w:rPr>
          <w:bCs/>
          <w:u w:val="single"/>
        </w:rPr>
        <w:t xml:space="preserve"> weapons </w:t>
      </w:r>
      <w:r w:rsidRPr="003A5711">
        <w:rPr>
          <w:bCs/>
          <w:highlight w:val="yellow"/>
          <w:u w:val="single"/>
        </w:rPr>
        <w:t>programs</w:t>
      </w:r>
      <w:r w:rsidRPr="003A5711">
        <w:rPr>
          <w:sz w:val="16"/>
        </w:rPr>
        <w:t xml:space="preserve"> around the world </w:t>
      </w:r>
      <w:r w:rsidRPr="003A5711">
        <w:rPr>
          <w:bCs/>
          <w:highlight w:val="yellow"/>
          <w:u w:val="single"/>
        </w:rPr>
        <w:t>are taking</w:t>
      </w:r>
      <w:r w:rsidRPr="003A5711">
        <w:rPr>
          <w:bCs/>
          <w:u w:val="single"/>
        </w:rPr>
        <w:t xml:space="preserve"> much </w:t>
      </w:r>
      <w:r w:rsidRPr="003A5711">
        <w:rPr>
          <w:bCs/>
          <w:highlight w:val="yellow"/>
          <w:u w:val="single"/>
        </w:rPr>
        <w:t>longer</w:t>
      </w:r>
      <w:r w:rsidRPr="003A5711">
        <w:rPr>
          <w:bCs/>
          <w:u w:val="single"/>
        </w:rPr>
        <w:t xml:space="preserve"> to get off the ground -- </w:t>
      </w:r>
      <w:r w:rsidRPr="003A5711">
        <w:rPr>
          <w:bCs/>
          <w:highlight w:val="yellow"/>
          <w:u w:val="single"/>
        </w:rPr>
        <w:t>and their failure rate is</w:t>
      </w:r>
      <w:r w:rsidRPr="003A5711">
        <w:rPr>
          <w:bCs/>
          <w:u w:val="single"/>
        </w:rPr>
        <w:t xml:space="preserve"> much </w:t>
      </w:r>
      <w:r w:rsidRPr="003A5711">
        <w:rPr>
          <w:bCs/>
          <w:highlight w:val="yellow"/>
          <w:u w:val="single"/>
        </w:rPr>
        <w:t>higher</w:t>
      </w:r>
      <w:r w:rsidRPr="003A5711">
        <w:rPr>
          <w:sz w:val="16"/>
        </w:rPr>
        <w:t xml:space="preserve"> -- than they did during the first 25 years of the nuclear age.</w:t>
      </w:r>
    </w:p>
    <w:p w:rsidR="003A5711" w:rsidRPr="003A5711" w:rsidRDefault="003A5711" w:rsidP="003A5711">
      <w:pPr>
        <w:rPr>
          <w:sz w:val="16"/>
        </w:rPr>
      </w:pPr>
      <w:r w:rsidRPr="003A5711">
        <w:rPr>
          <w:sz w:val="16"/>
        </w:rPr>
        <w:t xml:space="preserve">As I explain in my article "Botching the Bomb" in the upcoming issue of Foreign Affairs, </w:t>
      </w:r>
      <w:r w:rsidRPr="003A5711">
        <w:rPr>
          <w:bCs/>
          <w:highlight w:val="yellow"/>
          <w:u w:val="single"/>
        </w:rPr>
        <w:t>the key reason</w:t>
      </w:r>
      <w:r w:rsidRPr="003A5711">
        <w:rPr>
          <w:sz w:val="16"/>
        </w:rPr>
        <w:t xml:space="preserve"> for the great proliferation slowdown </w:t>
      </w:r>
      <w:r w:rsidRPr="003A5711">
        <w:rPr>
          <w:bCs/>
          <w:highlight w:val="yellow"/>
          <w:u w:val="single"/>
        </w:rPr>
        <w:t>is</w:t>
      </w:r>
      <w:r w:rsidRPr="003A5711">
        <w:rPr>
          <w:bCs/>
          <w:u w:val="single"/>
        </w:rPr>
        <w:t xml:space="preserve"> the </w:t>
      </w:r>
      <w:r w:rsidRPr="003A5711">
        <w:rPr>
          <w:bCs/>
          <w:highlight w:val="yellow"/>
          <w:u w:val="single"/>
        </w:rPr>
        <w:t>absence of</w:t>
      </w:r>
      <w:r w:rsidRPr="003A5711">
        <w:rPr>
          <w:bCs/>
          <w:u w:val="single"/>
        </w:rPr>
        <w:t xml:space="preserve"> strong </w:t>
      </w:r>
      <w:r w:rsidRPr="003A5711">
        <w:rPr>
          <w:bCs/>
          <w:highlight w:val="yellow"/>
          <w:u w:val="single"/>
        </w:rPr>
        <w:t>cultures of scientific professionalism</w:t>
      </w:r>
      <w:r w:rsidRPr="003A5711">
        <w:rPr>
          <w:bCs/>
          <w:u w:val="single"/>
        </w:rPr>
        <w:t xml:space="preserve"> in</w:t>
      </w:r>
      <w:r w:rsidRPr="003A5711">
        <w:rPr>
          <w:sz w:val="16"/>
        </w:rPr>
        <w:t xml:space="preserve"> most of the recent crop of </w:t>
      </w:r>
      <w:r w:rsidRPr="003A5711">
        <w:rPr>
          <w:bCs/>
          <w:u w:val="single"/>
        </w:rPr>
        <w:t xml:space="preserve">would-be nuclear states, </w:t>
      </w:r>
      <w:r w:rsidRPr="003A5711">
        <w:rPr>
          <w:bCs/>
          <w:highlight w:val="yellow"/>
          <w:u w:val="single"/>
        </w:rPr>
        <w:t>which</w:t>
      </w:r>
      <w:r w:rsidRPr="003A5711">
        <w:rPr>
          <w:sz w:val="16"/>
        </w:rPr>
        <w:t xml:space="preserve"> in turn </w:t>
      </w:r>
      <w:r w:rsidRPr="003A5711">
        <w:rPr>
          <w:bCs/>
          <w:highlight w:val="yellow"/>
          <w:u w:val="single"/>
        </w:rPr>
        <w:t>is a consequence of</w:t>
      </w:r>
      <w:r w:rsidRPr="003A5711">
        <w:rPr>
          <w:bCs/>
          <w:u w:val="single"/>
        </w:rPr>
        <w:t xml:space="preserve"> their </w:t>
      </w:r>
      <w:r w:rsidRPr="003A5711">
        <w:rPr>
          <w:bCs/>
          <w:highlight w:val="yellow"/>
          <w:u w:val="single"/>
        </w:rPr>
        <w:t>poorly built political institutions</w:t>
      </w:r>
      <w:r w:rsidRPr="003A5711">
        <w:rPr>
          <w:bCs/>
          <w:u w:val="single"/>
        </w:rPr>
        <w:t xml:space="preserve">. In such dysfunctional states, </w:t>
      </w:r>
      <w:r w:rsidRPr="003A5711">
        <w:rPr>
          <w:bCs/>
          <w:highlight w:val="yellow"/>
          <w:u w:val="single"/>
        </w:rPr>
        <w:t>the quality of technical workmanship is low, there is little coordination across</w:t>
      </w:r>
      <w:r w:rsidRPr="003A5711">
        <w:rPr>
          <w:bCs/>
          <w:u w:val="single"/>
        </w:rPr>
        <w:t xml:space="preserve"> different </w:t>
      </w:r>
      <w:r w:rsidRPr="003A5711">
        <w:rPr>
          <w:bCs/>
          <w:highlight w:val="yellow"/>
          <w:u w:val="single"/>
        </w:rPr>
        <w:t>technical teams, and</w:t>
      </w:r>
      <w:r w:rsidRPr="003A5711">
        <w:rPr>
          <w:bCs/>
          <w:u w:val="single"/>
        </w:rPr>
        <w:t xml:space="preserve"> technical </w:t>
      </w:r>
      <w:r w:rsidRPr="003A5711">
        <w:rPr>
          <w:bCs/>
          <w:highlight w:val="yellow"/>
          <w:u w:val="single"/>
        </w:rPr>
        <w:t>mistakes lead</w:t>
      </w:r>
      <w:r w:rsidRPr="003A5711">
        <w:rPr>
          <w:sz w:val="16"/>
        </w:rPr>
        <w:t xml:space="preserve"> not to productive learning but instead </w:t>
      </w:r>
      <w:r w:rsidRPr="003A5711">
        <w:rPr>
          <w:bCs/>
          <w:highlight w:val="yellow"/>
          <w:u w:val="single"/>
        </w:rPr>
        <w:t>to finger-pointing</w:t>
      </w:r>
      <w:r w:rsidRPr="003A5711">
        <w:rPr>
          <w:bCs/>
          <w:u w:val="single"/>
        </w:rPr>
        <w:t xml:space="preserve"> and recrimination.</w:t>
      </w:r>
      <w:r w:rsidRPr="003A5711">
        <w:rPr>
          <w:sz w:val="16"/>
        </w:rPr>
        <w:t xml:space="preserve"> </w:t>
      </w:r>
      <w:r w:rsidRPr="003A5711">
        <w:rPr>
          <w:bCs/>
          <w:highlight w:val="yellow"/>
          <w:u w:val="single"/>
        </w:rPr>
        <w:t>These problems</w:t>
      </w:r>
      <w:r w:rsidRPr="003A5711">
        <w:rPr>
          <w:bCs/>
          <w:u w:val="single"/>
        </w:rPr>
        <w:t xml:space="preserve"> are debilitating, and they </w:t>
      </w:r>
      <w:r w:rsidRPr="003A5711">
        <w:rPr>
          <w:b/>
          <w:iCs/>
          <w:highlight w:val="yellow"/>
          <w:u w:val="single"/>
          <w:bdr w:val="single" w:sz="4" w:space="0" w:color="auto"/>
        </w:rPr>
        <w:t>cannot be fixed</w:t>
      </w:r>
      <w:r w:rsidRPr="003A5711">
        <w:rPr>
          <w:sz w:val="16"/>
        </w:rPr>
        <w:t xml:space="preserve"> simply by bringing in more imported parts through illicit supply networks. In short, as a struggling proliferator, North Korea has a lot of company.</w:t>
      </w:r>
    </w:p>
    <w:p w:rsidR="003A5711" w:rsidRDefault="003A5711" w:rsidP="003A5711"/>
    <w:p w:rsidR="003A5711" w:rsidRDefault="003A5711" w:rsidP="003A5711"/>
    <w:p w:rsidR="003A5711" w:rsidRDefault="003A5711" w:rsidP="003A5711">
      <w:pPr>
        <w:pStyle w:val="Heading3"/>
      </w:pPr>
      <w:r>
        <w:lastRenderedPageBreak/>
        <w:t>Oil 1NC</w:t>
      </w:r>
    </w:p>
    <w:p w:rsidR="003A5711" w:rsidRDefault="003A5711" w:rsidP="003A5711"/>
    <w:p w:rsidR="003A5711" w:rsidRDefault="003A5711" w:rsidP="003A5711">
      <w:pPr>
        <w:pStyle w:val="Heading3"/>
      </w:pPr>
      <w:r>
        <w:lastRenderedPageBreak/>
        <w:t>Trade 1NC</w:t>
      </w:r>
    </w:p>
    <w:p w:rsidR="003A5711" w:rsidRDefault="003A5711" w:rsidP="003A5711"/>
    <w:p w:rsidR="003A5711" w:rsidRDefault="003A5711" w:rsidP="003A5711"/>
    <w:p w:rsidR="003A5711" w:rsidRDefault="003A5711" w:rsidP="003A5711">
      <w:pPr>
        <w:pStyle w:val="Heading3"/>
      </w:pPr>
      <w:r>
        <w:lastRenderedPageBreak/>
        <w:t>Cuba Economy 1NC</w:t>
      </w:r>
    </w:p>
    <w:p w:rsidR="003A5711" w:rsidRDefault="003A5711" w:rsidP="003A5711"/>
    <w:p w:rsidR="003A5711" w:rsidRDefault="003A5711" w:rsidP="003A5711"/>
    <w:p w:rsidR="003A5711" w:rsidRDefault="003A5711" w:rsidP="003A5711">
      <w:pPr>
        <w:pStyle w:val="Heading2"/>
      </w:pPr>
      <w:proofErr w:type="spellStart"/>
      <w:r>
        <w:lastRenderedPageBreak/>
        <w:t>Offcase</w:t>
      </w:r>
      <w:proofErr w:type="spellEnd"/>
      <w:r>
        <w:t xml:space="preserve"> 1NCs</w:t>
      </w:r>
    </w:p>
    <w:p w:rsidR="003A5711" w:rsidRDefault="003A5711" w:rsidP="003A5711"/>
    <w:p w:rsidR="003A5711" w:rsidRDefault="003A5711" w:rsidP="003A5711">
      <w:pPr>
        <w:pStyle w:val="Heading3"/>
      </w:pPr>
      <w:r>
        <w:lastRenderedPageBreak/>
        <w:t>PTX 1NC</w:t>
      </w:r>
    </w:p>
    <w:p w:rsidR="003A5711" w:rsidRDefault="003A5711" w:rsidP="003A5711"/>
    <w:p w:rsidR="003A5711" w:rsidRDefault="003A5711" w:rsidP="003A5711">
      <w:pPr>
        <w:pStyle w:val="Heading3"/>
      </w:pPr>
      <w:r>
        <w:lastRenderedPageBreak/>
        <w:t>FTAA CP 1NC</w:t>
      </w:r>
    </w:p>
    <w:p w:rsidR="003A5711" w:rsidRDefault="003A5711" w:rsidP="003A5711"/>
    <w:p w:rsidR="003A5711" w:rsidRPr="003A5711" w:rsidRDefault="003A5711" w:rsidP="003A5711"/>
    <w:p w:rsidR="003A5711" w:rsidRDefault="003A5711" w:rsidP="003A5711"/>
    <w:p w:rsidR="003A5711" w:rsidRPr="003A5711" w:rsidRDefault="003A5711" w:rsidP="003A5711"/>
    <w:p w:rsidR="003A5711" w:rsidRDefault="003A5711" w:rsidP="003A5711">
      <w:pPr>
        <w:pStyle w:val="Heading1"/>
      </w:pPr>
      <w:r>
        <w:lastRenderedPageBreak/>
        <w:t>Mexico</w:t>
      </w:r>
    </w:p>
    <w:p w:rsidR="003A5711" w:rsidRDefault="002B5A9B" w:rsidP="002B5A9B">
      <w:pPr>
        <w:pStyle w:val="Heading2"/>
      </w:pPr>
      <w:r>
        <w:lastRenderedPageBreak/>
        <w:t xml:space="preserve">Advantage </w:t>
      </w:r>
      <w:proofErr w:type="spellStart"/>
      <w:r>
        <w:t>Ans</w:t>
      </w:r>
      <w:proofErr w:type="spellEnd"/>
    </w:p>
    <w:p w:rsidR="002B5A9B" w:rsidRDefault="002B5A9B" w:rsidP="002B5A9B"/>
    <w:p w:rsidR="002B5A9B" w:rsidRPr="002B5A9B" w:rsidRDefault="002B5A9B" w:rsidP="002B5A9B">
      <w:pPr>
        <w:pStyle w:val="Heading3"/>
      </w:pPr>
      <w:r>
        <w:lastRenderedPageBreak/>
        <w:t>Relations 1NC</w:t>
      </w:r>
    </w:p>
    <w:p w:rsidR="002B5A9B" w:rsidRDefault="002B5A9B" w:rsidP="002B5A9B"/>
    <w:p w:rsidR="002B5A9B" w:rsidRDefault="002B5A9B" w:rsidP="002B5A9B">
      <w:pPr>
        <w:pStyle w:val="Heading3"/>
      </w:pPr>
      <w:r>
        <w:lastRenderedPageBreak/>
        <w:t>Relations 1NC (China/Black Sea)</w:t>
      </w:r>
    </w:p>
    <w:p w:rsidR="002B5A9B" w:rsidRDefault="002B5A9B" w:rsidP="002B5A9B"/>
    <w:p w:rsidR="002B5A9B" w:rsidRDefault="002B5A9B" w:rsidP="002B5A9B">
      <w:pPr>
        <w:pStyle w:val="Heading3"/>
      </w:pPr>
      <w:r>
        <w:lastRenderedPageBreak/>
        <w:t>Econ 1NC</w:t>
      </w:r>
    </w:p>
    <w:p w:rsidR="002B5A9B" w:rsidRDefault="002B5A9B" w:rsidP="002B5A9B"/>
    <w:p w:rsidR="002B5A9B" w:rsidRPr="002B5A9B" w:rsidRDefault="002B5A9B" w:rsidP="002B5A9B"/>
    <w:p w:rsidR="002B5A9B" w:rsidRPr="002B5A9B" w:rsidRDefault="002B5A9B" w:rsidP="002B5A9B"/>
    <w:p w:rsidR="002B5A9B" w:rsidRDefault="002B5A9B" w:rsidP="003A5711"/>
    <w:p w:rsidR="003A5711" w:rsidRDefault="003A5711" w:rsidP="003A5711"/>
    <w:p w:rsidR="003A5711" w:rsidRDefault="003A5711" w:rsidP="003A5711"/>
    <w:p w:rsidR="003A5711" w:rsidRDefault="003A5711" w:rsidP="003A5711">
      <w:pPr>
        <w:pStyle w:val="Heading1"/>
      </w:pPr>
      <w:r>
        <w:lastRenderedPageBreak/>
        <w:t>Venezuela</w:t>
      </w:r>
    </w:p>
    <w:p w:rsidR="003A5711" w:rsidRDefault="003A5711" w:rsidP="003A5711"/>
    <w:p w:rsidR="002B5A9B" w:rsidRDefault="002B5A9B" w:rsidP="002B5A9B">
      <w:pPr>
        <w:pStyle w:val="Heading2"/>
      </w:pPr>
      <w:r>
        <w:lastRenderedPageBreak/>
        <w:t xml:space="preserve">Advantage </w:t>
      </w:r>
      <w:proofErr w:type="spellStart"/>
      <w:r>
        <w:t>Ans</w:t>
      </w:r>
      <w:proofErr w:type="spellEnd"/>
    </w:p>
    <w:p w:rsidR="002B5A9B" w:rsidRDefault="002B5A9B" w:rsidP="002B5A9B"/>
    <w:p w:rsidR="002B5A9B" w:rsidRDefault="002B5A9B" w:rsidP="002B5A9B">
      <w:pPr>
        <w:pStyle w:val="Heading3"/>
      </w:pPr>
      <w:r>
        <w:lastRenderedPageBreak/>
        <w:t>Relations 1NC</w:t>
      </w:r>
    </w:p>
    <w:p w:rsidR="002B5A9B" w:rsidRDefault="002B5A9B" w:rsidP="002B5A9B"/>
    <w:p w:rsidR="002B5A9B" w:rsidRPr="002B5A9B" w:rsidRDefault="002B5A9B" w:rsidP="002B5A9B">
      <w:pPr>
        <w:pStyle w:val="Heading3"/>
      </w:pPr>
      <w:r>
        <w:lastRenderedPageBreak/>
        <w:t>Econ Reforms 1NC</w:t>
      </w:r>
      <w:bookmarkStart w:id="0" w:name="_GoBack"/>
      <w:bookmarkEnd w:id="0"/>
    </w:p>
    <w:p w:rsidR="003A5711" w:rsidRPr="003A5711" w:rsidRDefault="003A5711" w:rsidP="003A5711"/>
    <w:sectPr w:rsidR="003A5711" w:rsidRPr="003A57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25F" w:rsidRDefault="00A4425F" w:rsidP="005F5576">
      <w:r>
        <w:separator/>
      </w:r>
    </w:p>
  </w:endnote>
  <w:endnote w:type="continuationSeparator" w:id="0">
    <w:p w:rsidR="00A4425F" w:rsidRDefault="00A4425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25F" w:rsidRDefault="00A4425F" w:rsidP="005F5576">
      <w:r>
        <w:separator/>
      </w:r>
    </w:p>
  </w:footnote>
  <w:footnote w:type="continuationSeparator" w:id="0">
    <w:p w:rsidR="00A4425F" w:rsidRDefault="00A4425F"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711"/>
    <w:rsid w:val="000022F2"/>
    <w:rsid w:val="00021F29"/>
    <w:rsid w:val="00027EED"/>
    <w:rsid w:val="00033028"/>
    <w:rsid w:val="000360A7"/>
    <w:rsid w:val="00052A1D"/>
    <w:rsid w:val="00055E12"/>
    <w:rsid w:val="00064A59"/>
    <w:rsid w:val="00067D80"/>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4023F"/>
    <w:rsid w:val="00240C4E"/>
    <w:rsid w:val="00243DC0"/>
    <w:rsid w:val="00250E16"/>
    <w:rsid w:val="00257696"/>
    <w:rsid w:val="0026382E"/>
    <w:rsid w:val="00272786"/>
    <w:rsid w:val="00287AB7"/>
    <w:rsid w:val="002A213E"/>
    <w:rsid w:val="002A612B"/>
    <w:rsid w:val="002B5A9B"/>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5C83"/>
    <w:rsid w:val="003A2A3B"/>
    <w:rsid w:val="003A440C"/>
    <w:rsid w:val="003A5711"/>
    <w:rsid w:val="003B024E"/>
    <w:rsid w:val="003B0C84"/>
    <w:rsid w:val="003B183E"/>
    <w:rsid w:val="003B2F3E"/>
    <w:rsid w:val="003E4831"/>
    <w:rsid w:val="003E48DE"/>
    <w:rsid w:val="003E7E8B"/>
    <w:rsid w:val="00403971"/>
    <w:rsid w:val="004138EF"/>
    <w:rsid w:val="0042026A"/>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643B"/>
    <w:rsid w:val="00877669"/>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84B38"/>
    <w:rsid w:val="009A0636"/>
    <w:rsid w:val="009A6FF5"/>
    <w:rsid w:val="009B2B47"/>
    <w:rsid w:val="009C4298"/>
    <w:rsid w:val="009D318C"/>
    <w:rsid w:val="00A10B8B"/>
    <w:rsid w:val="00A26733"/>
    <w:rsid w:val="00A3595E"/>
    <w:rsid w:val="00A4425F"/>
    <w:rsid w:val="00A46C7F"/>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564DB"/>
    <w:rsid w:val="00B768B6"/>
    <w:rsid w:val="00B816A3"/>
    <w:rsid w:val="00B908D1"/>
    <w:rsid w:val="00BE2408"/>
    <w:rsid w:val="00BE3EC6"/>
    <w:rsid w:val="00BE5BEB"/>
    <w:rsid w:val="00BE6528"/>
    <w:rsid w:val="00C105C1"/>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25A0"/>
    <w:rsid w:val="00E14EBD"/>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Intense Emphasis,Underline,Intense Emphasis1,apple-style-span + 6 pt,Bold,Kern at 16 pt,Intense Emphasis11,Intense Emphasis2,HHeading 3 + 12 pt,Cards + Font: 12 pt Char,Citation Char Char Char,Style,Bold Cite Char,ci,c,Bo,B,cite"/>
    <w:basedOn w:val="DefaultParagraphFont"/>
    <w:uiPriority w:val="1"/>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Intense Emphasis,Underline,Intense Emphasis1,apple-style-span + 6 pt,Bold,Kern at 16 pt,Intense Emphasis11,Intense Emphasis2,HHeading 3 + 12 pt,Cards + Font: 12 pt Char,Citation Char Char Char,Style,Bold Cite Char,ci,c,Bo,B,cite"/>
    <w:basedOn w:val="DefaultParagraphFont"/>
    <w:uiPriority w:val="1"/>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Documents\WMJ\Debate\General%20Resourc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22</Pages>
  <Words>3692</Words>
  <Characters>21045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2</cp:revision>
  <dcterms:created xsi:type="dcterms:W3CDTF">2013-07-16T18:21:00Z</dcterms:created>
  <dcterms:modified xsi:type="dcterms:W3CDTF">2013-07-16T18:21:00Z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